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C50DC" w14:textId="77777777" w:rsidR="001E667A" w:rsidRDefault="001E667A" w:rsidP="00227D4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1080" w:hanging="720"/>
        <w:jc w:val="center"/>
      </w:pPr>
    </w:p>
    <w:p w14:paraId="60267E3F" w14:textId="77777777" w:rsidR="001E667A" w:rsidRDefault="0066130E" w:rsidP="00227D4B">
      <w:pPr>
        <w:numPr>
          <w:ilvl w:val="0"/>
          <w:numId w:val="9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" w:hAnsi="Arial" w:cs="Arial"/>
          <w:b/>
          <w:sz w:val="24"/>
          <w:szCs w:val="24"/>
        </w:rPr>
      </w:pPr>
      <w:r w:rsidRPr="0066130E">
        <w:rPr>
          <w:rFonts w:ascii="Arial" w:hAnsi="Arial" w:cs="Arial"/>
          <w:b/>
          <w:sz w:val="24"/>
          <w:szCs w:val="24"/>
        </w:rPr>
        <w:t>SPLOŠNI PODATKI O VLAGATELJU</w:t>
      </w:r>
    </w:p>
    <w:p w14:paraId="5D3140B5" w14:textId="060A79C5" w:rsidR="001E667A" w:rsidRPr="001E667A" w:rsidRDefault="0066130E" w:rsidP="001E667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360"/>
        <w:rPr>
          <w:rFonts w:ascii="Arial" w:hAnsi="Arial" w:cs="Arial"/>
          <w:b/>
          <w:sz w:val="24"/>
          <w:szCs w:val="24"/>
        </w:rPr>
      </w:pPr>
      <w:r w:rsidRPr="0066130E">
        <w:rPr>
          <w:rFonts w:ascii="Arial" w:hAnsi="Arial" w:cs="Arial"/>
          <w:b/>
          <w:sz w:val="24"/>
          <w:szCs w:val="24"/>
        </w:rPr>
        <w:t xml:space="preserve"> </w:t>
      </w:r>
    </w:p>
    <w:p w14:paraId="7FAB1F2E" w14:textId="77777777" w:rsidR="001E667A" w:rsidRDefault="001E667A" w:rsidP="0066130E">
      <w:pPr>
        <w:jc w:val="center"/>
        <w:rPr>
          <w:rFonts w:ascii="Arial" w:hAnsi="Arial" w:cs="Arial"/>
          <w:b/>
          <w:sz w:val="22"/>
          <w:szCs w:val="22"/>
        </w:rPr>
      </w:pPr>
    </w:p>
    <w:p w14:paraId="3523CC5F" w14:textId="5AEE366F" w:rsidR="0066130E" w:rsidRPr="0066130E" w:rsidRDefault="0066130E" w:rsidP="0066130E">
      <w:pPr>
        <w:jc w:val="center"/>
        <w:rPr>
          <w:rFonts w:ascii="Arial" w:hAnsi="Arial" w:cs="Arial"/>
          <w:b/>
          <w:sz w:val="22"/>
          <w:szCs w:val="22"/>
        </w:rPr>
      </w:pPr>
      <w:r w:rsidRPr="0066130E">
        <w:rPr>
          <w:rFonts w:ascii="Arial" w:hAnsi="Arial" w:cs="Arial"/>
          <w:b/>
          <w:sz w:val="22"/>
          <w:szCs w:val="22"/>
        </w:rPr>
        <w:t>(društvo, organizacija, združenje</w:t>
      </w:r>
      <w:r w:rsidRPr="0066130E">
        <w:rPr>
          <w:rFonts w:ascii="Arial" w:hAnsi="Arial" w:cs="Arial"/>
          <w:sz w:val="22"/>
          <w:szCs w:val="22"/>
        </w:rPr>
        <w:t>, v nadaljevanju: društvo</w:t>
      </w:r>
      <w:r w:rsidRPr="00465050">
        <w:rPr>
          <w:rFonts w:ascii="Arial" w:hAnsi="Arial" w:cs="Arial"/>
          <w:bCs/>
          <w:sz w:val="22"/>
          <w:szCs w:val="22"/>
        </w:rPr>
        <w:t>)</w:t>
      </w:r>
    </w:p>
    <w:p w14:paraId="396420BE" w14:textId="77777777" w:rsidR="0066130E" w:rsidRPr="0066130E" w:rsidRDefault="0066130E" w:rsidP="0066130E">
      <w:pPr>
        <w:rPr>
          <w:rFonts w:ascii="Arial" w:hAnsi="Arial" w:cs="Arial"/>
          <w:b/>
          <w:sz w:val="22"/>
          <w:szCs w:val="22"/>
        </w:rPr>
      </w:pPr>
    </w:p>
    <w:p w14:paraId="5148F6C2" w14:textId="77777777" w:rsidR="0066130E" w:rsidRPr="0066130E" w:rsidRDefault="0066130E" w:rsidP="0066130E">
      <w:pPr>
        <w:rPr>
          <w:rFonts w:ascii="Arial" w:hAnsi="Arial" w:cs="Arial"/>
          <w:b/>
          <w:sz w:val="22"/>
          <w:szCs w:val="22"/>
        </w:rPr>
      </w:pPr>
    </w:p>
    <w:p w14:paraId="772F533B" w14:textId="02475BF8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Naziv društva:</w:t>
      </w:r>
      <w:r w:rsidRPr="0066130E">
        <w:rPr>
          <w:rFonts w:ascii="Arial" w:hAnsi="Arial" w:cs="Arial"/>
          <w:sz w:val="22"/>
          <w:szCs w:val="22"/>
        </w:rPr>
        <w:tab/>
        <w:t>______________________________________________________________</w:t>
      </w:r>
    </w:p>
    <w:p w14:paraId="6D98E7B5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FDEC8A" w14:textId="388976BB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Matična številka:</w:t>
      </w:r>
      <w:r>
        <w:rPr>
          <w:rFonts w:ascii="Arial" w:hAnsi="Arial" w:cs="Arial"/>
          <w:sz w:val="22"/>
          <w:szCs w:val="22"/>
        </w:rPr>
        <w:t xml:space="preserve"> ____</w:t>
      </w:r>
      <w:r w:rsidRPr="0066130E">
        <w:rPr>
          <w:rFonts w:ascii="Arial" w:hAnsi="Arial" w:cs="Arial"/>
          <w:sz w:val="22"/>
          <w:szCs w:val="22"/>
        </w:rPr>
        <w:t>________________________________________________________</w:t>
      </w:r>
    </w:p>
    <w:p w14:paraId="31681F42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83F881" w14:textId="107EE3B5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Davčna številka:</w:t>
      </w:r>
      <w:r>
        <w:rPr>
          <w:rFonts w:ascii="Arial" w:hAnsi="Arial" w:cs="Arial"/>
          <w:sz w:val="22"/>
          <w:szCs w:val="22"/>
        </w:rPr>
        <w:t xml:space="preserve"> ____</w:t>
      </w:r>
      <w:r w:rsidRPr="0066130E">
        <w:rPr>
          <w:rFonts w:ascii="Arial" w:hAnsi="Arial" w:cs="Arial"/>
          <w:sz w:val="22"/>
          <w:szCs w:val="22"/>
        </w:rPr>
        <w:t>________________________________________________________</w:t>
      </w:r>
    </w:p>
    <w:p w14:paraId="1BE111F5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47A941D" w14:textId="609CB659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Št. TRR:</w:t>
      </w:r>
      <w:r>
        <w:rPr>
          <w:rFonts w:ascii="Arial" w:hAnsi="Arial" w:cs="Arial"/>
          <w:sz w:val="22"/>
          <w:szCs w:val="22"/>
        </w:rPr>
        <w:t xml:space="preserve">  </w:t>
      </w:r>
      <w:r w:rsidRPr="0066130E">
        <w:rPr>
          <w:rFonts w:ascii="Arial" w:hAnsi="Arial" w:cs="Arial"/>
          <w:sz w:val="22"/>
          <w:szCs w:val="22"/>
        </w:rPr>
        <w:t>SI56 __________________</w:t>
      </w:r>
      <w:r>
        <w:rPr>
          <w:rFonts w:ascii="Arial" w:hAnsi="Arial" w:cs="Arial"/>
          <w:sz w:val="22"/>
          <w:szCs w:val="22"/>
        </w:rPr>
        <w:t>___________</w:t>
      </w:r>
      <w:r w:rsidRPr="0066130E">
        <w:rPr>
          <w:rFonts w:ascii="Arial" w:hAnsi="Arial" w:cs="Arial"/>
          <w:sz w:val="22"/>
          <w:szCs w:val="22"/>
        </w:rPr>
        <w:t>_________________________________</w:t>
      </w:r>
    </w:p>
    <w:p w14:paraId="0D90D82E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C226AB" w14:textId="1A7E20BD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Sedež društva:</w:t>
      </w:r>
      <w:r>
        <w:rPr>
          <w:rFonts w:ascii="Arial" w:hAnsi="Arial" w:cs="Arial"/>
          <w:sz w:val="22"/>
          <w:szCs w:val="22"/>
        </w:rPr>
        <w:t xml:space="preserve"> __________</w:t>
      </w:r>
      <w:r w:rsidRPr="0066130E">
        <w:rPr>
          <w:rFonts w:ascii="Arial" w:hAnsi="Arial" w:cs="Arial"/>
          <w:sz w:val="22"/>
          <w:szCs w:val="22"/>
        </w:rPr>
        <w:t>___________________________________________________</w:t>
      </w:r>
    </w:p>
    <w:p w14:paraId="1B522C50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7AC9C3" w14:textId="453E1F22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Število članov:</w:t>
      </w:r>
      <w:r>
        <w:rPr>
          <w:rFonts w:ascii="Arial" w:hAnsi="Arial" w:cs="Arial"/>
          <w:sz w:val="22"/>
          <w:szCs w:val="22"/>
        </w:rPr>
        <w:t xml:space="preserve"> _______</w:t>
      </w:r>
      <w:r w:rsidRPr="0066130E"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139B095F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DC33896" w14:textId="59B9AC00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Odgovorna oseba (ime in priimek): ______________________________________________</w:t>
      </w:r>
    </w:p>
    <w:p w14:paraId="055E9961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ECB46" w14:textId="1C0021B0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Kontaktna oseba (ime in priimek):</w:t>
      </w:r>
      <w:r>
        <w:rPr>
          <w:rFonts w:ascii="Arial" w:hAnsi="Arial" w:cs="Arial"/>
          <w:sz w:val="22"/>
          <w:szCs w:val="22"/>
        </w:rPr>
        <w:t xml:space="preserve"> __</w:t>
      </w:r>
      <w:r w:rsidRPr="0066130E">
        <w:rPr>
          <w:rFonts w:ascii="Arial" w:hAnsi="Arial" w:cs="Arial"/>
          <w:sz w:val="22"/>
          <w:szCs w:val="22"/>
        </w:rPr>
        <w:t>_____________________________________________</w:t>
      </w:r>
    </w:p>
    <w:p w14:paraId="3338F647" w14:textId="7A12F31B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- telefon:</w:t>
      </w:r>
      <w:r w:rsidRPr="0066130E">
        <w:rPr>
          <w:rFonts w:ascii="Arial" w:hAnsi="Arial" w:cs="Arial"/>
          <w:sz w:val="22"/>
          <w:szCs w:val="22"/>
        </w:rPr>
        <w:tab/>
        <w:t xml:space="preserve">             _______________________________________</w:t>
      </w:r>
      <w:r>
        <w:rPr>
          <w:rFonts w:ascii="Arial" w:hAnsi="Arial" w:cs="Arial"/>
          <w:sz w:val="22"/>
          <w:szCs w:val="22"/>
        </w:rPr>
        <w:t>_</w:t>
      </w:r>
      <w:r w:rsidRPr="0066130E">
        <w:rPr>
          <w:rFonts w:ascii="Arial" w:hAnsi="Arial" w:cs="Arial"/>
          <w:sz w:val="22"/>
          <w:szCs w:val="22"/>
        </w:rPr>
        <w:t>______</w:t>
      </w:r>
    </w:p>
    <w:p w14:paraId="2B4CBDF6" w14:textId="4C191A4E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- elektronska pošta:</w:t>
      </w:r>
      <w:r w:rsidRPr="0066130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Pr="0066130E">
        <w:rPr>
          <w:rFonts w:ascii="Arial" w:hAnsi="Arial" w:cs="Arial"/>
          <w:sz w:val="22"/>
          <w:szCs w:val="22"/>
        </w:rPr>
        <w:t>______________________________________________</w:t>
      </w:r>
    </w:p>
    <w:p w14:paraId="1A34B883" w14:textId="77777777" w:rsidR="0066130E" w:rsidRDefault="0066130E" w:rsidP="0066130E">
      <w:pPr>
        <w:jc w:val="center"/>
        <w:rPr>
          <w:rFonts w:ascii="Arial" w:hAnsi="Arial" w:cs="Arial"/>
          <w:b/>
        </w:rPr>
      </w:pPr>
    </w:p>
    <w:p w14:paraId="0DAAE8AF" w14:textId="77777777" w:rsidR="0066130E" w:rsidRDefault="0066130E" w:rsidP="0066130E">
      <w:pPr>
        <w:jc w:val="center"/>
        <w:rPr>
          <w:rFonts w:ascii="Arial" w:hAnsi="Arial" w:cs="Arial"/>
          <w:b/>
        </w:rPr>
      </w:pPr>
    </w:p>
    <w:p w14:paraId="3DC81D31" w14:textId="77777777" w:rsidR="0066130E" w:rsidRDefault="0066130E" w:rsidP="0066130E">
      <w:pPr>
        <w:jc w:val="center"/>
        <w:rPr>
          <w:rFonts w:ascii="Arial" w:hAnsi="Arial" w:cs="Arial"/>
          <w:b/>
        </w:rPr>
      </w:pPr>
    </w:p>
    <w:p w14:paraId="51E48749" w14:textId="77777777" w:rsidR="0066130E" w:rsidRDefault="0066130E" w:rsidP="0066130E">
      <w:pPr>
        <w:jc w:val="center"/>
        <w:rPr>
          <w:rFonts w:ascii="Arial" w:hAnsi="Arial" w:cs="Arial"/>
          <w:b/>
        </w:rPr>
      </w:pPr>
    </w:p>
    <w:p w14:paraId="3A205ABD" w14:textId="4114B159" w:rsidR="0066130E" w:rsidRPr="0066130E" w:rsidRDefault="0066130E" w:rsidP="0066130E">
      <w:pPr>
        <w:jc w:val="center"/>
        <w:rPr>
          <w:rFonts w:ascii="Arial" w:hAnsi="Arial" w:cs="Arial"/>
          <w:b/>
        </w:rPr>
      </w:pPr>
      <w:r w:rsidRPr="0066130E">
        <w:rPr>
          <w:rFonts w:ascii="Arial" w:hAnsi="Arial" w:cs="Arial"/>
          <w:b/>
        </w:rPr>
        <w:t>IZJAVA</w:t>
      </w:r>
    </w:p>
    <w:p w14:paraId="399A27A9" w14:textId="77777777" w:rsidR="0066130E" w:rsidRDefault="0066130E" w:rsidP="005B184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645CC5F" w14:textId="4726E132" w:rsidR="0066130E" w:rsidRPr="0066130E" w:rsidRDefault="0066130E" w:rsidP="005B184F">
      <w:pPr>
        <w:spacing w:line="276" w:lineRule="auto"/>
        <w:jc w:val="both"/>
        <w:rPr>
          <w:rFonts w:ascii="Arial" w:hAnsi="Arial" w:cs="Arial"/>
          <w:b/>
          <w:bCs/>
        </w:rPr>
      </w:pPr>
      <w:r w:rsidRPr="0066130E">
        <w:rPr>
          <w:rFonts w:ascii="Arial" w:hAnsi="Arial" w:cs="Arial"/>
          <w:b/>
          <w:bCs/>
        </w:rPr>
        <w:t>Potrjujemo, da sprejemamo pogoje in merila, navedena v javnem razpisu in razpisni dokumentaciji, ter da so vse navedbe v vlogi točne in resnične ter, da društvo dejansko obstaja in deluje.</w:t>
      </w:r>
    </w:p>
    <w:p w14:paraId="3EBE0578" w14:textId="77777777" w:rsidR="0066130E" w:rsidRDefault="0066130E" w:rsidP="0066130E">
      <w:pPr>
        <w:jc w:val="both"/>
        <w:rPr>
          <w:rFonts w:ascii="Arial" w:hAnsi="Arial" w:cs="Arial"/>
          <w:b/>
          <w:bCs/>
        </w:rPr>
      </w:pPr>
    </w:p>
    <w:p w14:paraId="448CC66F" w14:textId="77777777" w:rsidR="0066130E" w:rsidRPr="0066130E" w:rsidRDefault="0066130E" w:rsidP="0066130E">
      <w:pPr>
        <w:jc w:val="both"/>
        <w:rPr>
          <w:rFonts w:ascii="Arial" w:hAnsi="Arial" w:cs="Arial"/>
          <w:b/>
          <w:bCs/>
        </w:rPr>
      </w:pPr>
    </w:p>
    <w:p w14:paraId="1AE4A5D6" w14:textId="77777777" w:rsidR="0066130E" w:rsidRPr="0066130E" w:rsidRDefault="0066130E" w:rsidP="0066130E">
      <w:pPr>
        <w:rPr>
          <w:rFonts w:ascii="Arial" w:hAnsi="Arial" w:cs="Arial"/>
          <w:b/>
          <w:bCs/>
        </w:rPr>
      </w:pPr>
      <w:r w:rsidRPr="0066130E">
        <w:rPr>
          <w:rFonts w:ascii="Arial" w:hAnsi="Arial" w:cs="Arial"/>
          <w:b/>
          <w:bCs/>
        </w:rPr>
        <w:t xml:space="preserve">Datum: </w:t>
      </w:r>
      <w:r w:rsidRPr="0066130E">
        <w:rPr>
          <w:rFonts w:ascii="Arial" w:hAnsi="Arial" w:cs="Arial"/>
          <w:b/>
          <w:bCs/>
          <w:sz w:val="22"/>
        </w:rPr>
        <w:t xml:space="preserve">__________________________ </w:t>
      </w:r>
      <w:r w:rsidRPr="0066130E">
        <w:rPr>
          <w:rFonts w:ascii="Arial" w:hAnsi="Arial" w:cs="Arial"/>
          <w:b/>
          <w:bCs/>
        </w:rPr>
        <w:t xml:space="preserve">                        Žig in podpis odgovorne osebe:</w:t>
      </w:r>
    </w:p>
    <w:p w14:paraId="7CB087E0" w14:textId="77777777" w:rsidR="00077558" w:rsidRPr="00242E0C" w:rsidRDefault="00077558" w:rsidP="00077558">
      <w:pPr>
        <w:pStyle w:val="Odstavekseznam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</w:rPr>
      </w:pPr>
    </w:p>
    <w:p w14:paraId="56BC183D" w14:textId="354D99A1" w:rsidR="00933845" w:rsidRPr="00AA28C3" w:rsidRDefault="00933845" w:rsidP="00933845">
      <w:pPr>
        <w:pStyle w:val="Odstavekseznama"/>
        <w:jc w:val="both"/>
        <w:rPr>
          <w:rFonts w:ascii="Arial" w:hAnsi="Arial" w:cs="Arial"/>
        </w:rPr>
      </w:pPr>
    </w:p>
    <w:p w14:paraId="1B5EEE61" w14:textId="77777777" w:rsidR="00077558" w:rsidRDefault="00077558" w:rsidP="00A24BCD">
      <w:pPr>
        <w:jc w:val="both"/>
        <w:rPr>
          <w:rFonts w:ascii="Arial" w:hAnsi="Arial" w:cs="Arial"/>
        </w:rPr>
      </w:pPr>
    </w:p>
    <w:p w14:paraId="28DFB25B" w14:textId="77777777" w:rsidR="00A24BCD" w:rsidRDefault="00A24BCD" w:rsidP="00A24BCD">
      <w:pPr>
        <w:jc w:val="both"/>
        <w:rPr>
          <w:rFonts w:ascii="Arial" w:hAnsi="Arial" w:cs="Arial"/>
        </w:rPr>
      </w:pPr>
    </w:p>
    <w:p w14:paraId="6A3E0586" w14:textId="77777777" w:rsidR="00A24BCD" w:rsidRDefault="00A24BCD" w:rsidP="00A24BCD">
      <w:pPr>
        <w:jc w:val="both"/>
        <w:rPr>
          <w:rFonts w:ascii="Arial" w:hAnsi="Arial" w:cs="Arial"/>
        </w:rPr>
      </w:pPr>
    </w:p>
    <w:p w14:paraId="4B5D8580" w14:textId="77777777" w:rsidR="00A24BCD" w:rsidRDefault="00A24BCD" w:rsidP="00A24BCD">
      <w:pPr>
        <w:jc w:val="both"/>
        <w:rPr>
          <w:rFonts w:ascii="Arial" w:hAnsi="Arial" w:cs="Arial"/>
        </w:rPr>
      </w:pPr>
    </w:p>
    <w:p w14:paraId="2C654F6E" w14:textId="77777777" w:rsidR="00A24BCD" w:rsidRDefault="00A24BCD" w:rsidP="00A24BCD">
      <w:pPr>
        <w:jc w:val="both"/>
        <w:rPr>
          <w:rFonts w:ascii="Arial" w:hAnsi="Arial" w:cs="Arial"/>
        </w:rPr>
      </w:pPr>
    </w:p>
    <w:p w14:paraId="659A85CD" w14:textId="77777777" w:rsidR="00A24BCD" w:rsidRDefault="00A24BCD" w:rsidP="00A24BCD">
      <w:pPr>
        <w:jc w:val="both"/>
        <w:rPr>
          <w:rFonts w:ascii="Arial" w:hAnsi="Arial" w:cs="Arial"/>
        </w:rPr>
      </w:pPr>
    </w:p>
    <w:p w14:paraId="286B37C2" w14:textId="77777777" w:rsidR="00A24BCD" w:rsidRDefault="00A24BCD" w:rsidP="00A24BCD">
      <w:pPr>
        <w:jc w:val="both"/>
        <w:rPr>
          <w:rFonts w:ascii="Arial" w:hAnsi="Arial" w:cs="Arial"/>
        </w:rPr>
      </w:pPr>
    </w:p>
    <w:p w14:paraId="17001D04" w14:textId="77777777" w:rsidR="00A24BCD" w:rsidRPr="00A24BCD" w:rsidRDefault="00A24BCD" w:rsidP="00A24BCD">
      <w:pPr>
        <w:jc w:val="center"/>
        <w:rPr>
          <w:rFonts w:ascii="Arial" w:hAnsi="Arial" w:cs="Arial"/>
          <w:b/>
          <w:sz w:val="24"/>
          <w:szCs w:val="24"/>
        </w:rPr>
      </w:pPr>
      <w:r w:rsidRPr="00A24BCD">
        <w:rPr>
          <w:rFonts w:ascii="Arial" w:hAnsi="Arial" w:cs="Arial"/>
          <w:b/>
          <w:sz w:val="24"/>
          <w:szCs w:val="24"/>
        </w:rPr>
        <w:t>IZJAVA</w:t>
      </w:r>
    </w:p>
    <w:p w14:paraId="7A65E9A2" w14:textId="77777777" w:rsidR="00A24BCD" w:rsidRPr="00A24BCD" w:rsidRDefault="00A24BCD" w:rsidP="00A24BCD">
      <w:pPr>
        <w:jc w:val="center"/>
        <w:rPr>
          <w:rFonts w:ascii="Arial" w:hAnsi="Arial" w:cs="Arial"/>
          <w:b/>
        </w:rPr>
      </w:pPr>
    </w:p>
    <w:p w14:paraId="1BD07594" w14:textId="77777777" w:rsidR="00A24BCD" w:rsidRDefault="00A24BCD" w:rsidP="00A24BCD">
      <w:pPr>
        <w:jc w:val="both"/>
        <w:rPr>
          <w:rFonts w:ascii="Arial" w:hAnsi="Arial" w:cs="Arial"/>
        </w:rPr>
      </w:pPr>
    </w:p>
    <w:p w14:paraId="32C0DB1F" w14:textId="5BB3CD1B" w:rsidR="00A24BCD" w:rsidRPr="00A24BCD" w:rsidRDefault="00A24BCD" w:rsidP="005B184F">
      <w:pPr>
        <w:spacing w:line="276" w:lineRule="auto"/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>Na podlagi Uredbe EU 2016/679 Evropskega parlamenta in Sveta z dne 27. aprila 2016 o varstvu posameznikov pri obdelavi osebnih podatkov in o prostem pretoku takih podatkov ter o razveljavitvi Direktive 95/46/ES (Splošna uredba o varstvu osebnih podatkov – GDPR),</w:t>
      </w:r>
    </w:p>
    <w:p w14:paraId="2BA30410" w14:textId="77777777" w:rsidR="00A24BCD" w:rsidRDefault="00A24BCD" w:rsidP="005B184F">
      <w:pPr>
        <w:spacing w:line="276" w:lineRule="auto"/>
        <w:jc w:val="both"/>
        <w:rPr>
          <w:rFonts w:ascii="Arial" w:hAnsi="Arial" w:cs="Arial"/>
        </w:rPr>
      </w:pPr>
    </w:p>
    <w:p w14:paraId="2E53FDC1" w14:textId="77777777" w:rsidR="00A24BCD" w:rsidRDefault="00A24BCD" w:rsidP="005B184F">
      <w:pPr>
        <w:spacing w:line="276" w:lineRule="auto"/>
        <w:jc w:val="both"/>
        <w:rPr>
          <w:rFonts w:ascii="Arial" w:hAnsi="Arial" w:cs="Arial"/>
        </w:rPr>
      </w:pPr>
    </w:p>
    <w:p w14:paraId="5067DBF7" w14:textId="77777777" w:rsidR="00A24BCD" w:rsidRPr="00A24BCD" w:rsidRDefault="00A24BCD" w:rsidP="005B184F">
      <w:pPr>
        <w:spacing w:line="276" w:lineRule="auto"/>
        <w:jc w:val="both"/>
        <w:rPr>
          <w:rFonts w:ascii="Arial" w:hAnsi="Arial" w:cs="Arial"/>
        </w:rPr>
      </w:pPr>
    </w:p>
    <w:p w14:paraId="27DF9E73" w14:textId="6FE70946" w:rsidR="00A24BCD" w:rsidRPr="00A24BCD" w:rsidRDefault="00A24BCD" w:rsidP="005B184F">
      <w:pPr>
        <w:spacing w:line="276" w:lineRule="auto"/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>spodaj podpisana odgovorna oseba prijavitelja _________</w:t>
      </w:r>
      <w:r>
        <w:rPr>
          <w:rFonts w:ascii="Arial" w:hAnsi="Arial" w:cs="Arial"/>
        </w:rPr>
        <w:t>__________</w:t>
      </w:r>
      <w:r w:rsidRPr="00A24BCD">
        <w:rPr>
          <w:rFonts w:ascii="Arial" w:hAnsi="Arial" w:cs="Arial"/>
        </w:rPr>
        <w:t xml:space="preserve">_________________________ </w:t>
      </w:r>
    </w:p>
    <w:p w14:paraId="48CE63F0" w14:textId="68C6815C" w:rsidR="00A24BCD" w:rsidRPr="00A24BCD" w:rsidRDefault="00A24BCD" w:rsidP="005B184F">
      <w:pPr>
        <w:spacing w:line="276" w:lineRule="auto"/>
        <w:jc w:val="center"/>
        <w:rPr>
          <w:rFonts w:ascii="Arial" w:hAnsi="Arial" w:cs="Arial"/>
        </w:rPr>
      </w:pPr>
      <w:r w:rsidRPr="00A24BCD">
        <w:rPr>
          <w:rFonts w:ascii="Arial" w:hAnsi="Arial" w:cs="Arial"/>
        </w:rPr>
        <w:t xml:space="preserve">                                                                           (ime in priimek)</w:t>
      </w:r>
    </w:p>
    <w:p w14:paraId="7A923F0A" w14:textId="77777777" w:rsidR="00A24BCD" w:rsidRDefault="00A24BCD" w:rsidP="005B184F">
      <w:pPr>
        <w:spacing w:line="276" w:lineRule="auto"/>
        <w:jc w:val="both"/>
        <w:rPr>
          <w:rFonts w:ascii="Arial" w:hAnsi="Arial" w:cs="Arial"/>
        </w:rPr>
      </w:pPr>
    </w:p>
    <w:p w14:paraId="4C344267" w14:textId="77777777" w:rsidR="00A24BCD" w:rsidRDefault="00A24BCD" w:rsidP="005B184F">
      <w:pPr>
        <w:spacing w:line="276" w:lineRule="auto"/>
        <w:jc w:val="both"/>
        <w:rPr>
          <w:rFonts w:ascii="Arial" w:hAnsi="Arial" w:cs="Arial"/>
        </w:rPr>
      </w:pPr>
    </w:p>
    <w:p w14:paraId="30DCD6F0" w14:textId="225D910C" w:rsidR="00A24BCD" w:rsidRPr="00A24BCD" w:rsidRDefault="00A24BCD" w:rsidP="005B184F">
      <w:pPr>
        <w:spacing w:line="276" w:lineRule="auto"/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 xml:space="preserve">sem seznanjen/-a, da Občina Muta: </w:t>
      </w:r>
    </w:p>
    <w:p w14:paraId="232E8C7B" w14:textId="77777777" w:rsidR="00A24BCD" w:rsidRPr="00A24BCD" w:rsidRDefault="00A24BCD" w:rsidP="005B184F">
      <w:pPr>
        <w:pStyle w:val="Odstavekseznama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>spoštuje ne samo zasebnost oseb, katerih osebne podatke obdeluje znotraj svoje dejavnosti temveč spoštuje tudi zasebnost prijavitelja;</w:t>
      </w:r>
    </w:p>
    <w:p w14:paraId="4BD0159D" w14:textId="77777777" w:rsidR="00A24BCD" w:rsidRPr="00A24BCD" w:rsidRDefault="00A24BCD" w:rsidP="005B184F">
      <w:pPr>
        <w:pStyle w:val="Odstavekseznama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>pridobljene osebne podatke skrbno varuje in jih brez privolitve ne posreduje tretji osebi oziroma jih uporabi v druge namene, kot so vam bili v trenutku, ko v to izrecno privolim v obdelavo, znani, razen, ko to zahteva zakon ali obstaja v skladu z 6. členom GDPR zakonita podlaga za posredovanje;</w:t>
      </w:r>
    </w:p>
    <w:p w14:paraId="08D9F417" w14:textId="77777777" w:rsidR="00A24BCD" w:rsidRPr="00A24BCD" w:rsidRDefault="00A24BCD" w:rsidP="005B184F">
      <w:pPr>
        <w:pStyle w:val="Odstavekseznama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>moje osebne podatke obdeluje za potrebe javnega razpisa in za namen obračunavanja izplačila.</w:t>
      </w:r>
    </w:p>
    <w:p w14:paraId="2C75D7D8" w14:textId="77777777" w:rsidR="00A24BCD" w:rsidRDefault="00A24BCD" w:rsidP="005B184F">
      <w:pPr>
        <w:spacing w:line="276" w:lineRule="auto"/>
        <w:contextualSpacing/>
        <w:jc w:val="both"/>
        <w:rPr>
          <w:rFonts w:ascii="Arial" w:hAnsi="Arial" w:cs="Arial"/>
        </w:rPr>
      </w:pPr>
    </w:p>
    <w:p w14:paraId="75766809" w14:textId="77777777" w:rsidR="00A24BCD" w:rsidRPr="00A24BCD" w:rsidRDefault="00A24BCD" w:rsidP="005B184F">
      <w:pPr>
        <w:spacing w:line="276" w:lineRule="auto"/>
        <w:contextualSpacing/>
        <w:jc w:val="both"/>
        <w:rPr>
          <w:rFonts w:ascii="Arial" w:hAnsi="Arial" w:cs="Arial"/>
        </w:rPr>
      </w:pPr>
    </w:p>
    <w:p w14:paraId="3FE649DE" w14:textId="241482C7" w:rsidR="00A24BCD" w:rsidRPr="00A24BCD" w:rsidRDefault="00A24BCD" w:rsidP="005B184F">
      <w:pPr>
        <w:spacing w:line="276" w:lineRule="auto"/>
        <w:jc w:val="both"/>
        <w:rPr>
          <w:rFonts w:ascii="Arial" w:hAnsi="Arial" w:cs="Arial"/>
        </w:rPr>
      </w:pPr>
      <w:r w:rsidRPr="00A24BCD">
        <w:rPr>
          <w:rFonts w:ascii="Arial" w:hAnsi="Arial" w:cs="Arial"/>
          <w:bCs/>
        </w:rPr>
        <w:t xml:space="preserve">Seznanjen sem, da lahko kadarkoli </w:t>
      </w:r>
      <w:r w:rsidRPr="00A24BCD">
        <w:rPr>
          <w:rFonts w:ascii="Arial" w:hAnsi="Arial" w:cs="Arial"/>
        </w:rPr>
        <w:t>zahtevam, da se mi omogoči vpogled v moje osebne</w:t>
      </w:r>
      <w:r w:rsidRPr="00A24BCD">
        <w:rPr>
          <w:rFonts w:ascii="Arial" w:hAnsi="Arial" w:cs="Arial"/>
          <w:bCs/>
        </w:rPr>
        <w:t xml:space="preserve"> podatke, ki jih Občina Muta obdeluje, da se mi posreduje kopija (izpis) o obdelavi osebnih podatkov ali da se na mojo zahtevo izvede popravek, prepoved obdelave, izbris ali sprememba osebnih podatkov, če so za to izpolnjeni pogoji</w:t>
      </w:r>
      <w:r w:rsidRPr="00A24BCD">
        <w:rPr>
          <w:rFonts w:ascii="Arial" w:hAnsi="Arial" w:cs="Arial"/>
          <w:b/>
          <w:bCs/>
        </w:rPr>
        <w:t>. </w:t>
      </w:r>
      <w:r w:rsidRPr="00A24BCD">
        <w:rPr>
          <w:rFonts w:ascii="Arial" w:hAnsi="Arial" w:cs="Arial"/>
          <w:bCs/>
        </w:rPr>
        <w:t xml:space="preserve">Vse navedeno lahko storim pri osebi, pooblaščeni za varstvo osebnih podatkov: </w:t>
      </w:r>
      <w:r>
        <w:rPr>
          <w:rFonts w:ascii="Arial" w:hAnsi="Arial" w:cs="Arial"/>
          <w:bCs/>
        </w:rPr>
        <w:t>Sanja Tjukajev</w:t>
      </w:r>
      <w:r w:rsidRPr="00A24BCD">
        <w:rPr>
          <w:rFonts w:ascii="Arial" w:hAnsi="Arial" w:cs="Arial"/>
          <w:bCs/>
        </w:rPr>
        <w:t xml:space="preserve">, e-mail: </w:t>
      </w:r>
      <w:hyperlink r:id="rId8" w:history="1">
        <w:r w:rsidRPr="00A24BCD">
          <w:rPr>
            <w:rStyle w:val="Hiperpovezava"/>
            <w:rFonts w:ascii="Arial" w:hAnsi="Arial" w:cs="Arial"/>
            <w:bCs/>
            <w:color w:val="auto"/>
            <w:u w:val="none"/>
          </w:rPr>
          <w:t>obcina.muta@muta.si</w:t>
        </w:r>
      </w:hyperlink>
      <w:r w:rsidRPr="00A24BCD">
        <w:rPr>
          <w:rFonts w:ascii="Arial" w:hAnsi="Arial" w:cs="Arial"/>
          <w:bCs/>
        </w:rPr>
        <w:t>, tel: 02 88 79 600.</w:t>
      </w:r>
      <w:r w:rsidRPr="00A24BCD">
        <w:rPr>
          <w:rFonts w:ascii="Arial" w:hAnsi="Arial" w:cs="Arial"/>
          <w:b/>
          <w:bCs/>
        </w:rPr>
        <w:t xml:space="preserve"> </w:t>
      </w:r>
      <w:r w:rsidRPr="00A24BCD">
        <w:rPr>
          <w:rFonts w:ascii="Arial" w:hAnsi="Arial" w:cs="Arial"/>
        </w:rPr>
        <w:t xml:space="preserve">V primeru, da z ravnanjem občine na področju varstva osebnih podatkov nisem zadovoljen/a, lahko svojo pritožbo naslovim na Informacijsko pooblaščenko, kontakt: </w:t>
      </w:r>
      <w:r w:rsidRPr="00A24BCD">
        <w:rPr>
          <w:rFonts w:ascii="Arial" w:hAnsi="Arial" w:cs="Arial"/>
          <w:bCs/>
        </w:rPr>
        <w:t xml:space="preserve">Informacijski pooblaščenec, Zaloška 59, 1000 Ljubljana, telefon: 01 230 97 30, E-pošta: </w:t>
      </w:r>
      <w:hyperlink r:id="rId9" w:history="1">
        <w:r w:rsidRPr="00A24BCD">
          <w:rPr>
            <w:rStyle w:val="Hiperpovezava"/>
            <w:rFonts w:ascii="Arial" w:hAnsi="Arial" w:cs="Arial"/>
            <w:bCs/>
            <w:color w:val="auto"/>
            <w:u w:val="none"/>
          </w:rPr>
          <w:t>gp.ip@ip-rs.si</w:t>
        </w:r>
      </w:hyperlink>
      <w:r w:rsidRPr="00A24BCD">
        <w:rPr>
          <w:rFonts w:ascii="Arial" w:hAnsi="Arial" w:cs="Arial"/>
          <w:bCs/>
        </w:rPr>
        <w:t xml:space="preserve"> </w:t>
      </w:r>
      <w:r w:rsidRPr="00A24BCD">
        <w:rPr>
          <w:rFonts w:ascii="Arial" w:hAnsi="Arial" w:cs="Arial"/>
        </w:rPr>
        <w:t xml:space="preserve">. </w:t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</w:p>
    <w:p w14:paraId="00AC9FAC" w14:textId="77777777" w:rsidR="00A24BCD" w:rsidRPr="00A24BCD" w:rsidRDefault="00A24BCD" w:rsidP="005B184F">
      <w:pPr>
        <w:spacing w:line="276" w:lineRule="auto"/>
        <w:rPr>
          <w:rFonts w:ascii="Arial" w:hAnsi="Arial" w:cs="Arial"/>
        </w:rPr>
      </w:pPr>
    </w:p>
    <w:p w14:paraId="79762AAD" w14:textId="77777777" w:rsidR="00A24BCD" w:rsidRDefault="00A24BCD" w:rsidP="00A24BCD">
      <w:pPr>
        <w:rPr>
          <w:rFonts w:ascii="Arial" w:hAnsi="Arial" w:cs="Arial"/>
        </w:rPr>
      </w:pPr>
    </w:p>
    <w:p w14:paraId="411DE6D7" w14:textId="77777777" w:rsidR="00A24BCD" w:rsidRDefault="00A24BCD" w:rsidP="00A24BCD">
      <w:pPr>
        <w:rPr>
          <w:rFonts w:ascii="Arial" w:hAnsi="Arial" w:cs="Arial"/>
        </w:rPr>
      </w:pPr>
    </w:p>
    <w:p w14:paraId="77A5E0DC" w14:textId="77777777" w:rsidR="00A24BCD" w:rsidRPr="00A24BCD" w:rsidRDefault="00A24BCD" w:rsidP="00A24BCD">
      <w:pPr>
        <w:rPr>
          <w:rFonts w:ascii="Arial" w:hAnsi="Arial" w:cs="Arial"/>
        </w:rPr>
      </w:pPr>
    </w:p>
    <w:p w14:paraId="45501A99" w14:textId="77777777" w:rsidR="00A24BCD" w:rsidRPr="00A24BCD" w:rsidRDefault="00A24BCD" w:rsidP="00A24BCD">
      <w:pPr>
        <w:rPr>
          <w:rFonts w:ascii="Arial" w:hAnsi="Arial" w:cs="Arial"/>
        </w:rPr>
      </w:pPr>
      <w:r w:rsidRPr="00A24BCD">
        <w:rPr>
          <w:rFonts w:ascii="Arial" w:hAnsi="Arial" w:cs="Arial"/>
        </w:rPr>
        <w:t>Datum: __________________________                         Žig in podpis odgovorne osebe:</w:t>
      </w:r>
    </w:p>
    <w:p w14:paraId="2EC965FF" w14:textId="3198C3B3" w:rsidR="00A24BCD" w:rsidRPr="00A24BCD" w:rsidRDefault="00A24BCD" w:rsidP="00A24BCD">
      <w:pPr>
        <w:jc w:val="both"/>
        <w:rPr>
          <w:rFonts w:ascii="Arial" w:hAnsi="Arial" w:cs="Arial"/>
        </w:rPr>
        <w:sectPr w:rsidR="00A24BCD" w:rsidRPr="00A24BCD" w:rsidSect="003235E2">
          <w:headerReference w:type="default" r:id="rId10"/>
          <w:footerReference w:type="default" r:id="rId11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6EA45848" w14:textId="60BADAFB" w:rsidR="00227D4B" w:rsidRPr="009575AA" w:rsidRDefault="00227D4B" w:rsidP="009575AA">
      <w:pPr>
        <w:pStyle w:val="Odstavekseznama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center"/>
        <w:rPr>
          <w:rFonts w:ascii="Arial" w:hAnsi="Arial" w:cs="Arial"/>
          <w:b/>
          <w:sz w:val="24"/>
          <w:szCs w:val="24"/>
        </w:rPr>
      </w:pPr>
      <w:r w:rsidRPr="009575AA">
        <w:rPr>
          <w:rFonts w:ascii="Arial" w:hAnsi="Arial" w:cs="Arial"/>
          <w:b/>
          <w:sz w:val="24"/>
          <w:szCs w:val="24"/>
        </w:rPr>
        <w:lastRenderedPageBreak/>
        <w:t>PROGRAMI IN PROJEKTI VLAGATELJA</w:t>
      </w:r>
    </w:p>
    <w:p w14:paraId="47BB3D79" w14:textId="77777777" w:rsidR="009575AA" w:rsidRPr="009575AA" w:rsidRDefault="009575AA" w:rsidP="00957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ind w:left="360"/>
        <w:rPr>
          <w:rFonts w:ascii="Arial" w:hAnsi="Arial" w:cs="Arial"/>
          <w:b/>
          <w:sz w:val="24"/>
          <w:szCs w:val="24"/>
        </w:rPr>
      </w:pPr>
    </w:p>
    <w:p w14:paraId="31DBA1EA" w14:textId="77777777" w:rsidR="00227D4B" w:rsidRPr="00227D4B" w:rsidRDefault="00227D4B" w:rsidP="00227D4B">
      <w:pPr>
        <w:rPr>
          <w:rFonts w:ascii="Arial" w:hAnsi="Arial" w:cs="Arial"/>
          <w:sz w:val="22"/>
          <w:szCs w:val="22"/>
        </w:rPr>
      </w:pPr>
    </w:p>
    <w:p w14:paraId="51DF6D3E" w14:textId="6AD14ED3" w:rsidR="00227D4B" w:rsidRPr="00227D4B" w:rsidRDefault="00227D4B" w:rsidP="00227D4B">
      <w:pPr>
        <w:jc w:val="center"/>
        <w:rPr>
          <w:rFonts w:ascii="Arial" w:hAnsi="Arial" w:cs="Arial"/>
          <w:sz w:val="22"/>
          <w:szCs w:val="22"/>
        </w:rPr>
      </w:pPr>
      <w:r w:rsidRPr="00227D4B">
        <w:rPr>
          <w:rFonts w:ascii="Arial" w:hAnsi="Arial" w:cs="Arial"/>
          <w:b/>
          <w:color w:val="FF0000"/>
          <w:sz w:val="22"/>
          <w:szCs w:val="22"/>
          <w:highlight w:val="yellow"/>
        </w:rPr>
        <w:t>Vpišite dejavnosti, ki jih boste izvajali v letu 202</w:t>
      </w:r>
      <w:r w:rsidR="00F7476C">
        <w:rPr>
          <w:rFonts w:ascii="Arial" w:hAnsi="Arial" w:cs="Arial"/>
          <w:b/>
          <w:color w:val="FF0000"/>
          <w:sz w:val="22"/>
          <w:szCs w:val="22"/>
          <w:highlight w:val="yellow"/>
        </w:rPr>
        <w:t>6</w:t>
      </w:r>
      <w:r w:rsidRPr="00227D4B">
        <w:rPr>
          <w:rFonts w:ascii="Arial" w:hAnsi="Arial" w:cs="Arial"/>
          <w:color w:val="FF0000"/>
          <w:sz w:val="22"/>
          <w:szCs w:val="22"/>
          <w:highlight w:val="yellow"/>
        </w:rPr>
        <w:t>!</w:t>
      </w:r>
    </w:p>
    <w:p w14:paraId="036EB832" w14:textId="77777777" w:rsidR="00227D4B" w:rsidRDefault="00227D4B" w:rsidP="00227D4B">
      <w:pPr>
        <w:jc w:val="center"/>
        <w:rPr>
          <w:rFonts w:ascii="Arial" w:hAnsi="Arial" w:cs="Arial"/>
          <w:sz w:val="22"/>
          <w:szCs w:val="22"/>
        </w:rPr>
      </w:pPr>
    </w:p>
    <w:p w14:paraId="6D9CB4DA" w14:textId="77777777" w:rsidR="00056027" w:rsidRDefault="00056027" w:rsidP="00227D4B">
      <w:pPr>
        <w:jc w:val="center"/>
        <w:rPr>
          <w:rFonts w:ascii="Arial" w:hAnsi="Arial" w:cs="Arial"/>
          <w:sz w:val="22"/>
          <w:szCs w:val="22"/>
        </w:rPr>
      </w:pPr>
    </w:p>
    <w:p w14:paraId="4A1D4630" w14:textId="77777777" w:rsidR="00056027" w:rsidRDefault="00056027" w:rsidP="00227D4B">
      <w:pPr>
        <w:jc w:val="center"/>
        <w:rPr>
          <w:rFonts w:ascii="Arial" w:hAnsi="Arial" w:cs="Arial"/>
          <w:sz w:val="22"/>
          <w:szCs w:val="22"/>
        </w:rPr>
      </w:pPr>
    </w:p>
    <w:p w14:paraId="760DB011" w14:textId="77777777" w:rsidR="00F7476C" w:rsidRPr="00227D4B" w:rsidRDefault="00F7476C" w:rsidP="00227D4B">
      <w:pPr>
        <w:jc w:val="center"/>
        <w:rPr>
          <w:rFonts w:ascii="Arial" w:hAnsi="Arial" w:cs="Arial"/>
          <w:sz w:val="22"/>
          <w:szCs w:val="22"/>
        </w:rPr>
      </w:pPr>
    </w:p>
    <w:p w14:paraId="499D1361" w14:textId="77777777" w:rsidR="00227D4B" w:rsidRPr="00227D4B" w:rsidRDefault="00227D4B" w:rsidP="009625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</w:rPr>
      </w:pPr>
      <w:r w:rsidRPr="00227D4B">
        <w:rPr>
          <w:rFonts w:ascii="Arial" w:hAnsi="Arial" w:cs="Arial"/>
          <w:b/>
        </w:rPr>
        <w:t>1. ČLANSTVO</w:t>
      </w:r>
    </w:p>
    <w:p w14:paraId="7D43B659" w14:textId="77777777" w:rsidR="00F7476C" w:rsidRDefault="00227D4B" w:rsidP="00227D4B">
      <w:pPr>
        <w:jc w:val="center"/>
        <w:rPr>
          <w:rFonts w:ascii="Arial" w:hAnsi="Arial" w:cs="Arial"/>
          <w:sz w:val="22"/>
          <w:szCs w:val="22"/>
        </w:rPr>
      </w:pPr>
      <w:r w:rsidRPr="00227D4B">
        <w:rPr>
          <w:rFonts w:ascii="Arial" w:hAnsi="Arial" w:cs="Arial"/>
          <w:sz w:val="22"/>
          <w:szCs w:val="22"/>
        </w:rPr>
        <w:tab/>
      </w:r>
    </w:p>
    <w:p w14:paraId="775CF86C" w14:textId="6F20D63A" w:rsidR="00227D4B" w:rsidRPr="00227D4B" w:rsidRDefault="00227D4B" w:rsidP="00451019">
      <w:pPr>
        <w:jc w:val="center"/>
        <w:rPr>
          <w:rFonts w:ascii="Arial" w:hAnsi="Arial" w:cs="Arial"/>
          <w:sz w:val="22"/>
          <w:szCs w:val="22"/>
        </w:rPr>
      </w:pPr>
      <w:r w:rsidRPr="00227D4B">
        <w:rPr>
          <w:rFonts w:ascii="Arial" w:hAnsi="Arial" w:cs="Arial"/>
          <w:sz w:val="22"/>
          <w:szCs w:val="22"/>
        </w:rPr>
        <w:tab/>
      </w:r>
      <w:r w:rsidRPr="00227D4B">
        <w:rPr>
          <w:rFonts w:ascii="Arial" w:hAnsi="Arial" w:cs="Arial"/>
          <w:sz w:val="22"/>
          <w:szCs w:val="22"/>
        </w:rPr>
        <w:tab/>
      </w:r>
      <w:r w:rsidRPr="00227D4B">
        <w:rPr>
          <w:rFonts w:ascii="Arial" w:hAnsi="Arial" w:cs="Arial"/>
          <w:sz w:val="22"/>
          <w:szCs w:val="22"/>
        </w:rPr>
        <w:tab/>
      </w:r>
      <w:r w:rsidRPr="00227D4B">
        <w:rPr>
          <w:rFonts w:ascii="Arial" w:hAnsi="Arial" w:cs="Arial"/>
          <w:sz w:val="22"/>
          <w:szCs w:val="22"/>
        </w:rPr>
        <w:tab/>
      </w:r>
      <w:r w:rsidR="00451019">
        <w:rPr>
          <w:rFonts w:ascii="Arial" w:hAnsi="Arial" w:cs="Arial"/>
          <w:sz w:val="22"/>
          <w:szCs w:val="22"/>
        </w:rPr>
        <w:t xml:space="preserve"> </w:t>
      </w:r>
      <w:r w:rsidRPr="00227D4B">
        <w:rPr>
          <w:rFonts w:ascii="Arial" w:hAnsi="Arial" w:cs="Arial"/>
          <w:sz w:val="22"/>
          <w:szCs w:val="22"/>
        </w:rPr>
        <w:t>vpiše prijavitelj</w:t>
      </w:r>
      <w:r w:rsidRPr="00227D4B">
        <w:rPr>
          <w:rFonts w:ascii="Arial" w:hAnsi="Arial" w:cs="Arial"/>
          <w:sz w:val="22"/>
          <w:szCs w:val="22"/>
        </w:rPr>
        <w:tab/>
        <w:t xml:space="preserve">  </w:t>
      </w:r>
      <w:r w:rsidR="00451019">
        <w:rPr>
          <w:rFonts w:ascii="Arial" w:hAnsi="Arial" w:cs="Arial"/>
          <w:sz w:val="22"/>
          <w:szCs w:val="22"/>
        </w:rPr>
        <w:t xml:space="preserve">           </w:t>
      </w:r>
      <w:r w:rsidRPr="00227D4B">
        <w:rPr>
          <w:rFonts w:ascii="Arial" w:hAnsi="Arial" w:cs="Arial"/>
          <w:sz w:val="22"/>
          <w:szCs w:val="22"/>
        </w:rPr>
        <w:t xml:space="preserve">vpiše komisija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31"/>
        <w:gridCol w:w="3210"/>
        <w:gridCol w:w="2521"/>
      </w:tblGrid>
      <w:tr w:rsidR="00227D4B" w:rsidRPr="00227D4B" w14:paraId="51AEBDC6" w14:textId="77777777" w:rsidTr="008D5319">
        <w:tc>
          <w:tcPr>
            <w:tcW w:w="3131" w:type="dxa"/>
          </w:tcPr>
          <w:p w14:paraId="44B3462A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 xml:space="preserve">ŠTEVILO ČLANOV </w:t>
            </w:r>
          </w:p>
          <w:p w14:paraId="2C9787B6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 xml:space="preserve">S STALNIM PREBIVALIŠČEM </w:t>
            </w:r>
            <w:r w:rsidRPr="00227D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Pr="00227D4B">
              <w:rPr>
                <w:rFonts w:ascii="Arial" w:hAnsi="Arial" w:cs="Arial"/>
                <w:b/>
                <w:sz w:val="22"/>
                <w:szCs w:val="22"/>
              </w:rPr>
              <w:t>OBČINI MUTA:</w:t>
            </w:r>
          </w:p>
        </w:tc>
        <w:tc>
          <w:tcPr>
            <w:tcW w:w="3210" w:type="dxa"/>
            <w:vAlign w:val="center"/>
          </w:tcPr>
          <w:p w14:paraId="4C3E0B69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48A12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145A0445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5C629506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4CFBDC5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421681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3 točke na člana</w:t>
            </w:r>
          </w:p>
          <w:p w14:paraId="03664595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05881C35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</w:tbl>
    <w:p w14:paraId="37B32853" w14:textId="77777777" w:rsidR="00227D4B" w:rsidRDefault="00227D4B" w:rsidP="00227D4B">
      <w:pPr>
        <w:rPr>
          <w:rFonts w:ascii="Arial" w:hAnsi="Arial" w:cs="Arial"/>
        </w:rPr>
      </w:pPr>
    </w:p>
    <w:p w14:paraId="72B40A13" w14:textId="77777777" w:rsidR="00056027" w:rsidRDefault="00056027" w:rsidP="00227D4B">
      <w:pPr>
        <w:rPr>
          <w:rFonts w:ascii="Arial" w:hAnsi="Arial" w:cs="Arial"/>
        </w:rPr>
      </w:pPr>
    </w:p>
    <w:p w14:paraId="7FDE87FE" w14:textId="77777777" w:rsidR="00F7476C" w:rsidRDefault="00F7476C" w:rsidP="00227D4B">
      <w:pPr>
        <w:rPr>
          <w:rFonts w:ascii="Arial" w:hAnsi="Arial" w:cs="Arial"/>
        </w:rPr>
      </w:pPr>
    </w:p>
    <w:p w14:paraId="58699BE1" w14:textId="77777777" w:rsidR="00F7476C" w:rsidRDefault="00F7476C" w:rsidP="00227D4B">
      <w:pPr>
        <w:rPr>
          <w:rFonts w:ascii="Arial" w:hAnsi="Arial" w:cs="Arial"/>
        </w:rPr>
      </w:pPr>
    </w:p>
    <w:p w14:paraId="6FA4D4A1" w14:textId="77777777" w:rsidR="00F7476C" w:rsidRPr="00227D4B" w:rsidRDefault="00F7476C" w:rsidP="00227D4B">
      <w:pPr>
        <w:rPr>
          <w:rFonts w:ascii="Arial" w:hAnsi="Arial" w:cs="Arial"/>
        </w:rPr>
      </w:pPr>
    </w:p>
    <w:p w14:paraId="6F1ED85C" w14:textId="77777777" w:rsidR="00227D4B" w:rsidRPr="00227D4B" w:rsidRDefault="00227D4B" w:rsidP="00227D4B">
      <w:pPr>
        <w:rPr>
          <w:rFonts w:ascii="Arial" w:hAnsi="Arial" w:cs="Arial"/>
        </w:rPr>
      </w:pPr>
    </w:p>
    <w:p w14:paraId="0D5F23F5" w14:textId="77777777" w:rsidR="00227D4B" w:rsidRPr="00227D4B" w:rsidRDefault="00227D4B" w:rsidP="0096257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</w:rPr>
      </w:pPr>
      <w:r w:rsidRPr="00227D4B">
        <w:rPr>
          <w:rFonts w:ascii="Arial" w:hAnsi="Arial" w:cs="Arial"/>
          <w:b/>
        </w:rPr>
        <w:t>2. PRIREDITVE</w:t>
      </w:r>
    </w:p>
    <w:p w14:paraId="15F31C16" w14:textId="77777777" w:rsidR="00227D4B" w:rsidRPr="00227D4B" w:rsidRDefault="00227D4B" w:rsidP="00227D4B">
      <w:pPr>
        <w:jc w:val="center"/>
        <w:rPr>
          <w:rFonts w:ascii="Arial" w:hAnsi="Arial" w:cs="Arial"/>
          <w:b/>
          <w:sz w:val="22"/>
          <w:szCs w:val="22"/>
        </w:rPr>
      </w:pPr>
    </w:p>
    <w:p w14:paraId="2A8946AB" w14:textId="77777777" w:rsidR="00227D4B" w:rsidRPr="00227D4B" w:rsidRDefault="00227D4B" w:rsidP="00227D4B">
      <w:pPr>
        <w:jc w:val="center"/>
        <w:rPr>
          <w:rFonts w:ascii="Arial" w:hAnsi="Arial" w:cs="Arial"/>
          <w:b/>
          <w:sz w:val="22"/>
          <w:szCs w:val="22"/>
        </w:rPr>
      </w:pPr>
    </w:p>
    <w:p w14:paraId="6F68DD51" w14:textId="77777777" w:rsidR="00227D4B" w:rsidRPr="00227D4B" w:rsidRDefault="00227D4B" w:rsidP="00227D4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27D4B">
        <w:rPr>
          <w:rFonts w:ascii="Arial" w:hAnsi="Arial" w:cs="Arial"/>
          <w:b/>
          <w:sz w:val="22"/>
          <w:szCs w:val="22"/>
        </w:rPr>
        <w:t xml:space="preserve">PRIJAVITE LAHKO SKUPNO </w:t>
      </w:r>
      <w:r w:rsidRPr="00227D4B">
        <w:rPr>
          <w:rFonts w:ascii="Arial" w:hAnsi="Arial" w:cs="Arial"/>
          <w:b/>
          <w:color w:val="FF0000"/>
          <w:sz w:val="22"/>
          <w:szCs w:val="22"/>
          <w:highlight w:val="yellow"/>
          <w:u w:val="single"/>
        </w:rPr>
        <w:t>NAJVEČ 6 PRIREDITEV</w:t>
      </w:r>
      <w:r w:rsidRPr="00227D4B">
        <w:rPr>
          <w:rFonts w:ascii="Arial" w:hAnsi="Arial" w:cs="Arial"/>
          <w:b/>
          <w:color w:val="FF0000"/>
          <w:sz w:val="22"/>
          <w:szCs w:val="22"/>
        </w:rPr>
        <w:t>!</w:t>
      </w:r>
    </w:p>
    <w:p w14:paraId="24FF6C68" w14:textId="77777777" w:rsidR="00227D4B" w:rsidRDefault="00227D4B" w:rsidP="00227D4B">
      <w:pPr>
        <w:jc w:val="center"/>
        <w:rPr>
          <w:rFonts w:ascii="Arial" w:hAnsi="Arial" w:cs="Arial"/>
          <w:b/>
          <w:sz w:val="22"/>
          <w:szCs w:val="22"/>
        </w:rPr>
      </w:pPr>
    </w:p>
    <w:p w14:paraId="7C0DF19A" w14:textId="77777777" w:rsidR="00F7476C" w:rsidRDefault="00F7476C" w:rsidP="00227D4B">
      <w:pPr>
        <w:jc w:val="center"/>
        <w:rPr>
          <w:rFonts w:ascii="Arial" w:hAnsi="Arial" w:cs="Arial"/>
          <w:b/>
          <w:sz w:val="22"/>
          <w:szCs w:val="22"/>
        </w:rPr>
      </w:pPr>
    </w:p>
    <w:p w14:paraId="54721033" w14:textId="77777777" w:rsidR="00F7476C" w:rsidRPr="00227D4B" w:rsidRDefault="00F7476C" w:rsidP="00227D4B">
      <w:pPr>
        <w:jc w:val="center"/>
        <w:rPr>
          <w:rFonts w:ascii="Arial" w:hAnsi="Arial" w:cs="Arial"/>
          <w:b/>
          <w:sz w:val="22"/>
          <w:szCs w:val="22"/>
        </w:rPr>
      </w:pPr>
    </w:p>
    <w:p w14:paraId="75EE8E8C" w14:textId="77777777" w:rsidR="00227D4B" w:rsidRPr="00227D4B" w:rsidRDefault="00227D4B" w:rsidP="00227D4B">
      <w:pPr>
        <w:ind w:left="3600"/>
        <w:rPr>
          <w:rFonts w:ascii="Arial" w:hAnsi="Arial" w:cs="Arial"/>
        </w:rPr>
      </w:pPr>
      <w:r w:rsidRPr="00227D4B">
        <w:rPr>
          <w:rFonts w:ascii="Arial" w:hAnsi="Arial" w:cs="Arial"/>
          <w:sz w:val="22"/>
          <w:szCs w:val="22"/>
        </w:rPr>
        <w:t xml:space="preserve">     vpiše prijavitelj</w:t>
      </w:r>
      <w:r w:rsidRPr="00227D4B">
        <w:rPr>
          <w:rFonts w:ascii="Arial" w:hAnsi="Arial" w:cs="Arial"/>
          <w:sz w:val="22"/>
          <w:szCs w:val="22"/>
        </w:rPr>
        <w:tab/>
      </w:r>
      <w:r w:rsidRPr="00227D4B">
        <w:rPr>
          <w:rFonts w:ascii="Arial" w:hAnsi="Arial" w:cs="Arial"/>
          <w:sz w:val="22"/>
          <w:szCs w:val="22"/>
        </w:rPr>
        <w:tab/>
        <w:t xml:space="preserve">        vpiše komisija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31"/>
        <w:gridCol w:w="3210"/>
        <w:gridCol w:w="2521"/>
      </w:tblGrid>
      <w:tr w:rsidR="00227D4B" w:rsidRPr="00227D4B" w14:paraId="74CE72B1" w14:textId="77777777" w:rsidTr="008D5319">
        <w:tc>
          <w:tcPr>
            <w:tcW w:w="3131" w:type="dxa"/>
            <w:vAlign w:val="center"/>
          </w:tcPr>
          <w:p w14:paraId="5BDF769C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>ORGANIZACIJA OBČINSKE PRIREDITVE V OBČINI MUTA</w:t>
            </w:r>
          </w:p>
        </w:tc>
        <w:tc>
          <w:tcPr>
            <w:tcW w:w="3210" w:type="dxa"/>
            <w:vAlign w:val="center"/>
          </w:tcPr>
          <w:p w14:paraId="26D6324A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3FEC7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6B61CD1D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2206D3EA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7AFC84A8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7A1A4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150 točk na prireditev</w:t>
            </w:r>
          </w:p>
          <w:p w14:paraId="1B4E78A6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2C7738E5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227D4B" w:rsidRPr="00227D4B" w14:paraId="722FF210" w14:textId="77777777" w:rsidTr="008D5319">
        <w:tc>
          <w:tcPr>
            <w:tcW w:w="3131" w:type="dxa"/>
            <w:vAlign w:val="center"/>
          </w:tcPr>
          <w:p w14:paraId="2F12F7C6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>ORGANIZACIJA OBMOČNE PRIREDITVE (KOROŠKA REGIJA) V OBČINI MUTA:</w:t>
            </w:r>
          </w:p>
        </w:tc>
        <w:tc>
          <w:tcPr>
            <w:tcW w:w="3210" w:type="dxa"/>
            <w:vAlign w:val="center"/>
          </w:tcPr>
          <w:p w14:paraId="05B829F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2FBE8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13AE19CB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192029C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01F0B25C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F723D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200 točk na prireditev</w:t>
            </w:r>
          </w:p>
          <w:p w14:paraId="69263C87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7AED06E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227D4B" w:rsidRPr="00227D4B" w14:paraId="10EFE266" w14:textId="77777777" w:rsidTr="008D5319">
        <w:tc>
          <w:tcPr>
            <w:tcW w:w="3131" w:type="dxa"/>
            <w:vAlign w:val="center"/>
          </w:tcPr>
          <w:p w14:paraId="346637BD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>ORGANIZACIJA DRŽAVNE PRIREDITVE V OBČINI MUTA:</w:t>
            </w:r>
          </w:p>
        </w:tc>
        <w:tc>
          <w:tcPr>
            <w:tcW w:w="3210" w:type="dxa"/>
            <w:vAlign w:val="center"/>
          </w:tcPr>
          <w:p w14:paraId="5075251A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91D2F5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2FACD3E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1448FA9D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4EC3226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0B298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300 točk na prireditev</w:t>
            </w:r>
          </w:p>
          <w:p w14:paraId="5A43DECD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78C74D5D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227D4B" w:rsidRPr="00227D4B" w14:paraId="6B3D95B0" w14:textId="77777777" w:rsidTr="008D5319">
        <w:tc>
          <w:tcPr>
            <w:tcW w:w="3131" w:type="dxa"/>
            <w:vAlign w:val="center"/>
          </w:tcPr>
          <w:p w14:paraId="5DCD0F09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>UDELEŽBA NA DRŽAVNI PRIREDITVI</w:t>
            </w:r>
          </w:p>
        </w:tc>
        <w:tc>
          <w:tcPr>
            <w:tcW w:w="3210" w:type="dxa"/>
            <w:vAlign w:val="center"/>
          </w:tcPr>
          <w:p w14:paraId="1EC6BE03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744897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0D1197FC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77004AD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61438E4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B5AC3A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150 točk na prireditev</w:t>
            </w:r>
          </w:p>
          <w:p w14:paraId="0F9D31F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1C93C01B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227D4B" w:rsidRPr="00227D4B" w14:paraId="00AFF76D" w14:textId="77777777" w:rsidTr="008D5319">
        <w:tc>
          <w:tcPr>
            <w:tcW w:w="3131" w:type="dxa"/>
            <w:vAlign w:val="center"/>
          </w:tcPr>
          <w:p w14:paraId="34A45E86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>ORGANIZACIJA OBČINSKIH HUMANITARNIH AKCIJ V OBČINI MUTA</w:t>
            </w:r>
          </w:p>
        </w:tc>
        <w:tc>
          <w:tcPr>
            <w:tcW w:w="3210" w:type="dxa"/>
            <w:vAlign w:val="center"/>
          </w:tcPr>
          <w:p w14:paraId="20CB0F93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214C87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818D83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6E1EDCD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310A0C1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697E201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A342B2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150 točk na prireditev</w:t>
            </w:r>
          </w:p>
          <w:p w14:paraId="60425CB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6CEAA45A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</w:tbl>
    <w:p w14:paraId="310E03F2" w14:textId="77777777" w:rsidR="0037443F" w:rsidRDefault="0037443F" w:rsidP="009C15EE">
      <w:pPr>
        <w:spacing w:line="276" w:lineRule="auto"/>
        <w:rPr>
          <w:rFonts w:ascii="Arial" w:hAnsi="Arial" w:cs="Arial"/>
        </w:rPr>
      </w:pPr>
    </w:p>
    <w:p w14:paraId="73B2AEDF" w14:textId="77777777" w:rsidR="00F7476C" w:rsidRDefault="00F7476C" w:rsidP="009C15EE">
      <w:pPr>
        <w:spacing w:line="276" w:lineRule="auto"/>
        <w:rPr>
          <w:rFonts w:ascii="Arial" w:hAnsi="Arial" w:cs="Arial"/>
        </w:rPr>
      </w:pPr>
    </w:p>
    <w:p w14:paraId="728BED0A" w14:textId="77777777" w:rsidR="00F7476C" w:rsidRDefault="00F7476C" w:rsidP="009C15EE">
      <w:pPr>
        <w:spacing w:line="276" w:lineRule="auto"/>
        <w:rPr>
          <w:rFonts w:ascii="Arial" w:hAnsi="Arial" w:cs="Arial"/>
        </w:rPr>
      </w:pPr>
    </w:p>
    <w:p w14:paraId="232A6938" w14:textId="77777777" w:rsidR="00F7476C" w:rsidRDefault="00F7476C" w:rsidP="009C15EE">
      <w:pPr>
        <w:spacing w:line="276" w:lineRule="auto"/>
        <w:rPr>
          <w:rFonts w:ascii="Arial" w:hAnsi="Arial" w:cs="Arial"/>
        </w:rPr>
      </w:pPr>
    </w:p>
    <w:p w14:paraId="5BF48AE9" w14:textId="77777777" w:rsidR="00F7476C" w:rsidRDefault="00F7476C" w:rsidP="00F7476C">
      <w:pPr>
        <w:rPr>
          <w:rFonts w:ascii="Arial" w:hAnsi="Arial" w:cs="Arial"/>
        </w:rPr>
      </w:pPr>
    </w:p>
    <w:p w14:paraId="464E81E5" w14:textId="72F8738C" w:rsidR="00F7476C" w:rsidRPr="004E1A78" w:rsidRDefault="00F7476C" w:rsidP="00F7476C">
      <w:pPr>
        <w:rPr>
          <w:rFonts w:ascii="Arial" w:hAnsi="Arial" w:cs="Arial"/>
          <w:b/>
          <w:bCs/>
          <w:u w:val="single"/>
        </w:rPr>
      </w:pPr>
      <w:r w:rsidRPr="004E1A78">
        <w:rPr>
          <w:rFonts w:ascii="Arial" w:hAnsi="Arial" w:cs="Arial"/>
          <w:b/>
          <w:bCs/>
          <w:u w:val="single"/>
        </w:rPr>
        <w:t>PRIREDITEV 1</w:t>
      </w:r>
    </w:p>
    <w:p w14:paraId="00C25037" w14:textId="119C31E4" w:rsidR="00F7476C" w:rsidRDefault="00F7476C" w:rsidP="00F7476C">
      <w:pPr>
        <w:rPr>
          <w:rFonts w:ascii="Arial" w:hAnsi="Arial" w:cs="Arial"/>
        </w:rPr>
      </w:pPr>
      <w:r>
        <w:rPr>
          <w:rFonts w:ascii="Arial" w:hAnsi="Arial" w:cs="Arial"/>
        </w:rPr>
        <w:t>NAZIV PRIREDITVE: ______________________________________________________________</w:t>
      </w:r>
    </w:p>
    <w:p w14:paraId="232D5DA6" w14:textId="77777777" w:rsidR="00F7476C" w:rsidRDefault="00F7476C" w:rsidP="00F7476C">
      <w:pPr>
        <w:rPr>
          <w:rFonts w:ascii="Arial" w:hAnsi="Arial" w:cs="Arial"/>
        </w:rPr>
      </w:pPr>
    </w:p>
    <w:p w14:paraId="0C09A966" w14:textId="6FD67252" w:rsidR="00F7476C" w:rsidRDefault="00F7476C" w:rsidP="00F7476C">
      <w:pPr>
        <w:rPr>
          <w:rFonts w:ascii="Arial" w:hAnsi="Arial" w:cs="Arial"/>
        </w:rPr>
      </w:pPr>
      <w:r>
        <w:rPr>
          <w:rFonts w:ascii="Arial" w:hAnsi="Arial" w:cs="Arial"/>
        </w:rPr>
        <w:t>ČAS IN KRAJ IZVEDBE: __________________________________________________</w:t>
      </w:r>
      <w:r w:rsidR="00B6797D">
        <w:rPr>
          <w:rFonts w:ascii="Arial" w:hAnsi="Arial" w:cs="Arial"/>
        </w:rPr>
        <w:t>_</w:t>
      </w:r>
      <w:r>
        <w:rPr>
          <w:rFonts w:ascii="Arial" w:hAnsi="Arial" w:cs="Arial"/>
        </w:rPr>
        <w:t>_________</w:t>
      </w:r>
    </w:p>
    <w:p w14:paraId="3E29E0FB" w14:textId="77777777" w:rsidR="00F7476C" w:rsidRDefault="00F7476C" w:rsidP="00F7476C">
      <w:pPr>
        <w:rPr>
          <w:rFonts w:ascii="Arial" w:hAnsi="Arial" w:cs="Arial"/>
        </w:rPr>
      </w:pPr>
    </w:p>
    <w:p w14:paraId="542B28E4" w14:textId="3D9A9F1A" w:rsidR="00F7476C" w:rsidRDefault="00F7476C" w:rsidP="00F7476C">
      <w:pPr>
        <w:rPr>
          <w:rFonts w:ascii="Arial" w:hAnsi="Arial" w:cs="Arial"/>
        </w:rPr>
      </w:pPr>
      <w:r>
        <w:rPr>
          <w:rFonts w:ascii="Arial" w:hAnsi="Arial" w:cs="Arial"/>
        </w:rPr>
        <w:t>TRAJANJE PRIREDITVE: _____________________________________</w:t>
      </w:r>
      <w:r w:rsidR="00B6797D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</w:t>
      </w:r>
    </w:p>
    <w:p w14:paraId="43283347" w14:textId="77777777" w:rsidR="00F7476C" w:rsidRDefault="00F7476C" w:rsidP="00F7476C">
      <w:pPr>
        <w:rPr>
          <w:rFonts w:ascii="Arial" w:hAnsi="Arial" w:cs="Arial"/>
        </w:rPr>
      </w:pPr>
    </w:p>
    <w:p w14:paraId="66B172A8" w14:textId="44D1BF09" w:rsidR="00F7476C" w:rsidRDefault="00F7476C" w:rsidP="00F7476C">
      <w:pPr>
        <w:rPr>
          <w:rFonts w:ascii="Arial" w:hAnsi="Arial" w:cs="Arial"/>
        </w:rPr>
      </w:pPr>
      <w:r>
        <w:rPr>
          <w:rFonts w:ascii="Arial" w:hAnsi="Arial" w:cs="Arial"/>
        </w:rPr>
        <w:t>ŠTEVILO OBČINSTVA ALI UDELEŽENCEV: _____________________</w:t>
      </w:r>
      <w:r w:rsidR="00B6797D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</w:t>
      </w:r>
    </w:p>
    <w:p w14:paraId="04FF5F14" w14:textId="77777777" w:rsidR="00F7476C" w:rsidRDefault="00F7476C" w:rsidP="00F7476C">
      <w:pPr>
        <w:rPr>
          <w:rFonts w:ascii="Arial" w:hAnsi="Arial" w:cs="Arial"/>
        </w:rPr>
      </w:pPr>
    </w:p>
    <w:p w14:paraId="1C495C0D" w14:textId="0EC208A1" w:rsidR="00F7476C" w:rsidRDefault="00F7476C" w:rsidP="00F7476C">
      <w:pPr>
        <w:rPr>
          <w:rFonts w:ascii="Arial" w:hAnsi="Arial" w:cs="Arial"/>
        </w:rPr>
      </w:pPr>
      <w:r>
        <w:rPr>
          <w:rFonts w:ascii="Arial" w:hAnsi="Arial" w:cs="Arial"/>
        </w:rPr>
        <w:t>OPIS PRIREDITVE (DODATNA POJASNILA …)</w:t>
      </w:r>
      <w:r w:rsidR="00B6797D">
        <w:rPr>
          <w:rFonts w:ascii="Arial" w:hAnsi="Arial" w:cs="Arial"/>
        </w:rPr>
        <w:t>: _________________________________________</w:t>
      </w:r>
    </w:p>
    <w:p w14:paraId="6451A28D" w14:textId="77777777" w:rsidR="00B6797D" w:rsidRDefault="00B6797D" w:rsidP="00F7476C">
      <w:pPr>
        <w:rPr>
          <w:rFonts w:ascii="Arial" w:hAnsi="Arial" w:cs="Arial"/>
        </w:rPr>
      </w:pPr>
    </w:p>
    <w:p w14:paraId="04B04CEB" w14:textId="77777777" w:rsidR="00B6797D" w:rsidRDefault="00B6797D">
      <w:r>
        <w:rPr>
          <w:rFonts w:ascii="Arial" w:hAnsi="Arial" w:cs="Arial"/>
        </w:rPr>
        <w:t>_________________________________________________________________________________</w:t>
      </w:r>
    </w:p>
    <w:p w14:paraId="1BB3B3A5" w14:textId="2783C1D8" w:rsidR="00B6797D" w:rsidRDefault="00B6797D" w:rsidP="00F7476C">
      <w:pPr>
        <w:rPr>
          <w:rFonts w:ascii="Arial" w:hAnsi="Arial" w:cs="Arial"/>
        </w:rPr>
      </w:pPr>
    </w:p>
    <w:p w14:paraId="512DC32E" w14:textId="77777777" w:rsidR="00B6797D" w:rsidRDefault="00B6797D">
      <w:r>
        <w:rPr>
          <w:rFonts w:ascii="Arial" w:hAnsi="Arial" w:cs="Arial"/>
        </w:rPr>
        <w:t>_________________________________________________________________________________</w:t>
      </w:r>
    </w:p>
    <w:p w14:paraId="64B46AC1" w14:textId="541BFFB6" w:rsidR="00B6797D" w:rsidRDefault="00B6797D" w:rsidP="00F7476C">
      <w:pPr>
        <w:rPr>
          <w:rFonts w:ascii="Arial" w:hAnsi="Arial" w:cs="Arial"/>
        </w:rPr>
      </w:pPr>
    </w:p>
    <w:p w14:paraId="12196C0A" w14:textId="77777777" w:rsidR="00B6797D" w:rsidRDefault="00B6797D">
      <w:r>
        <w:rPr>
          <w:rFonts w:ascii="Arial" w:hAnsi="Arial" w:cs="Arial"/>
        </w:rPr>
        <w:t>_________________________________________________________________________________</w:t>
      </w:r>
    </w:p>
    <w:p w14:paraId="10EED81B" w14:textId="4638F4F0" w:rsidR="00B6797D" w:rsidRDefault="00B6797D" w:rsidP="00F7476C">
      <w:pPr>
        <w:rPr>
          <w:rFonts w:ascii="Arial" w:hAnsi="Arial" w:cs="Arial"/>
        </w:rPr>
      </w:pPr>
    </w:p>
    <w:p w14:paraId="379F6EE8" w14:textId="77777777" w:rsidR="004E1A78" w:rsidRDefault="004E1A78">
      <w:r>
        <w:rPr>
          <w:rFonts w:ascii="Arial" w:hAnsi="Arial" w:cs="Arial"/>
        </w:rPr>
        <w:t>_________________________________________________________________________________</w:t>
      </w:r>
    </w:p>
    <w:p w14:paraId="4CC169F1" w14:textId="520C2976" w:rsidR="004E1A78" w:rsidRDefault="004E1A78" w:rsidP="00F7476C">
      <w:pPr>
        <w:rPr>
          <w:rFonts w:ascii="Arial" w:hAnsi="Arial" w:cs="Arial"/>
        </w:rPr>
      </w:pPr>
    </w:p>
    <w:p w14:paraId="0D46DC3A" w14:textId="5812FB28" w:rsidR="004E1A78" w:rsidRDefault="004E1A78" w:rsidP="00F7476C">
      <w:pPr>
        <w:rPr>
          <w:rFonts w:ascii="Arial" w:hAnsi="Arial" w:cs="Arial"/>
        </w:rPr>
      </w:pPr>
      <w:r>
        <w:rPr>
          <w:rFonts w:ascii="Arial" w:hAnsi="Arial" w:cs="Arial"/>
        </w:rPr>
        <w:t>*PRILOGE (VABILA, RAZPISI, ČASOPISNI ČLANKI, POTRDILA, DRUGO): ____________________</w:t>
      </w:r>
    </w:p>
    <w:p w14:paraId="306F88B0" w14:textId="41DB968A" w:rsidR="004E1A78" w:rsidRDefault="004E1A78">
      <w:pPr>
        <w:rPr>
          <w:rFonts w:ascii="Arial" w:hAnsi="Arial" w:cs="Arial"/>
        </w:rPr>
      </w:pPr>
    </w:p>
    <w:p w14:paraId="5D525131" w14:textId="202AF45E" w:rsidR="004E1A78" w:rsidRDefault="004E1A78">
      <w:r>
        <w:rPr>
          <w:rFonts w:ascii="Arial" w:hAnsi="Arial" w:cs="Arial"/>
        </w:rPr>
        <w:t>_________________________________________________________________________________</w:t>
      </w:r>
    </w:p>
    <w:p w14:paraId="732047FA" w14:textId="2DACE823" w:rsidR="004E1A78" w:rsidRDefault="004E1A78" w:rsidP="00F7476C">
      <w:pPr>
        <w:rPr>
          <w:rFonts w:ascii="Arial" w:hAnsi="Arial" w:cs="Arial"/>
        </w:rPr>
      </w:pPr>
    </w:p>
    <w:p w14:paraId="0F550337" w14:textId="09636E9E" w:rsidR="004E1A78" w:rsidRDefault="004E1A78" w:rsidP="00F7476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</w:t>
      </w:r>
    </w:p>
    <w:p w14:paraId="76F938FD" w14:textId="77777777" w:rsidR="004E1A78" w:rsidRDefault="004E1A78" w:rsidP="00F7476C">
      <w:pPr>
        <w:rPr>
          <w:rFonts w:ascii="Arial" w:hAnsi="Arial" w:cs="Arial"/>
        </w:rPr>
      </w:pPr>
    </w:p>
    <w:p w14:paraId="4DC629A8" w14:textId="02E2C0C5" w:rsidR="00B6797D" w:rsidRPr="004E1A78" w:rsidRDefault="004E1A78" w:rsidP="004E1A78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</w:t>
      </w:r>
      <w:r w:rsidRPr="004E1A78">
        <w:rPr>
          <w:rFonts w:ascii="Arial" w:hAnsi="Arial" w:cs="Arial"/>
          <w:i/>
          <w:iCs/>
        </w:rPr>
        <w:t xml:space="preserve">* PRILOGE so </w:t>
      </w:r>
      <w:r w:rsidRPr="004E1A78">
        <w:rPr>
          <w:rFonts w:ascii="Arial" w:hAnsi="Arial" w:cs="Arial"/>
          <w:i/>
          <w:iCs/>
          <w:u w:val="single"/>
        </w:rPr>
        <w:t>obvezni</w:t>
      </w:r>
      <w:r w:rsidRPr="004E1A78">
        <w:rPr>
          <w:rFonts w:ascii="Arial" w:hAnsi="Arial" w:cs="Arial"/>
          <w:i/>
          <w:iCs/>
        </w:rPr>
        <w:t xml:space="preserve"> del prijavljenih programov in projektov vlagatelja</w:t>
      </w:r>
      <w:r w:rsidR="00182EE4">
        <w:rPr>
          <w:rFonts w:ascii="Arial" w:hAnsi="Arial" w:cs="Arial"/>
          <w:i/>
          <w:iCs/>
        </w:rPr>
        <w:t xml:space="preserve"> pri oddanem poročilu</w:t>
      </w:r>
    </w:p>
    <w:p w14:paraId="278929F9" w14:textId="77777777" w:rsidR="00B6797D" w:rsidRDefault="00B6797D" w:rsidP="00F7476C">
      <w:pPr>
        <w:rPr>
          <w:rFonts w:ascii="Arial" w:hAnsi="Arial" w:cs="Arial"/>
        </w:rPr>
      </w:pPr>
    </w:p>
    <w:p w14:paraId="211A06FA" w14:textId="77777777" w:rsidR="00F7476C" w:rsidRDefault="00F7476C" w:rsidP="00F7476C">
      <w:pPr>
        <w:rPr>
          <w:rFonts w:ascii="Arial" w:hAnsi="Arial" w:cs="Arial"/>
        </w:rPr>
      </w:pPr>
    </w:p>
    <w:p w14:paraId="1F00114D" w14:textId="77777777" w:rsidR="00A942F0" w:rsidRDefault="00A942F0" w:rsidP="00F7476C">
      <w:pPr>
        <w:rPr>
          <w:rFonts w:ascii="Arial" w:hAnsi="Arial" w:cs="Arial"/>
        </w:rPr>
      </w:pPr>
    </w:p>
    <w:p w14:paraId="211B525A" w14:textId="77777777" w:rsidR="00A942F0" w:rsidRDefault="00A942F0" w:rsidP="00F7476C">
      <w:pPr>
        <w:rPr>
          <w:rFonts w:ascii="Arial" w:hAnsi="Arial" w:cs="Arial"/>
        </w:rPr>
      </w:pPr>
    </w:p>
    <w:p w14:paraId="611467DD" w14:textId="77777777" w:rsidR="00F7476C" w:rsidRDefault="00F7476C" w:rsidP="00F7476C">
      <w:pPr>
        <w:rPr>
          <w:rFonts w:ascii="Arial" w:hAnsi="Arial" w:cs="Arial"/>
        </w:rPr>
      </w:pPr>
    </w:p>
    <w:p w14:paraId="466D0B84" w14:textId="4E63228D" w:rsidR="00A942F0" w:rsidRPr="004E1A78" w:rsidRDefault="00A942F0" w:rsidP="00A942F0">
      <w:pPr>
        <w:rPr>
          <w:rFonts w:ascii="Arial" w:hAnsi="Arial" w:cs="Arial"/>
          <w:b/>
          <w:bCs/>
          <w:u w:val="single"/>
        </w:rPr>
      </w:pPr>
      <w:r w:rsidRPr="004E1A78">
        <w:rPr>
          <w:rFonts w:ascii="Arial" w:hAnsi="Arial" w:cs="Arial"/>
          <w:b/>
          <w:bCs/>
          <w:u w:val="single"/>
        </w:rPr>
        <w:t xml:space="preserve">PRIREDITEV </w:t>
      </w:r>
      <w:r>
        <w:rPr>
          <w:rFonts w:ascii="Arial" w:hAnsi="Arial" w:cs="Arial"/>
          <w:b/>
          <w:bCs/>
          <w:u w:val="single"/>
        </w:rPr>
        <w:t>2</w:t>
      </w:r>
    </w:p>
    <w:p w14:paraId="605FAD4E" w14:textId="77777777" w:rsidR="00A942F0" w:rsidRDefault="00A942F0" w:rsidP="00A942F0">
      <w:pPr>
        <w:rPr>
          <w:rFonts w:ascii="Arial" w:hAnsi="Arial" w:cs="Arial"/>
        </w:rPr>
      </w:pPr>
      <w:r>
        <w:rPr>
          <w:rFonts w:ascii="Arial" w:hAnsi="Arial" w:cs="Arial"/>
        </w:rPr>
        <w:t>NAZIV PRIREDITVE: ______________________________________________________________</w:t>
      </w:r>
    </w:p>
    <w:p w14:paraId="518867D2" w14:textId="77777777" w:rsidR="00A942F0" w:rsidRDefault="00A942F0" w:rsidP="00A942F0">
      <w:pPr>
        <w:rPr>
          <w:rFonts w:ascii="Arial" w:hAnsi="Arial" w:cs="Arial"/>
        </w:rPr>
      </w:pPr>
    </w:p>
    <w:p w14:paraId="7903BF00" w14:textId="77777777" w:rsidR="00A942F0" w:rsidRDefault="00A942F0" w:rsidP="00A942F0">
      <w:pPr>
        <w:rPr>
          <w:rFonts w:ascii="Arial" w:hAnsi="Arial" w:cs="Arial"/>
        </w:rPr>
      </w:pPr>
      <w:r>
        <w:rPr>
          <w:rFonts w:ascii="Arial" w:hAnsi="Arial" w:cs="Arial"/>
        </w:rPr>
        <w:t>ČAS IN KRAJ IZVEDBE: ____________________________________________________________</w:t>
      </w:r>
    </w:p>
    <w:p w14:paraId="1FC3496E" w14:textId="77777777" w:rsidR="00A942F0" w:rsidRDefault="00A942F0" w:rsidP="00A942F0">
      <w:pPr>
        <w:rPr>
          <w:rFonts w:ascii="Arial" w:hAnsi="Arial" w:cs="Arial"/>
        </w:rPr>
      </w:pPr>
    </w:p>
    <w:p w14:paraId="21E4C021" w14:textId="77777777" w:rsidR="00A942F0" w:rsidRDefault="00A942F0" w:rsidP="00A942F0">
      <w:pPr>
        <w:rPr>
          <w:rFonts w:ascii="Arial" w:hAnsi="Arial" w:cs="Arial"/>
        </w:rPr>
      </w:pPr>
      <w:r>
        <w:rPr>
          <w:rFonts w:ascii="Arial" w:hAnsi="Arial" w:cs="Arial"/>
        </w:rPr>
        <w:t>TRAJANJE PRIREDITVE: ___________________________________________________________</w:t>
      </w:r>
    </w:p>
    <w:p w14:paraId="5FAB6A2F" w14:textId="77777777" w:rsidR="00A942F0" w:rsidRDefault="00A942F0" w:rsidP="00A942F0">
      <w:pPr>
        <w:rPr>
          <w:rFonts w:ascii="Arial" w:hAnsi="Arial" w:cs="Arial"/>
        </w:rPr>
      </w:pPr>
    </w:p>
    <w:p w14:paraId="4E156FC1" w14:textId="77777777" w:rsidR="00A942F0" w:rsidRDefault="00A942F0" w:rsidP="00A942F0">
      <w:pPr>
        <w:rPr>
          <w:rFonts w:ascii="Arial" w:hAnsi="Arial" w:cs="Arial"/>
        </w:rPr>
      </w:pPr>
      <w:r>
        <w:rPr>
          <w:rFonts w:ascii="Arial" w:hAnsi="Arial" w:cs="Arial"/>
        </w:rPr>
        <w:t>ŠTEVILO OBČINSTVA ALI UDELEŽENCEV: ____________________________________________</w:t>
      </w:r>
    </w:p>
    <w:p w14:paraId="276D216C" w14:textId="77777777" w:rsidR="00A942F0" w:rsidRDefault="00A942F0" w:rsidP="00A942F0">
      <w:pPr>
        <w:rPr>
          <w:rFonts w:ascii="Arial" w:hAnsi="Arial" w:cs="Arial"/>
        </w:rPr>
      </w:pPr>
    </w:p>
    <w:p w14:paraId="20A7EBB3" w14:textId="77777777" w:rsidR="00A942F0" w:rsidRDefault="00A942F0" w:rsidP="00A942F0">
      <w:pPr>
        <w:rPr>
          <w:rFonts w:ascii="Arial" w:hAnsi="Arial" w:cs="Arial"/>
        </w:rPr>
      </w:pPr>
      <w:r>
        <w:rPr>
          <w:rFonts w:ascii="Arial" w:hAnsi="Arial" w:cs="Arial"/>
        </w:rPr>
        <w:t>OPIS PRIREDITVE (DODATNA POJASNILA …): _________________________________________</w:t>
      </w:r>
    </w:p>
    <w:p w14:paraId="650A0618" w14:textId="77777777" w:rsidR="00A942F0" w:rsidRDefault="00A942F0" w:rsidP="00A942F0">
      <w:pPr>
        <w:rPr>
          <w:rFonts w:ascii="Arial" w:hAnsi="Arial" w:cs="Arial"/>
        </w:rPr>
      </w:pPr>
    </w:p>
    <w:p w14:paraId="4C98BF47" w14:textId="77777777" w:rsidR="00A942F0" w:rsidRDefault="00A942F0" w:rsidP="00A942F0">
      <w:r>
        <w:rPr>
          <w:rFonts w:ascii="Arial" w:hAnsi="Arial" w:cs="Arial"/>
        </w:rPr>
        <w:t>_________________________________________________________________________________</w:t>
      </w:r>
    </w:p>
    <w:p w14:paraId="1AEEEA9A" w14:textId="77777777" w:rsidR="00A942F0" w:rsidRDefault="00A942F0" w:rsidP="00A942F0">
      <w:pPr>
        <w:rPr>
          <w:rFonts w:ascii="Arial" w:hAnsi="Arial" w:cs="Arial"/>
        </w:rPr>
      </w:pPr>
    </w:p>
    <w:p w14:paraId="5AAAC752" w14:textId="77777777" w:rsidR="00A942F0" w:rsidRDefault="00A942F0" w:rsidP="00A942F0">
      <w:r>
        <w:rPr>
          <w:rFonts w:ascii="Arial" w:hAnsi="Arial" w:cs="Arial"/>
        </w:rPr>
        <w:t>_________________________________________________________________________________</w:t>
      </w:r>
    </w:p>
    <w:p w14:paraId="64AD8987" w14:textId="77777777" w:rsidR="00A942F0" w:rsidRDefault="00A942F0" w:rsidP="00A942F0">
      <w:pPr>
        <w:rPr>
          <w:rFonts w:ascii="Arial" w:hAnsi="Arial" w:cs="Arial"/>
        </w:rPr>
      </w:pPr>
    </w:p>
    <w:p w14:paraId="7081D9BB" w14:textId="77777777" w:rsidR="00A942F0" w:rsidRDefault="00A942F0" w:rsidP="00A942F0">
      <w:r>
        <w:rPr>
          <w:rFonts w:ascii="Arial" w:hAnsi="Arial" w:cs="Arial"/>
        </w:rPr>
        <w:t>_________________________________________________________________________________</w:t>
      </w:r>
    </w:p>
    <w:p w14:paraId="408AC508" w14:textId="77777777" w:rsidR="00A942F0" w:rsidRDefault="00A942F0" w:rsidP="00A942F0">
      <w:pPr>
        <w:rPr>
          <w:rFonts w:ascii="Arial" w:hAnsi="Arial" w:cs="Arial"/>
        </w:rPr>
      </w:pPr>
    </w:p>
    <w:p w14:paraId="26B5A58A" w14:textId="77777777" w:rsidR="00A942F0" w:rsidRDefault="00A942F0" w:rsidP="00A942F0">
      <w:r>
        <w:rPr>
          <w:rFonts w:ascii="Arial" w:hAnsi="Arial" w:cs="Arial"/>
        </w:rPr>
        <w:t>_________________________________________________________________________________</w:t>
      </w:r>
    </w:p>
    <w:p w14:paraId="219C6C9C" w14:textId="77777777" w:rsidR="00A942F0" w:rsidRDefault="00A942F0" w:rsidP="00A942F0">
      <w:pPr>
        <w:rPr>
          <w:rFonts w:ascii="Arial" w:hAnsi="Arial" w:cs="Arial"/>
        </w:rPr>
      </w:pPr>
    </w:p>
    <w:p w14:paraId="08FF6F79" w14:textId="77777777" w:rsidR="00A942F0" w:rsidRDefault="00A942F0" w:rsidP="00A942F0">
      <w:pPr>
        <w:rPr>
          <w:rFonts w:ascii="Arial" w:hAnsi="Arial" w:cs="Arial"/>
        </w:rPr>
      </w:pPr>
      <w:r>
        <w:rPr>
          <w:rFonts w:ascii="Arial" w:hAnsi="Arial" w:cs="Arial"/>
        </w:rPr>
        <w:t>*PRILOGE (VABILA, RAZPISI, ČASOPISNI ČLANKI, POTRDILA, DRUGO): ____________________</w:t>
      </w:r>
    </w:p>
    <w:p w14:paraId="4A641D6B" w14:textId="77777777" w:rsidR="00A942F0" w:rsidRDefault="00A942F0" w:rsidP="00A942F0">
      <w:pPr>
        <w:rPr>
          <w:rFonts w:ascii="Arial" w:hAnsi="Arial" w:cs="Arial"/>
        </w:rPr>
      </w:pPr>
    </w:p>
    <w:p w14:paraId="7DC96F01" w14:textId="77777777" w:rsidR="00A942F0" w:rsidRDefault="00A942F0" w:rsidP="00A942F0">
      <w:r>
        <w:rPr>
          <w:rFonts w:ascii="Arial" w:hAnsi="Arial" w:cs="Arial"/>
        </w:rPr>
        <w:t>_________________________________________________________________________________</w:t>
      </w:r>
    </w:p>
    <w:p w14:paraId="33B4711A" w14:textId="77777777" w:rsidR="00A942F0" w:rsidRDefault="00A942F0" w:rsidP="00A942F0">
      <w:pPr>
        <w:rPr>
          <w:rFonts w:ascii="Arial" w:hAnsi="Arial" w:cs="Arial"/>
        </w:rPr>
      </w:pPr>
    </w:p>
    <w:p w14:paraId="2C63B01D" w14:textId="77777777" w:rsidR="00A942F0" w:rsidRDefault="00A942F0" w:rsidP="00A942F0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</w:t>
      </w:r>
    </w:p>
    <w:p w14:paraId="07680ED2" w14:textId="77777777" w:rsidR="00A942F0" w:rsidRDefault="00A942F0" w:rsidP="00A942F0">
      <w:pPr>
        <w:rPr>
          <w:rFonts w:ascii="Arial" w:hAnsi="Arial" w:cs="Arial"/>
        </w:rPr>
      </w:pPr>
    </w:p>
    <w:p w14:paraId="3E0D504D" w14:textId="0D4ADBB6" w:rsidR="00A942F0" w:rsidRPr="004E1A78" w:rsidRDefault="00A942F0" w:rsidP="00A942F0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</w:t>
      </w:r>
      <w:r w:rsidRPr="004E1A78">
        <w:rPr>
          <w:rFonts w:ascii="Arial" w:hAnsi="Arial" w:cs="Arial"/>
          <w:i/>
          <w:iCs/>
        </w:rPr>
        <w:t xml:space="preserve">* PRILOGE so </w:t>
      </w:r>
      <w:r w:rsidRPr="004E1A78">
        <w:rPr>
          <w:rFonts w:ascii="Arial" w:hAnsi="Arial" w:cs="Arial"/>
          <w:i/>
          <w:iCs/>
          <w:u w:val="single"/>
        </w:rPr>
        <w:t>obvezni</w:t>
      </w:r>
      <w:r w:rsidRPr="004E1A78">
        <w:rPr>
          <w:rFonts w:ascii="Arial" w:hAnsi="Arial" w:cs="Arial"/>
          <w:i/>
          <w:iCs/>
        </w:rPr>
        <w:t xml:space="preserve"> del prijavljenih programov in projektov vlagatelja</w:t>
      </w:r>
      <w:r w:rsidR="00182EE4">
        <w:rPr>
          <w:rFonts w:ascii="Arial" w:hAnsi="Arial" w:cs="Arial"/>
          <w:i/>
          <w:iCs/>
        </w:rPr>
        <w:t xml:space="preserve"> </w:t>
      </w:r>
      <w:r w:rsidR="00182EE4">
        <w:rPr>
          <w:rFonts w:ascii="Arial" w:hAnsi="Arial" w:cs="Arial"/>
          <w:i/>
          <w:iCs/>
        </w:rPr>
        <w:t>pri oddanem poročilu</w:t>
      </w:r>
    </w:p>
    <w:p w14:paraId="4650F754" w14:textId="77777777" w:rsidR="00F7476C" w:rsidRDefault="00F7476C" w:rsidP="00F7476C">
      <w:pPr>
        <w:rPr>
          <w:rFonts w:ascii="Arial" w:hAnsi="Arial" w:cs="Arial"/>
        </w:rPr>
      </w:pPr>
    </w:p>
    <w:p w14:paraId="017D15DC" w14:textId="77777777" w:rsidR="005A218D" w:rsidRDefault="005A218D" w:rsidP="00F7476C">
      <w:pPr>
        <w:rPr>
          <w:rFonts w:ascii="Arial" w:hAnsi="Arial" w:cs="Arial"/>
        </w:rPr>
      </w:pPr>
    </w:p>
    <w:p w14:paraId="71CB8B37" w14:textId="77777777" w:rsidR="005A218D" w:rsidRDefault="005A218D" w:rsidP="00F7476C">
      <w:pPr>
        <w:rPr>
          <w:rFonts w:ascii="Arial" w:hAnsi="Arial" w:cs="Arial"/>
        </w:rPr>
      </w:pPr>
    </w:p>
    <w:p w14:paraId="6ADC17ED" w14:textId="77777777" w:rsidR="005A218D" w:rsidRDefault="005A218D" w:rsidP="00F7476C">
      <w:pPr>
        <w:rPr>
          <w:rFonts w:ascii="Arial" w:hAnsi="Arial" w:cs="Arial"/>
        </w:rPr>
      </w:pPr>
    </w:p>
    <w:p w14:paraId="378D332C" w14:textId="77777777" w:rsidR="005A218D" w:rsidRDefault="005A218D" w:rsidP="00F7476C">
      <w:pPr>
        <w:rPr>
          <w:rFonts w:ascii="Arial" w:hAnsi="Arial" w:cs="Arial"/>
        </w:rPr>
      </w:pPr>
    </w:p>
    <w:p w14:paraId="3EF0F35B" w14:textId="0C574D21" w:rsidR="005A218D" w:rsidRPr="004E1A78" w:rsidRDefault="005A218D" w:rsidP="005A218D">
      <w:pPr>
        <w:rPr>
          <w:rFonts w:ascii="Arial" w:hAnsi="Arial" w:cs="Arial"/>
          <w:b/>
          <w:bCs/>
          <w:u w:val="single"/>
        </w:rPr>
      </w:pPr>
      <w:r w:rsidRPr="004E1A78">
        <w:rPr>
          <w:rFonts w:ascii="Arial" w:hAnsi="Arial" w:cs="Arial"/>
          <w:b/>
          <w:bCs/>
          <w:u w:val="single"/>
        </w:rPr>
        <w:t xml:space="preserve">PRIREDITEV </w:t>
      </w:r>
      <w:r>
        <w:rPr>
          <w:rFonts w:ascii="Arial" w:hAnsi="Arial" w:cs="Arial"/>
          <w:b/>
          <w:bCs/>
          <w:u w:val="single"/>
        </w:rPr>
        <w:t>3</w:t>
      </w:r>
    </w:p>
    <w:p w14:paraId="3CB4B1C4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NAZIV PRIREDITVE: ______________________________________________________________</w:t>
      </w:r>
    </w:p>
    <w:p w14:paraId="7B147F85" w14:textId="77777777" w:rsidR="005A218D" w:rsidRDefault="005A218D" w:rsidP="005A218D">
      <w:pPr>
        <w:rPr>
          <w:rFonts w:ascii="Arial" w:hAnsi="Arial" w:cs="Arial"/>
        </w:rPr>
      </w:pPr>
    </w:p>
    <w:p w14:paraId="5C6D10EB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ČAS IN KRAJ IZVEDBE: ____________________________________________________________</w:t>
      </w:r>
    </w:p>
    <w:p w14:paraId="5F2EEE19" w14:textId="77777777" w:rsidR="005A218D" w:rsidRDefault="005A218D" w:rsidP="005A218D">
      <w:pPr>
        <w:rPr>
          <w:rFonts w:ascii="Arial" w:hAnsi="Arial" w:cs="Arial"/>
        </w:rPr>
      </w:pPr>
    </w:p>
    <w:p w14:paraId="2671100C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TRAJANJE PRIREDITVE: ___________________________________________________________</w:t>
      </w:r>
    </w:p>
    <w:p w14:paraId="5A816377" w14:textId="77777777" w:rsidR="005A218D" w:rsidRDefault="005A218D" w:rsidP="005A218D">
      <w:pPr>
        <w:rPr>
          <w:rFonts w:ascii="Arial" w:hAnsi="Arial" w:cs="Arial"/>
        </w:rPr>
      </w:pPr>
    </w:p>
    <w:p w14:paraId="30D1B488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ŠTEVILO OBČINSTVA ALI UDELEŽENCEV: ____________________________________________</w:t>
      </w:r>
    </w:p>
    <w:p w14:paraId="7807993F" w14:textId="77777777" w:rsidR="005A218D" w:rsidRDefault="005A218D" w:rsidP="005A218D">
      <w:pPr>
        <w:rPr>
          <w:rFonts w:ascii="Arial" w:hAnsi="Arial" w:cs="Arial"/>
        </w:rPr>
      </w:pPr>
    </w:p>
    <w:p w14:paraId="568F0FE7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OPIS PRIREDITVE (DODATNA POJASNILA …): _________________________________________</w:t>
      </w:r>
    </w:p>
    <w:p w14:paraId="4962013C" w14:textId="77777777" w:rsidR="005A218D" w:rsidRDefault="005A218D" w:rsidP="005A218D">
      <w:pPr>
        <w:rPr>
          <w:rFonts w:ascii="Arial" w:hAnsi="Arial" w:cs="Arial"/>
        </w:rPr>
      </w:pPr>
    </w:p>
    <w:p w14:paraId="4FD63F5A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69493064" w14:textId="77777777" w:rsidR="005A218D" w:rsidRDefault="005A218D" w:rsidP="005A218D">
      <w:pPr>
        <w:rPr>
          <w:rFonts w:ascii="Arial" w:hAnsi="Arial" w:cs="Arial"/>
        </w:rPr>
      </w:pPr>
    </w:p>
    <w:p w14:paraId="37D25E38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1C7567C8" w14:textId="77777777" w:rsidR="005A218D" w:rsidRDefault="005A218D" w:rsidP="005A218D">
      <w:pPr>
        <w:rPr>
          <w:rFonts w:ascii="Arial" w:hAnsi="Arial" w:cs="Arial"/>
        </w:rPr>
      </w:pPr>
    </w:p>
    <w:p w14:paraId="5F1B2A89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303BC387" w14:textId="77777777" w:rsidR="005A218D" w:rsidRDefault="005A218D" w:rsidP="005A218D">
      <w:pPr>
        <w:rPr>
          <w:rFonts w:ascii="Arial" w:hAnsi="Arial" w:cs="Arial"/>
        </w:rPr>
      </w:pPr>
    </w:p>
    <w:p w14:paraId="7FC8F23F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5B0263C8" w14:textId="77777777" w:rsidR="005A218D" w:rsidRDefault="005A218D" w:rsidP="005A218D">
      <w:pPr>
        <w:rPr>
          <w:rFonts w:ascii="Arial" w:hAnsi="Arial" w:cs="Arial"/>
        </w:rPr>
      </w:pPr>
    </w:p>
    <w:p w14:paraId="05BAC41B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*PRILOGE (VABILA, RAZPISI, ČASOPISNI ČLANKI, POTRDILA, DRUGO): ____________________</w:t>
      </w:r>
    </w:p>
    <w:p w14:paraId="6901E81E" w14:textId="77777777" w:rsidR="005A218D" w:rsidRDefault="005A218D" w:rsidP="005A218D">
      <w:pPr>
        <w:rPr>
          <w:rFonts w:ascii="Arial" w:hAnsi="Arial" w:cs="Arial"/>
        </w:rPr>
      </w:pPr>
    </w:p>
    <w:p w14:paraId="0932BC77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7A74D47A" w14:textId="77777777" w:rsidR="005A218D" w:rsidRDefault="005A218D" w:rsidP="005A218D">
      <w:pPr>
        <w:rPr>
          <w:rFonts w:ascii="Arial" w:hAnsi="Arial" w:cs="Arial"/>
        </w:rPr>
      </w:pPr>
    </w:p>
    <w:p w14:paraId="6F0855D0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</w:t>
      </w:r>
    </w:p>
    <w:p w14:paraId="2DD0F264" w14:textId="77777777" w:rsidR="005A218D" w:rsidRDefault="005A218D" w:rsidP="005A218D">
      <w:pPr>
        <w:rPr>
          <w:rFonts w:ascii="Arial" w:hAnsi="Arial" w:cs="Arial"/>
        </w:rPr>
      </w:pPr>
    </w:p>
    <w:p w14:paraId="43EFBA79" w14:textId="7F3C6A96" w:rsidR="005A218D" w:rsidRPr="004E1A78" w:rsidRDefault="005A218D" w:rsidP="005A218D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</w:t>
      </w:r>
      <w:r w:rsidRPr="004E1A78">
        <w:rPr>
          <w:rFonts w:ascii="Arial" w:hAnsi="Arial" w:cs="Arial"/>
          <w:i/>
          <w:iCs/>
        </w:rPr>
        <w:t xml:space="preserve">* PRILOGE so </w:t>
      </w:r>
      <w:r w:rsidRPr="004E1A78">
        <w:rPr>
          <w:rFonts w:ascii="Arial" w:hAnsi="Arial" w:cs="Arial"/>
          <w:i/>
          <w:iCs/>
          <w:u w:val="single"/>
        </w:rPr>
        <w:t>obvezni</w:t>
      </w:r>
      <w:r w:rsidRPr="004E1A78">
        <w:rPr>
          <w:rFonts w:ascii="Arial" w:hAnsi="Arial" w:cs="Arial"/>
          <w:i/>
          <w:iCs/>
        </w:rPr>
        <w:t xml:space="preserve"> del prijavljenih programov in projektov vlagatelja</w:t>
      </w:r>
      <w:r w:rsidR="00182EE4">
        <w:rPr>
          <w:rFonts w:ascii="Arial" w:hAnsi="Arial" w:cs="Arial"/>
          <w:i/>
          <w:iCs/>
        </w:rPr>
        <w:t xml:space="preserve"> </w:t>
      </w:r>
      <w:r w:rsidR="00182EE4">
        <w:rPr>
          <w:rFonts w:ascii="Arial" w:hAnsi="Arial" w:cs="Arial"/>
          <w:i/>
          <w:iCs/>
        </w:rPr>
        <w:t>pri oddanem poročilu</w:t>
      </w:r>
    </w:p>
    <w:p w14:paraId="281FBDF2" w14:textId="77777777" w:rsidR="005A218D" w:rsidRDefault="005A218D" w:rsidP="00F7476C">
      <w:pPr>
        <w:rPr>
          <w:rFonts w:ascii="Arial" w:hAnsi="Arial" w:cs="Arial"/>
        </w:rPr>
      </w:pPr>
    </w:p>
    <w:p w14:paraId="38818EC3" w14:textId="77777777" w:rsidR="005A218D" w:rsidRDefault="005A218D" w:rsidP="00F7476C">
      <w:pPr>
        <w:rPr>
          <w:rFonts w:ascii="Arial" w:hAnsi="Arial" w:cs="Arial"/>
        </w:rPr>
      </w:pPr>
    </w:p>
    <w:p w14:paraId="2A8DB0B5" w14:textId="77777777" w:rsidR="005A218D" w:rsidRDefault="005A218D" w:rsidP="00F7476C">
      <w:pPr>
        <w:rPr>
          <w:rFonts w:ascii="Arial" w:hAnsi="Arial" w:cs="Arial"/>
        </w:rPr>
      </w:pPr>
    </w:p>
    <w:p w14:paraId="3A55AED5" w14:textId="77777777" w:rsidR="005A218D" w:rsidRDefault="005A218D" w:rsidP="00F7476C">
      <w:pPr>
        <w:rPr>
          <w:rFonts w:ascii="Arial" w:hAnsi="Arial" w:cs="Arial"/>
        </w:rPr>
      </w:pPr>
    </w:p>
    <w:p w14:paraId="00AB8103" w14:textId="77777777" w:rsidR="005A218D" w:rsidRDefault="005A218D" w:rsidP="00F7476C">
      <w:pPr>
        <w:rPr>
          <w:rFonts w:ascii="Arial" w:hAnsi="Arial" w:cs="Arial"/>
        </w:rPr>
      </w:pPr>
    </w:p>
    <w:p w14:paraId="447B99FB" w14:textId="77777777" w:rsidR="005A218D" w:rsidRDefault="005A218D" w:rsidP="00F7476C">
      <w:pPr>
        <w:rPr>
          <w:rFonts w:ascii="Arial" w:hAnsi="Arial" w:cs="Arial"/>
        </w:rPr>
      </w:pPr>
    </w:p>
    <w:p w14:paraId="54CF0F52" w14:textId="258F96BC" w:rsidR="005A218D" w:rsidRPr="004E1A78" w:rsidRDefault="005A218D" w:rsidP="005A218D">
      <w:pPr>
        <w:rPr>
          <w:rFonts w:ascii="Arial" w:hAnsi="Arial" w:cs="Arial"/>
          <w:b/>
          <w:bCs/>
          <w:u w:val="single"/>
        </w:rPr>
      </w:pPr>
      <w:r w:rsidRPr="004E1A78">
        <w:rPr>
          <w:rFonts w:ascii="Arial" w:hAnsi="Arial" w:cs="Arial"/>
          <w:b/>
          <w:bCs/>
          <w:u w:val="single"/>
        </w:rPr>
        <w:t xml:space="preserve">PRIREDITEV </w:t>
      </w:r>
      <w:r>
        <w:rPr>
          <w:rFonts w:ascii="Arial" w:hAnsi="Arial" w:cs="Arial"/>
          <w:b/>
          <w:bCs/>
          <w:u w:val="single"/>
        </w:rPr>
        <w:t>4</w:t>
      </w:r>
    </w:p>
    <w:p w14:paraId="268B8E2A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NAZIV PRIREDITVE: ______________________________________________________________</w:t>
      </w:r>
    </w:p>
    <w:p w14:paraId="52D99EC6" w14:textId="77777777" w:rsidR="005A218D" w:rsidRDefault="005A218D" w:rsidP="005A218D">
      <w:pPr>
        <w:rPr>
          <w:rFonts w:ascii="Arial" w:hAnsi="Arial" w:cs="Arial"/>
        </w:rPr>
      </w:pPr>
    </w:p>
    <w:p w14:paraId="01ACF0A5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ČAS IN KRAJ IZVEDBE: ____________________________________________________________</w:t>
      </w:r>
    </w:p>
    <w:p w14:paraId="62988DD5" w14:textId="77777777" w:rsidR="005A218D" w:rsidRDefault="005A218D" w:rsidP="005A218D">
      <w:pPr>
        <w:rPr>
          <w:rFonts w:ascii="Arial" w:hAnsi="Arial" w:cs="Arial"/>
        </w:rPr>
      </w:pPr>
    </w:p>
    <w:p w14:paraId="1185FE73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TRAJANJE PRIREDITVE: ___________________________________________________________</w:t>
      </w:r>
    </w:p>
    <w:p w14:paraId="5C7F32A1" w14:textId="77777777" w:rsidR="005A218D" w:rsidRDefault="005A218D" w:rsidP="005A218D">
      <w:pPr>
        <w:rPr>
          <w:rFonts w:ascii="Arial" w:hAnsi="Arial" w:cs="Arial"/>
        </w:rPr>
      </w:pPr>
    </w:p>
    <w:p w14:paraId="16C634D0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ŠTEVILO OBČINSTVA ALI UDELEŽENCEV: ____________________________________________</w:t>
      </w:r>
    </w:p>
    <w:p w14:paraId="4CE4DFBC" w14:textId="77777777" w:rsidR="005A218D" w:rsidRDefault="005A218D" w:rsidP="005A218D">
      <w:pPr>
        <w:rPr>
          <w:rFonts w:ascii="Arial" w:hAnsi="Arial" w:cs="Arial"/>
        </w:rPr>
      </w:pPr>
    </w:p>
    <w:p w14:paraId="036816C7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OPIS PRIREDITVE (DODATNA POJASNILA …): _________________________________________</w:t>
      </w:r>
    </w:p>
    <w:p w14:paraId="4B3E7DD9" w14:textId="77777777" w:rsidR="005A218D" w:rsidRDefault="005A218D" w:rsidP="005A218D">
      <w:pPr>
        <w:rPr>
          <w:rFonts w:ascii="Arial" w:hAnsi="Arial" w:cs="Arial"/>
        </w:rPr>
      </w:pPr>
    </w:p>
    <w:p w14:paraId="376ED875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3272C630" w14:textId="77777777" w:rsidR="005A218D" w:rsidRDefault="005A218D" w:rsidP="005A218D">
      <w:pPr>
        <w:rPr>
          <w:rFonts w:ascii="Arial" w:hAnsi="Arial" w:cs="Arial"/>
        </w:rPr>
      </w:pPr>
    </w:p>
    <w:p w14:paraId="7829F66D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7CDFAF60" w14:textId="77777777" w:rsidR="005A218D" w:rsidRDefault="005A218D" w:rsidP="005A218D">
      <w:pPr>
        <w:rPr>
          <w:rFonts w:ascii="Arial" w:hAnsi="Arial" w:cs="Arial"/>
        </w:rPr>
      </w:pPr>
    </w:p>
    <w:p w14:paraId="2C57F8C7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45EFAA5B" w14:textId="77777777" w:rsidR="005A218D" w:rsidRDefault="005A218D" w:rsidP="005A218D">
      <w:pPr>
        <w:rPr>
          <w:rFonts w:ascii="Arial" w:hAnsi="Arial" w:cs="Arial"/>
        </w:rPr>
      </w:pPr>
    </w:p>
    <w:p w14:paraId="16674A84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13A25B2F" w14:textId="77777777" w:rsidR="005A218D" w:rsidRDefault="005A218D" w:rsidP="005A218D">
      <w:pPr>
        <w:rPr>
          <w:rFonts w:ascii="Arial" w:hAnsi="Arial" w:cs="Arial"/>
        </w:rPr>
      </w:pPr>
    </w:p>
    <w:p w14:paraId="5690DA83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*PRILOGE (VABILA, RAZPISI, ČASOPISNI ČLANKI, POTRDILA, DRUGO): ____________________</w:t>
      </w:r>
    </w:p>
    <w:p w14:paraId="0E1BB586" w14:textId="77777777" w:rsidR="005A218D" w:rsidRDefault="005A218D" w:rsidP="005A218D">
      <w:pPr>
        <w:rPr>
          <w:rFonts w:ascii="Arial" w:hAnsi="Arial" w:cs="Arial"/>
        </w:rPr>
      </w:pPr>
    </w:p>
    <w:p w14:paraId="580F98AA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69609A6E" w14:textId="77777777" w:rsidR="005A218D" w:rsidRDefault="005A218D" w:rsidP="005A218D">
      <w:pPr>
        <w:rPr>
          <w:rFonts w:ascii="Arial" w:hAnsi="Arial" w:cs="Arial"/>
        </w:rPr>
      </w:pPr>
    </w:p>
    <w:p w14:paraId="3A1164A6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</w:t>
      </w:r>
    </w:p>
    <w:p w14:paraId="484F035B" w14:textId="77777777" w:rsidR="005A218D" w:rsidRDefault="005A218D" w:rsidP="005A218D">
      <w:pPr>
        <w:rPr>
          <w:rFonts w:ascii="Arial" w:hAnsi="Arial" w:cs="Arial"/>
        </w:rPr>
      </w:pPr>
    </w:p>
    <w:p w14:paraId="1A4085BD" w14:textId="25D04386" w:rsidR="005A218D" w:rsidRPr="004E1A78" w:rsidRDefault="005A218D" w:rsidP="005A218D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</w:t>
      </w:r>
      <w:r w:rsidRPr="004E1A78">
        <w:rPr>
          <w:rFonts w:ascii="Arial" w:hAnsi="Arial" w:cs="Arial"/>
          <w:i/>
          <w:iCs/>
        </w:rPr>
        <w:t xml:space="preserve">* PRILOGE so </w:t>
      </w:r>
      <w:r w:rsidRPr="004E1A78">
        <w:rPr>
          <w:rFonts w:ascii="Arial" w:hAnsi="Arial" w:cs="Arial"/>
          <w:i/>
          <w:iCs/>
          <w:u w:val="single"/>
        </w:rPr>
        <w:t>obvezni</w:t>
      </w:r>
      <w:r w:rsidRPr="004E1A78">
        <w:rPr>
          <w:rFonts w:ascii="Arial" w:hAnsi="Arial" w:cs="Arial"/>
          <w:i/>
          <w:iCs/>
        </w:rPr>
        <w:t xml:space="preserve"> del prijavljenih programov in projektov vlagatelja</w:t>
      </w:r>
      <w:r w:rsidR="00182EE4">
        <w:rPr>
          <w:rFonts w:ascii="Arial" w:hAnsi="Arial" w:cs="Arial"/>
          <w:i/>
          <w:iCs/>
        </w:rPr>
        <w:t xml:space="preserve"> </w:t>
      </w:r>
      <w:r w:rsidR="00182EE4">
        <w:rPr>
          <w:rFonts w:ascii="Arial" w:hAnsi="Arial" w:cs="Arial"/>
          <w:i/>
          <w:iCs/>
        </w:rPr>
        <w:t>pri oddanem poročilu</w:t>
      </w:r>
    </w:p>
    <w:p w14:paraId="74787C83" w14:textId="77777777" w:rsidR="005A218D" w:rsidRDefault="005A218D" w:rsidP="00F7476C">
      <w:pPr>
        <w:rPr>
          <w:rFonts w:ascii="Arial" w:hAnsi="Arial" w:cs="Arial"/>
        </w:rPr>
      </w:pPr>
    </w:p>
    <w:p w14:paraId="35D2305C" w14:textId="77777777" w:rsidR="005A218D" w:rsidRDefault="005A218D" w:rsidP="00F7476C">
      <w:pPr>
        <w:rPr>
          <w:rFonts w:ascii="Arial" w:hAnsi="Arial" w:cs="Arial"/>
        </w:rPr>
      </w:pPr>
    </w:p>
    <w:p w14:paraId="2570F9E8" w14:textId="77777777" w:rsidR="005A218D" w:rsidRDefault="005A218D" w:rsidP="00F7476C">
      <w:pPr>
        <w:rPr>
          <w:rFonts w:ascii="Arial" w:hAnsi="Arial" w:cs="Arial"/>
        </w:rPr>
      </w:pPr>
    </w:p>
    <w:p w14:paraId="7A2FECD4" w14:textId="4E495A93" w:rsidR="005A218D" w:rsidRPr="004E1A78" w:rsidRDefault="005A218D" w:rsidP="005A218D">
      <w:pPr>
        <w:rPr>
          <w:rFonts w:ascii="Arial" w:hAnsi="Arial" w:cs="Arial"/>
          <w:b/>
          <w:bCs/>
          <w:u w:val="single"/>
        </w:rPr>
      </w:pPr>
      <w:r w:rsidRPr="004E1A78">
        <w:rPr>
          <w:rFonts w:ascii="Arial" w:hAnsi="Arial" w:cs="Arial"/>
          <w:b/>
          <w:bCs/>
          <w:u w:val="single"/>
        </w:rPr>
        <w:t xml:space="preserve">PRIREDITEV </w:t>
      </w:r>
      <w:r>
        <w:rPr>
          <w:rFonts w:ascii="Arial" w:hAnsi="Arial" w:cs="Arial"/>
          <w:b/>
          <w:bCs/>
          <w:u w:val="single"/>
        </w:rPr>
        <w:t>5</w:t>
      </w:r>
    </w:p>
    <w:p w14:paraId="1B9D8006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NAZIV PRIREDITVE: ______________________________________________________________</w:t>
      </w:r>
    </w:p>
    <w:p w14:paraId="0445152A" w14:textId="77777777" w:rsidR="005A218D" w:rsidRDefault="005A218D" w:rsidP="005A218D">
      <w:pPr>
        <w:rPr>
          <w:rFonts w:ascii="Arial" w:hAnsi="Arial" w:cs="Arial"/>
        </w:rPr>
      </w:pPr>
    </w:p>
    <w:p w14:paraId="69499B76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ČAS IN KRAJ IZVEDBE: ____________________________________________________________</w:t>
      </w:r>
    </w:p>
    <w:p w14:paraId="47DDE857" w14:textId="77777777" w:rsidR="005A218D" w:rsidRDefault="005A218D" w:rsidP="005A218D">
      <w:pPr>
        <w:rPr>
          <w:rFonts w:ascii="Arial" w:hAnsi="Arial" w:cs="Arial"/>
        </w:rPr>
      </w:pPr>
    </w:p>
    <w:p w14:paraId="27272FB8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TRAJANJE PRIREDITVE: ___________________________________________________________</w:t>
      </w:r>
    </w:p>
    <w:p w14:paraId="255E5EB7" w14:textId="77777777" w:rsidR="005A218D" w:rsidRDefault="005A218D" w:rsidP="005A218D">
      <w:pPr>
        <w:rPr>
          <w:rFonts w:ascii="Arial" w:hAnsi="Arial" w:cs="Arial"/>
        </w:rPr>
      </w:pPr>
    </w:p>
    <w:p w14:paraId="30646727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ŠTEVILO OBČINSTVA ALI UDELEŽENCEV: ____________________________________________</w:t>
      </w:r>
    </w:p>
    <w:p w14:paraId="16D60063" w14:textId="77777777" w:rsidR="005A218D" w:rsidRDefault="005A218D" w:rsidP="005A218D">
      <w:pPr>
        <w:rPr>
          <w:rFonts w:ascii="Arial" w:hAnsi="Arial" w:cs="Arial"/>
        </w:rPr>
      </w:pPr>
    </w:p>
    <w:p w14:paraId="2AD998CD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OPIS PRIREDITVE (DODATNA POJASNILA …): _________________________________________</w:t>
      </w:r>
    </w:p>
    <w:p w14:paraId="78C7CB35" w14:textId="77777777" w:rsidR="005A218D" w:rsidRDefault="005A218D" w:rsidP="005A218D">
      <w:pPr>
        <w:rPr>
          <w:rFonts w:ascii="Arial" w:hAnsi="Arial" w:cs="Arial"/>
        </w:rPr>
      </w:pPr>
    </w:p>
    <w:p w14:paraId="23CBAF2F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580C6C86" w14:textId="77777777" w:rsidR="005A218D" w:rsidRDefault="005A218D" w:rsidP="005A218D">
      <w:pPr>
        <w:rPr>
          <w:rFonts w:ascii="Arial" w:hAnsi="Arial" w:cs="Arial"/>
        </w:rPr>
      </w:pPr>
    </w:p>
    <w:p w14:paraId="6FAC3156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3BED9638" w14:textId="77777777" w:rsidR="005A218D" w:rsidRDefault="005A218D" w:rsidP="005A218D">
      <w:pPr>
        <w:rPr>
          <w:rFonts w:ascii="Arial" w:hAnsi="Arial" w:cs="Arial"/>
        </w:rPr>
      </w:pPr>
    </w:p>
    <w:p w14:paraId="24A8C46D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79845A84" w14:textId="77777777" w:rsidR="005A218D" w:rsidRDefault="005A218D" w:rsidP="005A218D">
      <w:pPr>
        <w:rPr>
          <w:rFonts w:ascii="Arial" w:hAnsi="Arial" w:cs="Arial"/>
        </w:rPr>
      </w:pPr>
    </w:p>
    <w:p w14:paraId="659180BF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1A0516E6" w14:textId="77777777" w:rsidR="005A218D" w:rsidRDefault="005A218D" w:rsidP="005A218D">
      <w:pPr>
        <w:rPr>
          <w:rFonts w:ascii="Arial" w:hAnsi="Arial" w:cs="Arial"/>
        </w:rPr>
      </w:pPr>
    </w:p>
    <w:p w14:paraId="504C4487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*PRILOGE (VABILA, RAZPISI, ČASOPISNI ČLANKI, POTRDILA, DRUGO): ____________________</w:t>
      </w:r>
    </w:p>
    <w:p w14:paraId="18EDDA1E" w14:textId="77777777" w:rsidR="005A218D" w:rsidRDefault="005A218D" w:rsidP="005A218D">
      <w:pPr>
        <w:rPr>
          <w:rFonts w:ascii="Arial" w:hAnsi="Arial" w:cs="Arial"/>
        </w:rPr>
      </w:pPr>
    </w:p>
    <w:p w14:paraId="77D57A06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53B7432C" w14:textId="77777777" w:rsidR="005A218D" w:rsidRDefault="005A218D" w:rsidP="005A218D">
      <w:pPr>
        <w:rPr>
          <w:rFonts w:ascii="Arial" w:hAnsi="Arial" w:cs="Arial"/>
        </w:rPr>
      </w:pPr>
    </w:p>
    <w:p w14:paraId="3898C6BA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</w:t>
      </w:r>
    </w:p>
    <w:p w14:paraId="580C9BF2" w14:textId="77777777" w:rsidR="005A218D" w:rsidRDefault="005A218D" w:rsidP="005A218D">
      <w:pPr>
        <w:rPr>
          <w:rFonts w:ascii="Arial" w:hAnsi="Arial" w:cs="Arial"/>
        </w:rPr>
      </w:pPr>
    </w:p>
    <w:p w14:paraId="76C76C9A" w14:textId="521A2783" w:rsidR="005A218D" w:rsidRPr="004E1A78" w:rsidRDefault="005A218D" w:rsidP="005A218D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</w:t>
      </w:r>
      <w:r w:rsidRPr="004E1A78">
        <w:rPr>
          <w:rFonts w:ascii="Arial" w:hAnsi="Arial" w:cs="Arial"/>
          <w:i/>
          <w:iCs/>
        </w:rPr>
        <w:t xml:space="preserve">* PRILOGE so </w:t>
      </w:r>
      <w:r w:rsidRPr="004E1A78">
        <w:rPr>
          <w:rFonts w:ascii="Arial" w:hAnsi="Arial" w:cs="Arial"/>
          <w:i/>
          <w:iCs/>
          <w:u w:val="single"/>
        </w:rPr>
        <w:t>obvezni</w:t>
      </w:r>
      <w:r w:rsidRPr="004E1A78">
        <w:rPr>
          <w:rFonts w:ascii="Arial" w:hAnsi="Arial" w:cs="Arial"/>
          <w:i/>
          <w:iCs/>
        </w:rPr>
        <w:t xml:space="preserve"> del prijavljenih programov in projektov vlagatelja</w:t>
      </w:r>
      <w:r w:rsidR="00182EE4">
        <w:rPr>
          <w:rFonts w:ascii="Arial" w:hAnsi="Arial" w:cs="Arial"/>
          <w:i/>
          <w:iCs/>
        </w:rPr>
        <w:t xml:space="preserve"> </w:t>
      </w:r>
      <w:r w:rsidR="00182EE4">
        <w:rPr>
          <w:rFonts w:ascii="Arial" w:hAnsi="Arial" w:cs="Arial"/>
          <w:i/>
          <w:iCs/>
        </w:rPr>
        <w:t>pri oddanem poročilu</w:t>
      </w:r>
    </w:p>
    <w:p w14:paraId="602599A0" w14:textId="77777777" w:rsidR="005A218D" w:rsidRDefault="005A218D" w:rsidP="00F7476C">
      <w:pPr>
        <w:rPr>
          <w:rFonts w:ascii="Arial" w:hAnsi="Arial" w:cs="Arial"/>
        </w:rPr>
      </w:pPr>
    </w:p>
    <w:p w14:paraId="59441086" w14:textId="77777777" w:rsidR="005A218D" w:rsidRDefault="005A218D" w:rsidP="00F7476C">
      <w:pPr>
        <w:rPr>
          <w:rFonts w:ascii="Arial" w:hAnsi="Arial" w:cs="Arial"/>
        </w:rPr>
      </w:pPr>
    </w:p>
    <w:p w14:paraId="62983635" w14:textId="77777777" w:rsidR="005A218D" w:rsidRDefault="005A218D" w:rsidP="00F7476C">
      <w:pPr>
        <w:rPr>
          <w:rFonts w:ascii="Arial" w:hAnsi="Arial" w:cs="Arial"/>
        </w:rPr>
      </w:pPr>
    </w:p>
    <w:p w14:paraId="1BDB66FD" w14:textId="77777777" w:rsidR="005A218D" w:rsidRDefault="005A218D" w:rsidP="00F7476C">
      <w:pPr>
        <w:rPr>
          <w:rFonts w:ascii="Arial" w:hAnsi="Arial" w:cs="Arial"/>
        </w:rPr>
      </w:pPr>
    </w:p>
    <w:p w14:paraId="7366663F" w14:textId="77777777" w:rsidR="005A218D" w:rsidRDefault="005A218D" w:rsidP="00F7476C">
      <w:pPr>
        <w:rPr>
          <w:rFonts w:ascii="Arial" w:hAnsi="Arial" w:cs="Arial"/>
        </w:rPr>
      </w:pPr>
    </w:p>
    <w:p w14:paraId="13C5DD25" w14:textId="77777777" w:rsidR="005A218D" w:rsidRDefault="005A218D" w:rsidP="00F7476C">
      <w:pPr>
        <w:rPr>
          <w:rFonts w:ascii="Arial" w:hAnsi="Arial" w:cs="Arial"/>
        </w:rPr>
      </w:pPr>
    </w:p>
    <w:p w14:paraId="28C195A1" w14:textId="6B032E3E" w:rsidR="005A218D" w:rsidRPr="004E1A78" w:rsidRDefault="005A218D" w:rsidP="005A218D">
      <w:pPr>
        <w:rPr>
          <w:rFonts w:ascii="Arial" w:hAnsi="Arial" w:cs="Arial"/>
          <w:b/>
          <w:bCs/>
          <w:u w:val="single"/>
        </w:rPr>
      </w:pPr>
      <w:r w:rsidRPr="004E1A78">
        <w:rPr>
          <w:rFonts w:ascii="Arial" w:hAnsi="Arial" w:cs="Arial"/>
          <w:b/>
          <w:bCs/>
          <w:u w:val="single"/>
        </w:rPr>
        <w:t xml:space="preserve">PRIREDITEV </w:t>
      </w:r>
      <w:r>
        <w:rPr>
          <w:rFonts w:ascii="Arial" w:hAnsi="Arial" w:cs="Arial"/>
          <w:b/>
          <w:bCs/>
          <w:u w:val="single"/>
        </w:rPr>
        <w:t>6</w:t>
      </w:r>
    </w:p>
    <w:p w14:paraId="25961C61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NAZIV PRIREDITVE: ______________________________________________________________</w:t>
      </w:r>
    </w:p>
    <w:p w14:paraId="0ACB7561" w14:textId="77777777" w:rsidR="005A218D" w:rsidRDefault="005A218D" w:rsidP="005A218D">
      <w:pPr>
        <w:rPr>
          <w:rFonts w:ascii="Arial" w:hAnsi="Arial" w:cs="Arial"/>
        </w:rPr>
      </w:pPr>
    </w:p>
    <w:p w14:paraId="3A62D04C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ČAS IN KRAJ IZVEDBE: ____________________________________________________________</w:t>
      </w:r>
    </w:p>
    <w:p w14:paraId="7BDDC713" w14:textId="77777777" w:rsidR="005A218D" w:rsidRDefault="005A218D" w:rsidP="005A218D">
      <w:pPr>
        <w:rPr>
          <w:rFonts w:ascii="Arial" w:hAnsi="Arial" w:cs="Arial"/>
        </w:rPr>
      </w:pPr>
    </w:p>
    <w:p w14:paraId="062B3172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TRAJANJE PRIREDITVE: ___________________________________________________________</w:t>
      </w:r>
    </w:p>
    <w:p w14:paraId="42149A89" w14:textId="77777777" w:rsidR="005A218D" w:rsidRDefault="005A218D" w:rsidP="005A218D">
      <w:pPr>
        <w:rPr>
          <w:rFonts w:ascii="Arial" w:hAnsi="Arial" w:cs="Arial"/>
        </w:rPr>
      </w:pPr>
    </w:p>
    <w:p w14:paraId="2B79557C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ŠTEVILO OBČINSTVA ALI UDELEŽENCEV: ____________________________________________</w:t>
      </w:r>
    </w:p>
    <w:p w14:paraId="68D1361C" w14:textId="77777777" w:rsidR="005A218D" w:rsidRDefault="005A218D" w:rsidP="005A218D">
      <w:pPr>
        <w:rPr>
          <w:rFonts w:ascii="Arial" w:hAnsi="Arial" w:cs="Arial"/>
        </w:rPr>
      </w:pPr>
    </w:p>
    <w:p w14:paraId="3D15B5A0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OPIS PRIREDITVE (DODATNA POJASNILA …): _________________________________________</w:t>
      </w:r>
    </w:p>
    <w:p w14:paraId="04E592B8" w14:textId="77777777" w:rsidR="005A218D" w:rsidRDefault="005A218D" w:rsidP="005A218D">
      <w:pPr>
        <w:rPr>
          <w:rFonts w:ascii="Arial" w:hAnsi="Arial" w:cs="Arial"/>
        </w:rPr>
      </w:pPr>
    </w:p>
    <w:p w14:paraId="763A5D47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38197517" w14:textId="77777777" w:rsidR="005A218D" w:rsidRDefault="005A218D" w:rsidP="005A218D">
      <w:pPr>
        <w:rPr>
          <w:rFonts w:ascii="Arial" w:hAnsi="Arial" w:cs="Arial"/>
        </w:rPr>
      </w:pPr>
    </w:p>
    <w:p w14:paraId="43ADB66B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7A3BF026" w14:textId="77777777" w:rsidR="005A218D" w:rsidRDefault="005A218D" w:rsidP="005A218D">
      <w:pPr>
        <w:rPr>
          <w:rFonts w:ascii="Arial" w:hAnsi="Arial" w:cs="Arial"/>
        </w:rPr>
      </w:pPr>
    </w:p>
    <w:p w14:paraId="6878D45E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7E781002" w14:textId="77777777" w:rsidR="005A218D" w:rsidRDefault="005A218D" w:rsidP="005A218D">
      <w:pPr>
        <w:rPr>
          <w:rFonts w:ascii="Arial" w:hAnsi="Arial" w:cs="Arial"/>
        </w:rPr>
      </w:pPr>
    </w:p>
    <w:p w14:paraId="5F0B1236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46C69AA0" w14:textId="77777777" w:rsidR="005A218D" w:rsidRDefault="005A218D" w:rsidP="005A218D">
      <w:pPr>
        <w:rPr>
          <w:rFonts w:ascii="Arial" w:hAnsi="Arial" w:cs="Arial"/>
        </w:rPr>
      </w:pPr>
    </w:p>
    <w:p w14:paraId="4C26D360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*PRILOGE (VABILA, RAZPISI, ČASOPISNI ČLANKI, POTRDILA, DRUGO): ____________________</w:t>
      </w:r>
    </w:p>
    <w:p w14:paraId="0887EF42" w14:textId="77777777" w:rsidR="005A218D" w:rsidRDefault="005A218D" w:rsidP="005A218D">
      <w:pPr>
        <w:rPr>
          <w:rFonts w:ascii="Arial" w:hAnsi="Arial" w:cs="Arial"/>
        </w:rPr>
      </w:pPr>
    </w:p>
    <w:p w14:paraId="61F2613C" w14:textId="77777777" w:rsidR="005A218D" w:rsidRDefault="005A218D" w:rsidP="005A218D">
      <w:r>
        <w:rPr>
          <w:rFonts w:ascii="Arial" w:hAnsi="Arial" w:cs="Arial"/>
        </w:rPr>
        <w:t>_________________________________________________________________________________</w:t>
      </w:r>
    </w:p>
    <w:p w14:paraId="2A8925B9" w14:textId="77777777" w:rsidR="005A218D" w:rsidRDefault="005A218D" w:rsidP="005A218D">
      <w:pPr>
        <w:rPr>
          <w:rFonts w:ascii="Arial" w:hAnsi="Arial" w:cs="Arial"/>
        </w:rPr>
      </w:pPr>
    </w:p>
    <w:p w14:paraId="6A78E566" w14:textId="77777777" w:rsidR="005A218D" w:rsidRDefault="005A218D" w:rsidP="005A218D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</w:t>
      </w:r>
    </w:p>
    <w:p w14:paraId="3B0566ED" w14:textId="77777777" w:rsidR="005A218D" w:rsidRDefault="005A218D" w:rsidP="005A218D">
      <w:pPr>
        <w:rPr>
          <w:rFonts w:ascii="Arial" w:hAnsi="Arial" w:cs="Arial"/>
        </w:rPr>
      </w:pPr>
    </w:p>
    <w:p w14:paraId="594A6903" w14:textId="1C44D25D" w:rsidR="005A218D" w:rsidRPr="004E1A78" w:rsidRDefault="005A218D" w:rsidP="005A218D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</w:t>
      </w:r>
      <w:r w:rsidRPr="004E1A78">
        <w:rPr>
          <w:rFonts w:ascii="Arial" w:hAnsi="Arial" w:cs="Arial"/>
          <w:i/>
          <w:iCs/>
        </w:rPr>
        <w:t xml:space="preserve">* PRILOGE so </w:t>
      </w:r>
      <w:r w:rsidRPr="004E1A78">
        <w:rPr>
          <w:rFonts w:ascii="Arial" w:hAnsi="Arial" w:cs="Arial"/>
          <w:i/>
          <w:iCs/>
          <w:u w:val="single"/>
        </w:rPr>
        <w:t>obvezni</w:t>
      </w:r>
      <w:r w:rsidRPr="004E1A78">
        <w:rPr>
          <w:rFonts w:ascii="Arial" w:hAnsi="Arial" w:cs="Arial"/>
          <w:i/>
          <w:iCs/>
        </w:rPr>
        <w:t xml:space="preserve"> del prijavljenih programov in projektov vlagatelja</w:t>
      </w:r>
      <w:r w:rsidR="00182EE4">
        <w:rPr>
          <w:rFonts w:ascii="Arial" w:hAnsi="Arial" w:cs="Arial"/>
          <w:i/>
          <w:iCs/>
        </w:rPr>
        <w:t xml:space="preserve"> pri oddanem poročilu</w:t>
      </w:r>
    </w:p>
    <w:p w14:paraId="0551B9CC" w14:textId="77777777" w:rsidR="005A218D" w:rsidRPr="00F7476C" w:rsidRDefault="005A218D" w:rsidP="00F7476C">
      <w:pPr>
        <w:rPr>
          <w:rFonts w:ascii="Arial" w:hAnsi="Arial" w:cs="Arial"/>
        </w:rPr>
        <w:sectPr w:rsidR="005A218D" w:rsidRPr="00F7476C" w:rsidSect="003235E2">
          <w:headerReference w:type="default" r:id="rId12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2A114F76" w14:textId="77777777" w:rsidR="00056027" w:rsidRPr="00056027" w:rsidRDefault="00056027" w:rsidP="00957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</w:rPr>
      </w:pPr>
      <w:r w:rsidRPr="00056027">
        <w:rPr>
          <w:rFonts w:ascii="Arial" w:hAnsi="Arial" w:cs="Arial"/>
          <w:b/>
        </w:rPr>
        <w:t>3. IZOBRAŽEVANJA</w:t>
      </w:r>
    </w:p>
    <w:p w14:paraId="75222F6A" w14:textId="77777777" w:rsidR="00056027" w:rsidRPr="00056027" w:rsidRDefault="00056027" w:rsidP="00056027">
      <w:pPr>
        <w:jc w:val="center"/>
        <w:rPr>
          <w:rFonts w:ascii="Arial" w:hAnsi="Arial" w:cs="Arial"/>
          <w:b/>
          <w:sz w:val="22"/>
          <w:szCs w:val="22"/>
        </w:rPr>
      </w:pPr>
    </w:p>
    <w:p w14:paraId="3B81F5A3" w14:textId="77777777" w:rsidR="00056027" w:rsidRPr="00056027" w:rsidRDefault="00056027" w:rsidP="00056027">
      <w:pPr>
        <w:jc w:val="center"/>
        <w:rPr>
          <w:rFonts w:ascii="Arial" w:hAnsi="Arial" w:cs="Arial"/>
          <w:b/>
          <w:sz w:val="22"/>
          <w:szCs w:val="22"/>
        </w:rPr>
      </w:pPr>
    </w:p>
    <w:p w14:paraId="03B93912" w14:textId="77777777" w:rsidR="00056027" w:rsidRDefault="00056027" w:rsidP="00056027">
      <w:pPr>
        <w:jc w:val="center"/>
        <w:rPr>
          <w:rFonts w:ascii="Arial" w:hAnsi="Arial" w:cs="Arial"/>
          <w:b/>
          <w:sz w:val="22"/>
          <w:szCs w:val="22"/>
        </w:rPr>
      </w:pPr>
      <w:r w:rsidRPr="00056027">
        <w:rPr>
          <w:rFonts w:ascii="Arial" w:hAnsi="Arial" w:cs="Arial"/>
          <w:b/>
          <w:sz w:val="22"/>
          <w:szCs w:val="22"/>
        </w:rPr>
        <w:t xml:space="preserve">PRIJAVITE LAHKO SKUPNO </w:t>
      </w:r>
      <w:r w:rsidRPr="00056027">
        <w:rPr>
          <w:rFonts w:ascii="Arial" w:hAnsi="Arial" w:cs="Arial"/>
          <w:b/>
          <w:color w:val="FF0000"/>
          <w:sz w:val="22"/>
          <w:szCs w:val="22"/>
          <w:highlight w:val="yellow"/>
          <w:u w:val="single"/>
        </w:rPr>
        <w:t>NAJVEČ 5 DNI</w:t>
      </w:r>
      <w:r w:rsidRPr="00056027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  <w:r w:rsidRPr="00056027">
        <w:rPr>
          <w:rFonts w:ascii="Arial" w:hAnsi="Arial" w:cs="Arial"/>
          <w:b/>
          <w:sz w:val="22"/>
          <w:szCs w:val="22"/>
        </w:rPr>
        <w:t>IZOBRAŽEVANJ!</w:t>
      </w:r>
    </w:p>
    <w:p w14:paraId="7633E9B4" w14:textId="77777777" w:rsidR="00056027" w:rsidRPr="00056027" w:rsidRDefault="00056027" w:rsidP="00056027">
      <w:pPr>
        <w:jc w:val="center"/>
        <w:rPr>
          <w:rFonts w:ascii="Arial" w:hAnsi="Arial" w:cs="Arial"/>
          <w:b/>
          <w:sz w:val="22"/>
          <w:szCs w:val="22"/>
        </w:rPr>
      </w:pPr>
    </w:p>
    <w:p w14:paraId="73CF2C9F" w14:textId="77777777" w:rsidR="00056027" w:rsidRDefault="00056027" w:rsidP="00056027">
      <w:pPr>
        <w:jc w:val="center"/>
        <w:rPr>
          <w:rFonts w:ascii="Arial" w:hAnsi="Arial" w:cs="Arial"/>
          <w:b/>
        </w:rPr>
      </w:pPr>
    </w:p>
    <w:p w14:paraId="389D6DCA" w14:textId="77777777" w:rsidR="00F235C6" w:rsidRPr="00056027" w:rsidRDefault="00F235C6" w:rsidP="00056027">
      <w:pPr>
        <w:jc w:val="center"/>
        <w:rPr>
          <w:rFonts w:ascii="Arial" w:hAnsi="Arial" w:cs="Arial"/>
          <w:b/>
        </w:rPr>
      </w:pPr>
    </w:p>
    <w:p w14:paraId="6DEFBBBB" w14:textId="089A075D" w:rsidR="00056027" w:rsidRPr="00056027" w:rsidRDefault="00056027" w:rsidP="00056027">
      <w:pPr>
        <w:rPr>
          <w:rFonts w:ascii="Arial" w:hAnsi="Arial" w:cs="Arial"/>
        </w:rPr>
      </w:pPr>
      <w:r w:rsidRPr="00056027">
        <w:rPr>
          <w:rFonts w:ascii="Arial" w:hAnsi="Arial" w:cs="Arial"/>
          <w:sz w:val="22"/>
          <w:szCs w:val="22"/>
        </w:rPr>
        <w:t xml:space="preserve">                                                                    vpiše prijavitelj</w:t>
      </w:r>
      <w:r w:rsidRPr="00056027">
        <w:rPr>
          <w:rFonts w:ascii="Arial" w:hAnsi="Arial" w:cs="Arial"/>
          <w:sz w:val="22"/>
          <w:szCs w:val="22"/>
        </w:rPr>
        <w:tab/>
      </w:r>
      <w:r w:rsidRPr="00056027">
        <w:rPr>
          <w:rFonts w:ascii="Arial" w:hAnsi="Arial" w:cs="Arial"/>
          <w:sz w:val="22"/>
          <w:szCs w:val="22"/>
        </w:rPr>
        <w:tab/>
        <w:t xml:space="preserve">        vpiše komisija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31"/>
        <w:gridCol w:w="3210"/>
        <w:gridCol w:w="2521"/>
      </w:tblGrid>
      <w:tr w:rsidR="00056027" w:rsidRPr="00056027" w14:paraId="189BD226" w14:textId="77777777" w:rsidTr="008D5319">
        <w:tc>
          <w:tcPr>
            <w:tcW w:w="3131" w:type="dxa"/>
            <w:vAlign w:val="center"/>
          </w:tcPr>
          <w:p w14:paraId="2101EB66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027">
              <w:rPr>
                <w:rFonts w:ascii="Arial" w:hAnsi="Arial" w:cs="Arial"/>
                <w:b/>
                <w:sz w:val="22"/>
                <w:szCs w:val="22"/>
              </w:rPr>
              <w:t>1 DNEVNA IZOBRAŽEVANJA</w:t>
            </w:r>
          </w:p>
          <w:p w14:paraId="61B06246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0" w:type="dxa"/>
            <w:vAlign w:val="center"/>
          </w:tcPr>
          <w:p w14:paraId="46B6F670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190CD0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000D7782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1FAE781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41D73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0FEAE7D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CD3B83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x 50 točk na izobr.</w:t>
            </w:r>
          </w:p>
          <w:p w14:paraId="7970EC9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7C31ABE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056027" w:rsidRPr="00056027" w14:paraId="1AD5FF13" w14:textId="77777777" w:rsidTr="008D5319">
        <w:tc>
          <w:tcPr>
            <w:tcW w:w="3131" w:type="dxa"/>
            <w:vAlign w:val="center"/>
          </w:tcPr>
          <w:p w14:paraId="2CD9B593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027">
              <w:rPr>
                <w:rFonts w:ascii="Arial" w:hAnsi="Arial" w:cs="Arial"/>
                <w:b/>
                <w:sz w:val="22"/>
                <w:szCs w:val="22"/>
              </w:rPr>
              <w:t>2 DNEVNA IZOBRAŽEVANJA</w:t>
            </w:r>
          </w:p>
          <w:p w14:paraId="3717A3F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0" w:type="dxa"/>
            <w:vAlign w:val="center"/>
          </w:tcPr>
          <w:p w14:paraId="20FA133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C0390A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4D590B7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6C1A0EC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B6B340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020783E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5D079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x 100 točk na izobr.</w:t>
            </w:r>
          </w:p>
          <w:p w14:paraId="0CF92CAA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4E33231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056027" w:rsidRPr="00056027" w14:paraId="7BC468D0" w14:textId="77777777" w:rsidTr="008D5319">
        <w:tc>
          <w:tcPr>
            <w:tcW w:w="3131" w:type="dxa"/>
            <w:vAlign w:val="center"/>
          </w:tcPr>
          <w:p w14:paraId="1EA74DF4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027">
              <w:rPr>
                <w:rFonts w:ascii="Arial" w:hAnsi="Arial" w:cs="Arial"/>
                <w:b/>
                <w:sz w:val="22"/>
                <w:szCs w:val="22"/>
              </w:rPr>
              <w:t>3 DNEVNA IZOBRAŽEVANJA</w:t>
            </w:r>
          </w:p>
          <w:p w14:paraId="13663926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0" w:type="dxa"/>
            <w:vAlign w:val="center"/>
          </w:tcPr>
          <w:p w14:paraId="53AB206C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07C33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2FD9427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3CD6AFA2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1CB7B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4FC197F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F0A5F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x 150 točk na izobr.</w:t>
            </w:r>
          </w:p>
          <w:p w14:paraId="3B1AF102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139CA72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</w:tbl>
    <w:p w14:paraId="38F5ECDF" w14:textId="77777777" w:rsidR="00056027" w:rsidRDefault="00056027" w:rsidP="00056027">
      <w:pPr>
        <w:rPr>
          <w:rFonts w:ascii="Arial" w:hAnsi="Arial" w:cs="Arial"/>
        </w:rPr>
      </w:pPr>
    </w:p>
    <w:p w14:paraId="1CCDB001" w14:textId="77777777" w:rsidR="00FC2E03" w:rsidRDefault="00FC2E03" w:rsidP="00056027">
      <w:pPr>
        <w:rPr>
          <w:rFonts w:ascii="Arial" w:hAnsi="Arial" w:cs="Arial"/>
        </w:rPr>
      </w:pPr>
    </w:p>
    <w:p w14:paraId="64887C3A" w14:textId="77777777" w:rsidR="00FC2E03" w:rsidRDefault="00FC2E03" w:rsidP="00056027">
      <w:pPr>
        <w:rPr>
          <w:rFonts w:ascii="Arial" w:hAnsi="Arial" w:cs="Arial"/>
        </w:rPr>
      </w:pPr>
    </w:p>
    <w:p w14:paraId="0B268309" w14:textId="77777777" w:rsidR="00056027" w:rsidRDefault="00056027" w:rsidP="00056027">
      <w:pPr>
        <w:rPr>
          <w:rFonts w:ascii="Arial" w:hAnsi="Arial" w:cs="Arial"/>
        </w:rPr>
      </w:pPr>
    </w:p>
    <w:p w14:paraId="319DDDAC" w14:textId="34AE71CC" w:rsidR="00F922D0" w:rsidRPr="004E1A78" w:rsidRDefault="00F922D0" w:rsidP="00F922D0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IZOBRAŽEVANJE</w:t>
      </w:r>
      <w:r w:rsidRPr="004E1A78">
        <w:rPr>
          <w:rFonts w:ascii="Arial" w:hAnsi="Arial" w:cs="Arial"/>
          <w:b/>
          <w:bCs/>
          <w:u w:val="single"/>
        </w:rPr>
        <w:t xml:space="preserve"> 1</w:t>
      </w:r>
    </w:p>
    <w:p w14:paraId="104DE608" w14:textId="0FB0EAB7" w:rsidR="00F922D0" w:rsidRDefault="00F922D0" w:rsidP="00F922D0">
      <w:pPr>
        <w:rPr>
          <w:rFonts w:ascii="Arial" w:hAnsi="Arial" w:cs="Arial"/>
        </w:rPr>
      </w:pPr>
      <w:r>
        <w:rPr>
          <w:rFonts w:ascii="Arial" w:hAnsi="Arial" w:cs="Arial"/>
        </w:rPr>
        <w:t>NAZIV IZOBRAŽEVANJA: ___________________________________________________________</w:t>
      </w:r>
    </w:p>
    <w:p w14:paraId="177E6C84" w14:textId="77777777" w:rsidR="00F922D0" w:rsidRDefault="00F922D0" w:rsidP="00F922D0">
      <w:pPr>
        <w:rPr>
          <w:rFonts w:ascii="Arial" w:hAnsi="Arial" w:cs="Arial"/>
        </w:rPr>
      </w:pPr>
    </w:p>
    <w:p w14:paraId="6815D2DA" w14:textId="77777777" w:rsidR="00F922D0" w:rsidRDefault="00F922D0" w:rsidP="00F922D0">
      <w:pPr>
        <w:rPr>
          <w:rFonts w:ascii="Arial" w:hAnsi="Arial" w:cs="Arial"/>
        </w:rPr>
      </w:pPr>
      <w:r>
        <w:rPr>
          <w:rFonts w:ascii="Arial" w:hAnsi="Arial" w:cs="Arial"/>
        </w:rPr>
        <w:t>ČAS IN KRAJ IZVEDBE: ____________________________________________________________</w:t>
      </w:r>
    </w:p>
    <w:p w14:paraId="2846D94D" w14:textId="77777777" w:rsidR="00F922D0" w:rsidRDefault="00F922D0" w:rsidP="00F922D0">
      <w:pPr>
        <w:rPr>
          <w:rFonts w:ascii="Arial" w:hAnsi="Arial" w:cs="Arial"/>
        </w:rPr>
      </w:pPr>
    </w:p>
    <w:p w14:paraId="410B2C39" w14:textId="25497513" w:rsidR="00F922D0" w:rsidRDefault="00F922D0" w:rsidP="00F922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TRAJANJE </w:t>
      </w:r>
      <w:r w:rsidR="00553EFA">
        <w:rPr>
          <w:rFonts w:ascii="Arial" w:hAnsi="Arial" w:cs="Arial"/>
        </w:rPr>
        <w:t>IZOBRAŽEVANJA</w:t>
      </w:r>
      <w:r>
        <w:rPr>
          <w:rFonts w:ascii="Arial" w:hAnsi="Arial" w:cs="Arial"/>
        </w:rPr>
        <w:t>: ___________________________</w:t>
      </w:r>
      <w:r w:rsidR="00553EFA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___________________________</w:t>
      </w:r>
    </w:p>
    <w:p w14:paraId="64AC6AF6" w14:textId="77777777" w:rsidR="00F922D0" w:rsidRDefault="00F922D0" w:rsidP="00F922D0">
      <w:pPr>
        <w:rPr>
          <w:rFonts w:ascii="Arial" w:hAnsi="Arial" w:cs="Arial"/>
        </w:rPr>
      </w:pPr>
    </w:p>
    <w:p w14:paraId="45903A8E" w14:textId="280FE26C" w:rsidR="00F922D0" w:rsidRDefault="00F922D0" w:rsidP="00F922D0">
      <w:pPr>
        <w:rPr>
          <w:rFonts w:ascii="Arial" w:hAnsi="Arial" w:cs="Arial"/>
        </w:rPr>
      </w:pPr>
      <w:r>
        <w:rPr>
          <w:rFonts w:ascii="Arial" w:hAnsi="Arial" w:cs="Arial"/>
        </w:rPr>
        <w:t>ŠTEVILO UDELEŽENCEV</w:t>
      </w:r>
      <w:r w:rsidR="00553EFA">
        <w:rPr>
          <w:rFonts w:ascii="Arial" w:hAnsi="Arial" w:cs="Arial"/>
        </w:rPr>
        <w:t xml:space="preserve"> IZOBRAŽEVANJA</w:t>
      </w:r>
      <w:r>
        <w:rPr>
          <w:rFonts w:ascii="Arial" w:hAnsi="Arial" w:cs="Arial"/>
        </w:rPr>
        <w:t>: ___________________________________________</w:t>
      </w:r>
    </w:p>
    <w:p w14:paraId="49233599" w14:textId="77777777" w:rsidR="00F922D0" w:rsidRDefault="00F922D0" w:rsidP="00F922D0">
      <w:pPr>
        <w:rPr>
          <w:rFonts w:ascii="Arial" w:hAnsi="Arial" w:cs="Arial"/>
        </w:rPr>
      </w:pPr>
    </w:p>
    <w:p w14:paraId="22867A9D" w14:textId="28C4F6AF" w:rsidR="00F922D0" w:rsidRPr="00553EFA" w:rsidRDefault="00F922D0" w:rsidP="00F922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OPIS </w:t>
      </w:r>
      <w:r w:rsidR="00553EFA">
        <w:rPr>
          <w:rFonts w:ascii="Arial" w:hAnsi="Arial" w:cs="Arial"/>
        </w:rPr>
        <w:t>IZOBRAŽEVANJA</w:t>
      </w:r>
      <w:r>
        <w:rPr>
          <w:rFonts w:ascii="Arial" w:hAnsi="Arial" w:cs="Arial"/>
        </w:rPr>
        <w:t xml:space="preserve"> (DODATNA POJASNILA …):</w:t>
      </w:r>
      <w:r w:rsidR="00553E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</w:t>
      </w:r>
      <w:r w:rsidR="00553EFA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_____________________________</w:t>
      </w:r>
    </w:p>
    <w:p w14:paraId="1C1A8B64" w14:textId="77777777" w:rsidR="00F922D0" w:rsidRDefault="00F922D0" w:rsidP="00F922D0">
      <w:pPr>
        <w:rPr>
          <w:rFonts w:ascii="Arial" w:hAnsi="Arial" w:cs="Arial"/>
        </w:rPr>
      </w:pPr>
    </w:p>
    <w:p w14:paraId="41623134" w14:textId="77777777" w:rsidR="00F922D0" w:rsidRDefault="00F922D0" w:rsidP="00F922D0">
      <w:r>
        <w:rPr>
          <w:rFonts w:ascii="Arial" w:hAnsi="Arial" w:cs="Arial"/>
        </w:rPr>
        <w:t>_________________________________________________________________________________</w:t>
      </w:r>
    </w:p>
    <w:p w14:paraId="6F06625E" w14:textId="77777777" w:rsidR="00F922D0" w:rsidRDefault="00F922D0" w:rsidP="00F922D0">
      <w:pPr>
        <w:rPr>
          <w:rFonts w:ascii="Arial" w:hAnsi="Arial" w:cs="Arial"/>
        </w:rPr>
      </w:pPr>
    </w:p>
    <w:p w14:paraId="62F89F1E" w14:textId="77777777" w:rsidR="00F922D0" w:rsidRDefault="00F922D0" w:rsidP="00F922D0">
      <w:r>
        <w:rPr>
          <w:rFonts w:ascii="Arial" w:hAnsi="Arial" w:cs="Arial"/>
        </w:rPr>
        <w:t>_________________________________________________________________________________</w:t>
      </w:r>
    </w:p>
    <w:p w14:paraId="18B3589D" w14:textId="77777777" w:rsidR="00F922D0" w:rsidRDefault="00F922D0" w:rsidP="00F922D0">
      <w:pPr>
        <w:rPr>
          <w:rFonts w:ascii="Arial" w:hAnsi="Arial" w:cs="Arial"/>
        </w:rPr>
      </w:pPr>
    </w:p>
    <w:p w14:paraId="335B4F82" w14:textId="0C2E4190" w:rsidR="00F922D0" w:rsidRDefault="00F922D0" w:rsidP="00F922D0">
      <w:pPr>
        <w:rPr>
          <w:rFonts w:ascii="Arial" w:hAnsi="Arial" w:cs="Arial"/>
        </w:rPr>
      </w:pPr>
      <w:r>
        <w:rPr>
          <w:rFonts w:ascii="Arial" w:hAnsi="Arial" w:cs="Arial"/>
        </w:rPr>
        <w:t>*PRILOGE (VABILA, POTRDILA, DRUGO): _______________</w:t>
      </w:r>
      <w:r w:rsidR="0057289B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</w:t>
      </w:r>
    </w:p>
    <w:p w14:paraId="51060B36" w14:textId="77777777" w:rsidR="00F922D0" w:rsidRDefault="00F922D0" w:rsidP="00F922D0">
      <w:pPr>
        <w:rPr>
          <w:rFonts w:ascii="Arial" w:hAnsi="Arial" w:cs="Arial"/>
        </w:rPr>
      </w:pPr>
    </w:p>
    <w:p w14:paraId="58C1CEA1" w14:textId="67628A7F" w:rsidR="00F922D0" w:rsidRPr="0057289B" w:rsidRDefault="00F922D0" w:rsidP="00F922D0">
      <w:r>
        <w:rPr>
          <w:rFonts w:ascii="Arial" w:hAnsi="Arial" w:cs="Arial"/>
        </w:rPr>
        <w:t>_________________________________________________________________________________</w:t>
      </w:r>
    </w:p>
    <w:p w14:paraId="6C85F0F1" w14:textId="77777777" w:rsidR="00F922D0" w:rsidRDefault="00F922D0" w:rsidP="00F922D0">
      <w:pPr>
        <w:rPr>
          <w:rFonts w:ascii="Arial" w:hAnsi="Arial" w:cs="Arial"/>
        </w:rPr>
      </w:pPr>
    </w:p>
    <w:p w14:paraId="69794CB4" w14:textId="45C34F61" w:rsidR="00F922D0" w:rsidRPr="004E1A78" w:rsidRDefault="00F922D0" w:rsidP="00F922D0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</w:t>
      </w:r>
      <w:r w:rsidRPr="004E1A78">
        <w:rPr>
          <w:rFonts w:ascii="Arial" w:hAnsi="Arial" w:cs="Arial"/>
          <w:i/>
          <w:iCs/>
        </w:rPr>
        <w:t xml:space="preserve">* PRILOGE so </w:t>
      </w:r>
      <w:r w:rsidRPr="004E1A78">
        <w:rPr>
          <w:rFonts w:ascii="Arial" w:hAnsi="Arial" w:cs="Arial"/>
          <w:i/>
          <w:iCs/>
          <w:u w:val="single"/>
        </w:rPr>
        <w:t>obvezni</w:t>
      </w:r>
      <w:r w:rsidRPr="004E1A78">
        <w:rPr>
          <w:rFonts w:ascii="Arial" w:hAnsi="Arial" w:cs="Arial"/>
          <w:i/>
          <w:iCs/>
        </w:rPr>
        <w:t xml:space="preserve"> del prijavljenih </w:t>
      </w:r>
      <w:r w:rsidR="0057289B">
        <w:rPr>
          <w:rFonts w:ascii="Arial" w:hAnsi="Arial" w:cs="Arial"/>
          <w:i/>
          <w:iCs/>
        </w:rPr>
        <w:t>izobraževanj</w:t>
      </w:r>
      <w:r w:rsidRPr="004E1A78">
        <w:rPr>
          <w:rFonts w:ascii="Arial" w:hAnsi="Arial" w:cs="Arial"/>
          <w:i/>
          <w:iCs/>
        </w:rPr>
        <w:t xml:space="preserve"> vlagatelja</w:t>
      </w:r>
      <w:r w:rsidR="00182EE4">
        <w:rPr>
          <w:rFonts w:ascii="Arial" w:hAnsi="Arial" w:cs="Arial"/>
          <w:i/>
          <w:iCs/>
        </w:rPr>
        <w:t xml:space="preserve"> </w:t>
      </w:r>
      <w:r w:rsidR="00182EE4">
        <w:rPr>
          <w:rFonts w:ascii="Arial" w:hAnsi="Arial" w:cs="Arial"/>
          <w:i/>
          <w:iCs/>
        </w:rPr>
        <w:t>pri oddanem poročilu</w:t>
      </w:r>
    </w:p>
    <w:p w14:paraId="1A300515" w14:textId="77777777" w:rsidR="00F922D0" w:rsidRDefault="00F922D0" w:rsidP="00056027">
      <w:pPr>
        <w:rPr>
          <w:rFonts w:ascii="Arial" w:hAnsi="Arial" w:cs="Arial"/>
        </w:rPr>
      </w:pPr>
    </w:p>
    <w:p w14:paraId="09D7CF30" w14:textId="77777777" w:rsidR="00F922D0" w:rsidRDefault="00F922D0" w:rsidP="00056027">
      <w:pPr>
        <w:rPr>
          <w:rFonts w:ascii="Arial" w:hAnsi="Arial" w:cs="Arial"/>
        </w:rPr>
      </w:pPr>
    </w:p>
    <w:p w14:paraId="5D5F015B" w14:textId="77777777" w:rsidR="00FC2E03" w:rsidRDefault="00FC2E03" w:rsidP="00056027">
      <w:pPr>
        <w:rPr>
          <w:rFonts w:ascii="Arial" w:hAnsi="Arial" w:cs="Arial"/>
        </w:rPr>
      </w:pPr>
    </w:p>
    <w:p w14:paraId="1603AD4A" w14:textId="77777777" w:rsidR="00FC2E03" w:rsidRDefault="00FC2E03" w:rsidP="00056027">
      <w:pPr>
        <w:rPr>
          <w:rFonts w:ascii="Arial" w:hAnsi="Arial" w:cs="Arial"/>
        </w:rPr>
      </w:pPr>
    </w:p>
    <w:p w14:paraId="0CDB37A8" w14:textId="77777777" w:rsidR="00FC2E03" w:rsidRDefault="00FC2E03" w:rsidP="00056027">
      <w:pPr>
        <w:rPr>
          <w:rFonts w:ascii="Arial" w:hAnsi="Arial" w:cs="Arial"/>
        </w:rPr>
      </w:pPr>
    </w:p>
    <w:p w14:paraId="1359D3AE" w14:textId="77777777" w:rsidR="00FC2E03" w:rsidRDefault="00FC2E03" w:rsidP="00056027">
      <w:pPr>
        <w:rPr>
          <w:rFonts w:ascii="Arial" w:hAnsi="Arial" w:cs="Arial"/>
        </w:rPr>
      </w:pPr>
    </w:p>
    <w:p w14:paraId="2C448433" w14:textId="77777777" w:rsidR="00FC2E03" w:rsidRDefault="00FC2E03" w:rsidP="00056027">
      <w:pPr>
        <w:rPr>
          <w:rFonts w:ascii="Arial" w:hAnsi="Arial" w:cs="Arial"/>
        </w:rPr>
      </w:pPr>
    </w:p>
    <w:p w14:paraId="4FFECC21" w14:textId="77777777" w:rsidR="00FC2E03" w:rsidRDefault="00FC2E03" w:rsidP="00056027">
      <w:pPr>
        <w:rPr>
          <w:rFonts w:ascii="Arial" w:hAnsi="Arial" w:cs="Arial"/>
        </w:rPr>
      </w:pPr>
    </w:p>
    <w:p w14:paraId="35F0B05C" w14:textId="77777777" w:rsidR="00FC2E03" w:rsidRDefault="00FC2E03" w:rsidP="00056027">
      <w:pPr>
        <w:rPr>
          <w:rFonts w:ascii="Arial" w:hAnsi="Arial" w:cs="Arial"/>
        </w:rPr>
      </w:pPr>
    </w:p>
    <w:p w14:paraId="214EB9D4" w14:textId="77777777" w:rsidR="00FC2E03" w:rsidRDefault="00FC2E03" w:rsidP="00056027">
      <w:pPr>
        <w:rPr>
          <w:rFonts w:ascii="Arial" w:hAnsi="Arial" w:cs="Arial"/>
        </w:rPr>
      </w:pPr>
    </w:p>
    <w:p w14:paraId="53894E1A" w14:textId="77777777" w:rsidR="00FC2E03" w:rsidRDefault="00FC2E03" w:rsidP="00056027">
      <w:pPr>
        <w:rPr>
          <w:rFonts w:ascii="Arial" w:hAnsi="Arial" w:cs="Arial"/>
        </w:rPr>
      </w:pPr>
    </w:p>
    <w:p w14:paraId="70F48C2C" w14:textId="5CA94588" w:rsidR="00FC2E03" w:rsidRPr="004E1A78" w:rsidRDefault="00FC2E03" w:rsidP="00FC2E03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IZOBRAŽEVANJE</w:t>
      </w:r>
      <w:r w:rsidRPr="004E1A78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2</w:t>
      </w:r>
    </w:p>
    <w:p w14:paraId="70B2583C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NAZIV IZOBRAŽEVANJA: ___________________________________________________________</w:t>
      </w:r>
    </w:p>
    <w:p w14:paraId="04EFF780" w14:textId="77777777" w:rsidR="00FC2E03" w:rsidRDefault="00FC2E03" w:rsidP="00FC2E03">
      <w:pPr>
        <w:rPr>
          <w:rFonts w:ascii="Arial" w:hAnsi="Arial" w:cs="Arial"/>
        </w:rPr>
      </w:pPr>
    </w:p>
    <w:p w14:paraId="04F6AD2A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ČAS IN KRAJ IZVEDBE: ____________________________________________________________</w:t>
      </w:r>
    </w:p>
    <w:p w14:paraId="065DD890" w14:textId="77777777" w:rsidR="00FC2E03" w:rsidRDefault="00FC2E03" w:rsidP="00FC2E03">
      <w:pPr>
        <w:rPr>
          <w:rFonts w:ascii="Arial" w:hAnsi="Arial" w:cs="Arial"/>
        </w:rPr>
      </w:pPr>
    </w:p>
    <w:p w14:paraId="5949B78B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TRAJANJE IZOBRAŽEVANJA: _______________________________________________________</w:t>
      </w:r>
    </w:p>
    <w:p w14:paraId="7C134847" w14:textId="77777777" w:rsidR="00FC2E03" w:rsidRDefault="00FC2E03" w:rsidP="00FC2E03">
      <w:pPr>
        <w:rPr>
          <w:rFonts w:ascii="Arial" w:hAnsi="Arial" w:cs="Arial"/>
        </w:rPr>
      </w:pPr>
    </w:p>
    <w:p w14:paraId="0AC8C482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ŠTEVILO UDELEŽENCEV IZOBRAŽEVANJA: ___________________________________________</w:t>
      </w:r>
    </w:p>
    <w:p w14:paraId="53275451" w14:textId="77777777" w:rsidR="00FC2E03" w:rsidRDefault="00FC2E03" w:rsidP="00FC2E03">
      <w:pPr>
        <w:rPr>
          <w:rFonts w:ascii="Arial" w:hAnsi="Arial" w:cs="Arial"/>
        </w:rPr>
      </w:pPr>
    </w:p>
    <w:p w14:paraId="26DA7DE5" w14:textId="77777777" w:rsidR="00FC2E03" w:rsidRPr="00553EFA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OPIS IZOBRAŽEVANJA (DODATNA POJASNILA …): _____________________________________</w:t>
      </w:r>
    </w:p>
    <w:p w14:paraId="271C8532" w14:textId="77777777" w:rsidR="00FC2E03" w:rsidRDefault="00FC2E03" w:rsidP="00FC2E03">
      <w:pPr>
        <w:rPr>
          <w:rFonts w:ascii="Arial" w:hAnsi="Arial" w:cs="Arial"/>
        </w:rPr>
      </w:pPr>
    </w:p>
    <w:p w14:paraId="0C2EA230" w14:textId="77777777" w:rsidR="00FC2E03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7410C8CD" w14:textId="77777777" w:rsidR="00FC2E03" w:rsidRDefault="00FC2E03" w:rsidP="00FC2E03">
      <w:pPr>
        <w:rPr>
          <w:rFonts w:ascii="Arial" w:hAnsi="Arial" w:cs="Arial"/>
        </w:rPr>
      </w:pPr>
    </w:p>
    <w:p w14:paraId="42F4579C" w14:textId="77777777" w:rsidR="00FC2E03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32D1CE52" w14:textId="77777777" w:rsidR="00FC2E03" w:rsidRDefault="00FC2E03" w:rsidP="00FC2E03">
      <w:pPr>
        <w:rPr>
          <w:rFonts w:ascii="Arial" w:hAnsi="Arial" w:cs="Arial"/>
        </w:rPr>
      </w:pPr>
    </w:p>
    <w:p w14:paraId="35E4E0AE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*PRILOGE (VABILA, POTRDILA, DRUGO): ______________________________________________</w:t>
      </w:r>
    </w:p>
    <w:p w14:paraId="288C323A" w14:textId="77777777" w:rsidR="00FC2E03" w:rsidRDefault="00FC2E03" w:rsidP="00FC2E03">
      <w:pPr>
        <w:rPr>
          <w:rFonts w:ascii="Arial" w:hAnsi="Arial" w:cs="Arial"/>
        </w:rPr>
      </w:pPr>
    </w:p>
    <w:p w14:paraId="256FABB2" w14:textId="77777777" w:rsidR="00FC2E03" w:rsidRPr="0057289B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481A9039" w14:textId="77777777" w:rsidR="00FC2E03" w:rsidRDefault="00FC2E03" w:rsidP="00FC2E03">
      <w:pPr>
        <w:rPr>
          <w:rFonts w:ascii="Arial" w:hAnsi="Arial" w:cs="Arial"/>
        </w:rPr>
      </w:pPr>
    </w:p>
    <w:p w14:paraId="3E1BBC44" w14:textId="6EB6DF8C" w:rsidR="00FC2E03" w:rsidRPr="004E1A78" w:rsidRDefault="00FC2E03" w:rsidP="00FC2E03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</w:t>
      </w:r>
      <w:r w:rsidRPr="004E1A78">
        <w:rPr>
          <w:rFonts w:ascii="Arial" w:hAnsi="Arial" w:cs="Arial"/>
          <w:i/>
          <w:iCs/>
        </w:rPr>
        <w:t xml:space="preserve">* PRILOGE so </w:t>
      </w:r>
      <w:r w:rsidRPr="004E1A78">
        <w:rPr>
          <w:rFonts w:ascii="Arial" w:hAnsi="Arial" w:cs="Arial"/>
          <w:i/>
          <w:iCs/>
          <w:u w:val="single"/>
        </w:rPr>
        <w:t>obvezni</w:t>
      </w:r>
      <w:r w:rsidRPr="004E1A78">
        <w:rPr>
          <w:rFonts w:ascii="Arial" w:hAnsi="Arial" w:cs="Arial"/>
          <w:i/>
          <w:iCs/>
        </w:rPr>
        <w:t xml:space="preserve"> del prijavljenih </w:t>
      </w:r>
      <w:r>
        <w:rPr>
          <w:rFonts w:ascii="Arial" w:hAnsi="Arial" w:cs="Arial"/>
          <w:i/>
          <w:iCs/>
        </w:rPr>
        <w:t>izobraževanj</w:t>
      </w:r>
      <w:r w:rsidRPr="004E1A78">
        <w:rPr>
          <w:rFonts w:ascii="Arial" w:hAnsi="Arial" w:cs="Arial"/>
          <w:i/>
          <w:iCs/>
        </w:rPr>
        <w:t xml:space="preserve"> vlagatelja</w:t>
      </w:r>
      <w:r w:rsidR="00182EE4">
        <w:rPr>
          <w:rFonts w:ascii="Arial" w:hAnsi="Arial" w:cs="Arial"/>
          <w:i/>
          <w:iCs/>
        </w:rPr>
        <w:t xml:space="preserve"> </w:t>
      </w:r>
      <w:r w:rsidR="00182EE4">
        <w:rPr>
          <w:rFonts w:ascii="Arial" w:hAnsi="Arial" w:cs="Arial"/>
          <w:i/>
          <w:iCs/>
        </w:rPr>
        <w:t>pri oddanem poročilu</w:t>
      </w:r>
    </w:p>
    <w:p w14:paraId="180773DC" w14:textId="77777777" w:rsidR="00FC2E03" w:rsidRDefault="00FC2E03" w:rsidP="00056027">
      <w:pPr>
        <w:rPr>
          <w:rFonts w:ascii="Arial" w:hAnsi="Arial" w:cs="Arial"/>
        </w:rPr>
      </w:pPr>
    </w:p>
    <w:p w14:paraId="67211FAD" w14:textId="77777777" w:rsidR="00F922D0" w:rsidRDefault="00F922D0" w:rsidP="00056027">
      <w:pPr>
        <w:rPr>
          <w:rFonts w:ascii="Arial" w:hAnsi="Arial" w:cs="Arial"/>
        </w:rPr>
      </w:pPr>
    </w:p>
    <w:p w14:paraId="418A5DE9" w14:textId="77777777" w:rsidR="00FC2E03" w:rsidRDefault="00FC2E03" w:rsidP="00056027">
      <w:pPr>
        <w:rPr>
          <w:rFonts w:ascii="Arial" w:hAnsi="Arial" w:cs="Arial"/>
        </w:rPr>
      </w:pPr>
    </w:p>
    <w:p w14:paraId="13CC097A" w14:textId="77777777" w:rsidR="00FC2E03" w:rsidRDefault="00FC2E03" w:rsidP="00056027">
      <w:pPr>
        <w:rPr>
          <w:rFonts w:ascii="Arial" w:hAnsi="Arial" w:cs="Arial"/>
        </w:rPr>
      </w:pPr>
    </w:p>
    <w:p w14:paraId="63D9E5A5" w14:textId="77777777" w:rsidR="00FC2E03" w:rsidRDefault="00FC2E03" w:rsidP="00056027">
      <w:pPr>
        <w:rPr>
          <w:rFonts w:ascii="Arial" w:hAnsi="Arial" w:cs="Arial"/>
        </w:rPr>
      </w:pPr>
    </w:p>
    <w:p w14:paraId="7B170743" w14:textId="6F9C6D18" w:rsidR="00FC2E03" w:rsidRPr="004E1A78" w:rsidRDefault="00FC2E03" w:rsidP="00FC2E03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IZOBRAŽEVANJE</w:t>
      </w:r>
      <w:r w:rsidRPr="004E1A78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3</w:t>
      </w:r>
    </w:p>
    <w:p w14:paraId="3D7E8296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NAZIV IZOBRAŽEVANJA: ___________________________________________________________</w:t>
      </w:r>
    </w:p>
    <w:p w14:paraId="3964880A" w14:textId="77777777" w:rsidR="00FC2E03" w:rsidRDefault="00FC2E03" w:rsidP="00FC2E03">
      <w:pPr>
        <w:rPr>
          <w:rFonts w:ascii="Arial" w:hAnsi="Arial" w:cs="Arial"/>
        </w:rPr>
      </w:pPr>
    </w:p>
    <w:p w14:paraId="60C3AF6A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ČAS IN KRAJ IZVEDBE: ____________________________________________________________</w:t>
      </w:r>
    </w:p>
    <w:p w14:paraId="4E2D4FCC" w14:textId="77777777" w:rsidR="00FC2E03" w:rsidRDefault="00FC2E03" w:rsidP="00FC2E03">
      <w:pPr>
        <w:rPr>
          <w:rFonts w:ascii="Arial" w:hAnsi="Arial" w:cs="Arial"/>
        </w:rPr>
      </w:pPr>
    </w:p>
    <w:p w14:paraId="3B5B1A3B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TRAJANJE IZOBRAŽEVANJA: _______________________________________________________</w:t>
      </w:r>
    </w:p>
    <w:p w14:paraId="310A0A19" w14:textId="77777777" w:rsidR="00FC2E03" w:rsidRDefault="00FC2E03" w:rsidP="00FC2E03">
      <w:pPr>
        <w:rPr>
          <w:rFonts w:ascii="Arial" w:hAnsi="Arial" w:cs="Arial"/>
        </w:rPr>
      </w:pPr>
    </w:p>
    <w:p w14:paraId="6932318E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ŠTEVILO UDELEŽENCEV IZOBRAŽEVANJA: ___________________________________________</w:t>
      </w:r>
    </w:p>
    <w:p w14:paraId="45A3F192" w14:textId="77777777" w:rsidR="00FC2E03" w:rsidRDefault="00FC2E03" w:rsidP="00FC2E03">
      <w:pPr>
        <w:rPr>
          <w:rFonts w:ascii="Arial" w:hAnsi="Arial" w:cs="Arial"/>
        </w:rPr>
      </w:pPr>
    </w:p>
    <w:p w14:paraId="3D7757D7" w14:textId="77777777" w:rsidR="00FC2E03" w:rsidRPr="00553EFA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OPIS IZOBRAŽEVANJA (DODATNA POJASNILA …): _____________________________________</w:t>
      </w:r>
    </w:p>
    <w:p w14:paraId="267198DE" w14:textId="77777777" w:rsidR="00FC2E03" w:rsidRDefault="00FC2E03" w:rsidP="00FC2E03">
      <w:pPr>
        <w:rPr>
          <w:rFonts w:ascii="Arial" w:hAnsi="Arial" w:cs="Arial"/>
        </w:rPr>
      </w:pPr>
    </w:p>
    <w:p w14:paraId="6F02343E" w14:textId="77777777" w:rsidR="00FC2E03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429B262F" w14:textId="77777777" w:rsidR="00FC2E03" w:rsidRDefault="00FC2E03" w:rsidP="00FC2E03">
      <w:pPr>
        <w:rPr>
          <w:rFonts w:ascii="Arial" w:hAnsi="Arial" w:cs="Arial"/>
        </w:rPr>
      </w:pPr>
    </w:p>
    <w:p w14:paraId="5514B60F" w14:textId="77777777" w:rsidR="00FC2E03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16994740" w14:textId="77777777" w:rsidR="00FC2E03" w:rsidRDefault="00FC2E03" w:rsidP="00FC2E03">
      <w:pPr>
        <w:rPr>
          <w:rFonts w:ascii="Arial" w:hAnsi="Arial" w:cs="Arial"/>
        </w:rPr>
      </w:pPr>
    </w:p>
    <w:p w14:paraId="114F2803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*PRILOGE (VABILA, POTRDILA, DRUGO): ______________________________________________</w:t>
      </w:r>
    </w:p>
    <w:p w14:paraId="24BEB2B0" w14:textId="77777777" w:rsidR="00FC2E03" w:rsidRDefault="00FC2E03" w:rsidP="00FC2E03">
      <w:pPr>
        <w:rPr>
          <w:rFonts w:ascii="Arial" w:hAnsi="Arial" w:cs="Arial"/>
        </w:rPr>
      </w:pPr>
    </w:p>
    <w:p w14:paraId="42D9DB3C" w14:textId="77777777" w:rsidR="00FC2E03" w:rsidRPr="0057289B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3ABC69B5" w14:textId="77777777" w:rsidR="00FC2E03" w:rsidRDefault="00FC2E03" w:rsidP="00FC2E03">
      <w:pPr>
        <w:rPr>
          <w:rFonts w:ascii="Arial" w:hAnsi="Arial" w:cs="Arial"/>
        </w:rPr>
      </w:pPr>
    </w:p>
    <w:p w14:paraId="69302795" w14:textId="4E527211" w:rsidR="00FC2E03" w:rsidRPr="004E1A78" w:rsidRDefault="00FC2E03" w:rsidP="00FC2E03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</w:t>
      </w:r>
      <w:r w:rsidRPr="004E1A78">
        <w:rPr>
          <w:rFonts w:ascii="Arial" w:hAnsi="Arial" w:cs="Arial"/>
          <w:i/>
          <w:iCs/>
        </w:rPr>
        <w:t xml:space="preserve">* PRILOGE so </w:t>
      </w:r>
      <w:r w:rsidRPr="004E1A78">
        <w:rPr>
          <w:rFonts w:ascii="Arial" w:hAnsi="Arial" w:cs="Arial"/>
          <w:i/>
          <w:iCs/>
          <w:u w:val="single"/>
        </w:rPr>
        <w:t>obvezni</w:t>
      </w:r>
      <w:r w:rsidRPr="004E1A78">
        <w:rPr>
          <w:rFonts w:ascii="Arial" w:hAnsi="Arial" w:cs="Arial"/>
          <w:i/>
          <w:iCs/>
        </w:rPr>
        <w:t xml:space="preserve"> del prijavljenih </w:t>
      </w:r>
      <w:r>
        <w:rPr>
          <w:rFonts w:ascii="Arial" w:hAnsi="Arial" w:cs="Arial"/>
          <w:i/>
          <w:iCs/>
        </w:rPr>
        <w:t>izobraževanj</w:t>
      </w:r>
      <w:r w:rsidRPr="004E1A78">
        <w:rPr>
          <w:rFonts w:ascii="Arial" w:hAnsi="Arial" w:cs="Arial"/>
          <w:i/>
          <w:iCs/>
        </w:rPr>
        <w:t xml:space="preserve"> vlagatelja</w:t>
      </w:r>
      <w:r w:rsidR="00182EE4">
        <w:rPr>
          <w:rFonts w:ascii="Arial" w:hAnsi="Arial" w:cs="Arial"/>
          <w:i/>
          <w:iCs/>
        </w:rPr>
        <w:t xml:space="preserve"> </w:t>
      </w:r>
      <w:r w:rsidR="00182EE4">
        <w:rPr>
          <w:rFonts w:ascii="Arial" w:hAnsi="Arial" w:cs="Arial"/>
          <w:i/>
          <w:iCs/>
        </w:rPr>
        <w:t>pri oddanem poročilu</w:t>
      </w:r>
    </w:p>
    <w:p w14:paraId="2F2A0BE4" w14:textId="77777777" w:rsidR="00FC2E03" w:rsidRDefault="00FC2E03" w:rsidP="00056027">
      <w:pPr>
        <w:rPr>
          <w:rFonts w:ascii="Arial" w:hAnsi="Arial" w:cs="Arial"/>
        </w:rPr>
      </w:pPr>
    </w:p>
    <w:p w14:paraId="47E73236" w14:textId="77777777" w:rsidR="00F922D0" w:rsidRDefault="00F922D0" w:rsidP="00056027">
      <w:pPr>
        <w:rPr>
          <w:rFonts w:ascii="Arial" w:hAnsi="Arial" w:cs="Arial"/>
        </w:rPr>
      </w:pPr>
    </w:p>
    <w:p w14:paraId="767D81A3" w14:textId="77777777" w:rsidR="00FC2E03" w:rsidRDefault="00FC2E03" w:rsidP="00056027">
      <w:pPr>
        <w:rPr>
          <w:rFonts w:ascii="Arial" w:hAnsi="Arial" w:cs="Arial"/>
        </w:rPr>
      </w:pPr>
    </w:p>
    <w:p w14:paraId="73889530" w14:textId="77777777" w:rsidR="00FC2E03" w:rsidRDefault="00FC2E03" w:rsidP="00056027">
      <w:pPr>
        <w:rPr>
          <w:rFonts w:ascii="Arial" w:hAnsi="Arial" w:cs="Arial"/>
        </w:rPr>
      </w:pPr>
    </w:p>
    <w:p w14:paraId="25952B0F" w14:textId="77777777" w:rsidR="00FC2E03" w:rsidRDefault="00FC2E03" w:rsidP="00056027">
      <w:pPr>
        <w:rPr>
          <w:rFonts w:ascii="Arial" w:hAnsi="Arial" w:cs="Arial"/>
        </w:rPr>
      </w:pPr>
    </w:p>
    <w:p w14:paraId="5FE39D35" w14:textId="77777777" w:rsidR="00FC2E03" w:rsidRDefault="00FC2E03" w:rsidP="00056027">
      <w:pPr>
        <w:rPr>
          <w:rFonts w:ascii="Arial" w:hAnsi="Arial" w:cs="Arial"/>
        </w:rPr>
      </w:pPr>
    </w:p>
    <w:p w14:paraId="017EB5F4" w14:textId="77777777" w:rsidR="00FC2E03" w:rsidRDefault="00FC2E03" w:rsidP="00056027">
      <w:pPr>
        <w:rPr>
          <w:rFonts w:ascii="Arial" w:hAnsi="Arial" w:cs="Arial"/>
        </w:rPr>
      </w:pPr>
    </w:p>
    <w:p w14:paraId="0D5D5665" w14:textId="77777777" w:rsidR="00FC2E03" w:rsidRDefault="00FC2E03" w:rsidP="00056027">
      <w:pPr>
        <w:rPr>
          <w:rFonts w:ascii="Arial" w:hAnsi="Arial" w:cs="Arial"/>
        </w:rPr>
      </w:pPr>
    </w:p>
    <w:p w14:paraId="2A18E07F" w14:textId="77777777" w:rsidR="00FC2E03" w:rsidRDefault="00FC2E03" w:rsidP="00056027">
      <w:pPr>
        <w:rPr>
          <w:rFonts w:ascii="Arial" w:hAnsi="Arial" w:cs="Arial"/>
        </w:rPr>
      </w:pPr>
    </w:p>
    <w:p w14:paraId="3AB63545" w14:textId="77777777" w:rsidR="00FC2E03" w:rsidRDefault="00FC2E03" w:rsidP="00056027">
      <w:pPr>
        <w:rPr>
          <w:rFonts w:ascii="Arial" w:hAnsi="Arial" w:cs="Arial"/>
        </w:rPr>
      </w:pPr>
    </w:p>
    <w:p w14:paraId="0D769CC0" w14:textId="77777777" w:rsidR="00FC2E03" w:rsidRDefault="00FC2E03" w:rsidP="00056027">
      <w:pPr>
        <w:rPr>
          <w:rFonts w:ascii="Arial" w:hAnsi="Arial" w:cs="Arial"/>
        </w:rPr>
      </w:pPr>
    </w:p>
    <w:p w14:paraId="27777E9B" w14:textId="77777777" w:rsidR="00FC2E03" w:rsidRDefault="00FC2E03" w:rsidP="00056027">
      <w:pPr>
        <w:rPr>
          <w:rFonts w:ascii="Arial" w:hAnsi="Arial" w:cs="Arial"/>
        </w:rPr>
      </w:pPr>
    </w:p>
    <w:p w14:paraId="090EF4B4" w14:textId="77777777" w:rsidR="00FC2E03" w:rsidRDefault="00FC2E03" w:rsidP="00056027">
      <w:pPr>
        <w:rPr>
          <w:rFonts w:ascii="Arial" w:hAnsi="Arial" w:cs="Arial"/>
        </w:rPr>
      </w:pPr>
    </w:p>
    <w:p w14:paraId="10FB0F90" w14:textId="77777777" w:rsidR="00FC2E03" w:rsidRDefault="00FC2E03" w:rsidP="00056027">
      <w:pPr>
        <w:rPr>
          <w:rFonts w:ascii="Arial" w:hAnsi="Arial" w:cs="Arial"/>
        </w:rPr>
      </w:pPr>
    </w:p>
    <w:p w14:paraId="6DD3639F" w14:textId="77777777" w:rsidR="00FC2E03" w:rsidRDefault="00FC2E03" w:rsidP="00056027">
      <w:pPr>
        <w:rPr>
          <w:rFonts w:ascii="Arial" w:hAnsi="Arial" w:cs="Arial"/>
        </w:rPr>
      </w:pPr>
    </w:p>
    <w:p w14:paraId="01DE92F0" w14:textId="77777777" w:rsidR="00F922D0" w:rsidRDefault="00F922D0" w:rsidP="00056027">
      <w:pPr>
        <w:rPr>
          <w:rFonts w:ascii="Arial" w:hAnsi="Arial" w:cs="Arial"/>
        </w:rPr>
      </w:pPr>
    </w:p>
    <w:p w14:paraId="56E88E42" w14:textId="153E3E2B" w:rsidR="00FC2E03" w:rsidRPr="004E1A78" w:rsidRDefault="00FC2E03" w:rsidP="00FC2E03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IZOBRAŽEVANJE</w:t>
      </w:r>
      <w:r w:rsidRPr="004E1A78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4</w:t>
      </w:r>
    </w:p>
    <w:p w14:paraId="32A651B8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NAZIV IZOBRAŽEVANJA: ___________________________________________________________</w:t>
      </w:r>
    </w:p>
    <w:p w14:paraId="3199CE38" w14:textId="77777777" w:rsidR="00FC2E03" w:rsidRDefault="00FC2E03" w:rsidP="00FC2E03">
      <w:pPr>
        <w:rPr>
          <w:rFonts w:ascii="Arial" w:hAnsi="Arial" w:cs="Arial"/>
        </w:rPr>
      </w:pPr>
    </w:p>
    <w:p w14:paraId="74891408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ČAS IN KRAJ IZVEDBE: ____________________________________________________________</w:t>
      </w:r>
    </w:p>
    <w:p w14:paraId="49D26101" w14:textId="77777777" w:rsidR="00FC2E03" w:rsidRDefault="00FC2E03" w:rsidP="00FC2E03">
      <w:pPr>
        <w:rPr>
          <w:rFonts w:ascii="Arial" w:hAnsi="Arial" w:cs="Arial"/>
        </w:rPr>
      </w:pPr>
    </w:p>
    <w:p w14:paraId="26E044FF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TRAJANJE IZOBRAŽEVANJA: _______________________________________________________</w:t>
      </w:r>
    </w:p>
    <w:p w14:paraId="04C3B81E" w14:textId="77777777" w:rsidR="00FC2E03" w:rsidRDefault="00FC2E03" w:rsidP="00FC2E03">
      <w:pPr>
        <w:rPr>
          <w:rFonts w:ascii="Arial" w:hAnsi="Arial" w:cs="Arial"/>
        </w:rPr>
      </w:pPr>
    </w:p>
    <w:p w14:paraId="637B0354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ŠTEVILO UDELEŽENCEV IZOBRAŽEVANJA: ___________________________________________</w:t>
      </w:r>
    </w:p>
    <w:p w14:paraId="013BA2B5" w14:textId="77777777" w:rsidR="00FC2E03" w:rsidRDefault="00FC2E03" w:rsidP="00FC2E03">
      <w:pPr>
        <w:rPr>
          <w:rFonts w:ascii="Arial" w:hAnsi="Arial" w:cs="Arial"/>
        </w:rPr>
      </w:pPr>
    </w:p>
    <w:p w14:paraId="67DDB086" w14:textId="77777777" w:rsidR="00FC2E03" w:rsidRPr="00553EFA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OPIS IZOBRAŽEVANJA (DODATNA POJASNILA …): _____________________________________</w:t>
      </w:r>
    </w:p>
    <w:p w14:paraId="3EC9FC6B" w14:textId="77777777" w:rsidR="00FC2E03" w:rsidRDefault="00FC2E03" w:rsidP="00FC2E03">
      <w:pPr>
        <w:rPr>
          <w:rFonts w:ascii="Arial" w:hAnsi="Arial" w:cs="Arial"/>
        </w:rPr>
      </w:pPr>
    </w:p>
    <w:p w14:paraId="65E55DD9" w14:textId="77777777" w:rsidR="00FC2E03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2B4E4AE4" w14:textId="77777777" w:rsidR="00FC2E03" w:rsidRDefault="00FC2E03" w:rsidP="00FC2E03">
      <w:pPr>
        <w:rPr>
          <w:rFonts w:ascii="Arial" w:hAnsi="Arial" w:cs="Arial"/>
        </w:rPr>
      </w:pPr>
    </w:p>
    <w:p w14:paraId="759BC65F" w14:textId="77777777" w:rsidR="00FC2E03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74161788" w14:textId="77777777" w:rsidR="00FC2E03" w:rsidRDefault="00FC2E03" w:rsidP="00FC2E03">
      <w:pPr>
        <w:rPr>
          <w:rFonts w:ascii="Arial" w:hAnsi="Arial" w:cs="Arial"/>
        </w:rPr>
      </w:pPr>
    </w:p>
    <w:p w14:paraId="0E91A157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*PRILOGE (VABILA, POTRDILA, DRUGO): ______________________________________________</w:t>
      </w:r>
    </w:p>
    <w:p w14:paraId="03E72D7F" w14:textId="77777777" w:rsidR="00FC2E03" w:rsidRDefault="00FC2E03" w:rsidP="00FC2E03">
      <w:pPr>
        <w:rPr>
          <w:rFonts w:ascii="Arial" w:hAnsi="Arial" w:cs="Arial"/>
        </w:rPr>
      </w:pPr>
    </w:p>
    <w:p w14:paraId="56C91F07" w14:textId="77777777" w:rsidR="00FC2E03" w:rsidRPr="0057289B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7CB82ABA" w14:textId="77777777" w:rsidR="00FC2E03" w:rsidRDefault="00FC2E03" w:rsidP="00FC2E03">
      <w:pPr>
        <w:rPr>
          <w:rFonts w:ascii="Arial" w:hAnsi="Arial" w:cs="Arial"/>
        </w:rPr>
      </w:pPr>
    </w:p>
    <w:p w14:paraId="404C23F2" w14:textId="2272C95A" w:rsidR="00FC2E03" w:rsidRPr="004E1A78" w:rsidRDefault="00FC2E03" w:rsidP="00FC2E03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</w:t>
      </w:r>
      <w:r w:rsidRPr="004E1A78">
        <w:rPr>
          <w:rFonts w:ascii="Arial" w:hAnsi="Arial" w:cs="Arial"/>
          <w:i/>
          <w:iCs/>
        </w:rPr>
        <w:t xml:space="preserve">* PRILOGE so </w:t>
      </w:r>
      <w:r w:rsidRPr="004E1A78">
        <w:rPr>
          <w:rFonts w:ascii="Arial" w:hAnsi="Arial" w:cs="Arial"/>
          <w:i/>
          <w:iCs/>
          <w:u w:val="single"/>
        </w:rPr>
        <w:t>obvezni</w:t>
      </w:r>
      <w:r w:rsidRPr="004E1A78">
        <w:rPr>
          <w:rFonts w:ascii="Arial" w:hAnsi="Arial" w:cs="Arial"/>
          <w:i/>
          <w:iCs/>
        </w:rPr>
        <w:t xml:space="preserve"> del prijavljenih </w:t>
      </w:r>
      <w:r>
        <w:rPr>
          <w:rFonts w:ascii="Arial" w:hAnsi="Arial" w:cs="Arial"/>
          <w:i/>
          <w:iCs/>
        </w:rPr>
        <w:t>izobraževanj</w:t>
      </w:r>
      <w:r w:rsidRPr="004E1A78">
        <w:rPr>
          <w:rFonts w:ascii="Arial" w:hAnsi="Arial" w:cs="Arial"/>
          <w:i/>
          <w:iCs/>
        </w:rPr>
        <w:t xml:space="preserve"> vlagatelja</w:t>
      </w:r>
      <w:r w:rsidR="00182EE4">
        <w:rPr>
          <w:rFonts w:ascii="Arial" w:hAnsi="Arial" w:cs="Arial"/>
          <w:i/>
          <w:iCs/>
        </w:rPr>
        <w:t xml:space="preserve"> </w:t>
      </w:r>
      <w:r w:rsidR="00182EE4">
        <w:rPr>
          <w:rFonts w:ascii="Arial" w:hAnsi="Arial" w:cs="Arial"/>
          <w:i/>
          <w:iCs/>
        </w:rPr>
        <w:t>pri oddanem poročilu</w:t>
      </w:r>
    </w:p>
    <w:p w14:paraId="57544504" w14:textId="77777777" w:rsidR="00FC2E03" w:rsidRDefault="00FC2E03" w:rsidP="00056027">
      <w:pPr>
        <w:rPr>
          <w:rFonts w:ascii="Arial" w:hAnsi="Arial" w:cs="Arial"/>
        </w:rPr>
      </w:pPr>
    </w:p>
    <w:p w14:paraId="2C0AF10C" w14:textId="77777777" w:rsidR="00FC2E03" w:rsidRDefault="00FC2E03" w:rsidP="00056027">
      <w:pPr>
        <w:rPr>
          <w:rFonts w:ascii="Arial" w:hAnsi="Arial" w:cs="Arial"/>
        </w:rPr>
      </w:pPr>
    </w:p>
    <w:p w14:paraId="13F1DA24" w14:textId="77777777" w:rsidR="00FC2E03" w:rsidRDefault="00FC2E03" w:rsidP="00056027">
      <w:pPr>
        <w:rPr>
          <w:rFonts w:ascii="Arial" w:hAnsi="Arial" w:cs="Arial"/>
        </w:rPr>
      </w:pPr>
    </w:p>
    <w:p w14:paraId="7CDE9DF8" w14:textId="77777777" w:rsidR="00FC2E03" w:rsidRDefault="00FC2E03" w:rsidP="00056027">
      <w:pPr>
        <w:rPr>
          <w:rFonts w:ascii="Arial" w:hAnsi="Arial" w:cs="Arial"/>
        </w:rPr>
      </w:pPr>
    </w:p>
    <w:p w14:paraId="13EAF910" w14:textId="77777777" w:rsidR="00FC2E03" w:rsidRDefault="00FC2E03" w:rsidP="00056027">
      <w:pPr>
        <w:rPr>
          <w:rFonts w:ascii="Arial" w:hAnsi="Arial" w:cs="Arial"/>
        </w:rPr>
      </w:pPr>
    </w:p>
    <w:p w14:paraId="35408C25" w14:textId="402B6644" w:rsidR="00FC2E03" w:rsidRPr="004E1A78" w:rsidRDefault="00FC2E03" w:rsidP="00FC2E03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IZOBRAŽEVANJE</w:t>
      </w:r>
      <w:r w:rsidRPr="004E1A78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5</w:t>
      </w:r>
    </w:p>
    <w:p w14:paraId="084D2C3B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NAZIV IZOBRAŽEVANJA: ___________________________________________________________</w:t>
      </w:r>
    </w:p>
    <w:p w14:paraId="13A67D2C" w14:textId="77777777" w:rsidR="00FC2E03" w:rsidRDefault="00FC2E03" w:rsidP="00FC2E03">
      <w:pPr>
        <w:rPr>
          <w:rFonts w:ascii="Arial" w:hAnsi="Arial" w:cs="Arial"/>
        </w:rPr>
      </w:pPr>
    </w:p>
    <w:p w14:paraId="751CBB20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ČAS IN KRAJ IZVEDBE: ____________________________________________________________</w:t>
      </w:r>
    </w:p>
    <w:p w14:paraId="6A43B907" w14:textId="77777777" w:rsidR="00FC2E03" w:rsidRDefault="00FC2E03" w:rsidP="00FC2E03">
      <w:pPr>
        <w:rPr>
          <w:rFonts w:ascii="Arial" w:hAnsi="Arial" w:cs="Arial"/>
        </w:rPr>
      </w:pPr>
    </w:p>
    <w:p w14:paraId="431E2BDE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TRAJANJE IZOBRAŽEVANJA: _______________________________________________________</w:t>
      </w:r>
    </w:p>
    <w:p w14:paraId="7785B3D2" w14:textId="77777777" w:rsidR="00FC2E03" w:rsidRDefault="00FC2E03" w:rsidP="00FC2E03">
      <w:pPr>
        <w:rPr>
          <w:rFonts w:ascii="Arial" w:hAnsi="Arial" w:cs="Arial"/>
        </w:rPr>
      </w:pPr>
    </w:p>
    <w:p w14:paraId="5F5066C3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ŠTEVILO UDELEŽENCEV IZOBRAŽEVANJA: ___________________________________________</w:t>
      </w:r>
    </w:p>
    <w:p w14:paraId="2A834133" w14:textId="77777777" w:rsidR="00FC2E03" w:rsidRDefault="00FC2E03" w:rsidP="00FC2E03">
      <w:pPr>
        <w:rPr>
          <w:rFonts w:ascii="Arial" w:hAnsi="Arial" w:cs="Arial"/>
        </w:rPr>
      </w:pPr>
    </w:p>
    <w:p w14:paraId="08690CC2" w14:textId="77777777" w:rsidR="00FC2E03" w:rsidRPr="00553EFA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OPIS IZOBRAŽEVANJA (DODATNA POJASNILA …): _____________________________________</w:t>
      </w:r>
    </w:p>
    <w:p w14:paraId="411B300A" w14:textId="77777777" w:rsidR="00FC2E03" w:rsidRDefault="00FC2E03" w:rsidP="00FC2E03">
      <w:pPr>
        <w:rPr>
          <w:rFonts w:ascii="Arial" w:hAnsi="Arial" w:cs="Arial"/>
        </w:rPr>
      </w:pPr>
    </w:p>
    <w:p w14:paraId="4B0EC700" w14:textId="77777777" w:rsidR="00FC2E03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10F51CE6" w14:textId="77777777" w:rsidR="00FC2E03" w:rsidRDefault="00FC2E03" w:rsidP="00FC2E03">
      <w:pPr>
        <w:rPr>
          <w:rFonts w:ascii="Arial" w:hAnsi="Arial" w:cs="Arial"/>
        </w:rPr>
      </w:pPr>
    </w:p>
    <w:p w14:paraId="26626B7D" w14:textId="77777777" w:rsidR="00FC2E03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28C25C46" w14:textId="77777777" w:rsidR="00FC2E03" w:rsidRDefault="00FC2E03" w:rsidP="00FC2E03">
      <w:pPr>
        <w:rPr>
          <w:rFonts w:ascii="Arial" w:hAnsi="Arial" w:cs="Arial"/>
        </w:rPr>
      </w:pPr>
    </w:p>
    <w:p w14:paraId="435AB64E" w14:textId="77777777" w:rsidR="00FC2E03" w:rsidRDefault="00FC2E03" w:rsidP="00FC2E03">
      <w:pPr>
        <w:rPr>
          <w:rFonts w:ascii="Arial" w:hAnsi="Arial" w:cs="Arial"/>
        </w:rPr>
      </w:pPr>
      <w:r>
        <w:rPr>
          <w:rFonts w:ascii="Arial" w:hAnsi="Arial" w:cs="Arial"/>
        </w:rPr>
        <w:t>*PRILOGE (VABILA, POTRDILA, DRUGO): ______________________________________________</w:t>
      </w:r>
    </w:p>
    <w:p w14:paraId="0A10B61E" w14:textId="77777777" w:rsidR="00FC2E03" w:rsidRDefault="00FC2E03" w:rsidP="00FC2E03">
      <w:pPr>
        <w:rPr>
          <w:rFonts w:ascii="Arial" w:hAnsi="Arial" w:cs="Arial"/>
        </w:rPr>
      </w:pPr>
    </w:p>
    <w:p w14:paraId="3E273FF7" w14:textId="77777777" w:rsidR="00FC2E03" w:rsidRPr="0057289B" w:rsidRDefault="00FC2E03" w:rsidP="00FC2E03">
      <w:r>
        <w:rPr>
          <w:rFonts w:ascii="Arial" w:hAnsi="Arial" w:cs="Arial"/>
        </w:rPr>
        <w:t>_________________________________________________________________________________</w:t>
      </w:r>
    </w:p>
    <w:p w14:paraId="02CDC0E0" w14:textId="77777777" w:rsidR="00FC2E03" w:rsidRDefault="00FC2E03" w:rsidP="00FC2E03">
      <w:pPr>
        <w:rPr>
          <w:rFonts w:ascii="Arial" w:hAnsi="Arial" w:cs="Arial"/>
        </w:rPr>
      </w:pPr>
    </w:p>
    <w:p w14:paraId="2A6CF232" w14:textId="1CDBF560" w:rsidR="00FC2E03" w:rsidRPr="004E1A78" w:rsidRDefault="00FC2E03" w:rsidP="00FC2E03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</w:t>
      </w:r>
      <w:r w:rsidRPr="004E1A78">
        <w:rPr>
          <w:rFonts w:ascii="Arial" w:hAnsi="Arial" w:cs="Arial"/>
          <w:i/>
          <w:iCs/>
        </w:rPr>
        <w:t xml:space="preserve">* PRILOGE so </w:t>
      </w:r>
      <w:r w:rsidRPr="004E1A78">
        <w:rPr>
          <w:rFonts w:ascii="Arial" w:hAnsi="Arial" w:cs="Arial"/>
          <w:i/>
          <w:iCs/>
          <w:u w:val="single"/>
        </w:rPr>
        <w:t>obvezni</w:t>
      </w:r>
      <w:r w:rsidRPr="004E1A78">
        <w:rPr>
          <w:rFonts w:ascii="Arial" w:hAnsi="Arial" w:cs="Arial"/>
          <w:i/>
          <w:iCs/>
        </w:rPr>
        <w:t xml:space="preserve"> del prijavljenih </w:t>
      </w:r>
      <w:r>
        <w:rPr>
          <w:rFonts w:ascii="Arial" w:hAnsi="Arial" w:cs="Arial"/>
          <w:i/>
          <w:iCs/>
        </w:rPr>
        <w:t>izobraževanj</w:t>
      </w:r>
      <w:r w:rsidRPr="004E1A78">
        <w:rPr>
          <w:rFonts w:ascii="Arial" w:hAnsi="Arial" w:cs="Arial"/>
          <w:i/>
          <w:iCs/>
        </w:rPr>
        <w:t xml:space="preserve"> vlagatelja</w:t>
      </w:r>
      <w:r w:rsidR="00182EE4">
        <w:rPr>
          <w:rFonts w:ascii="Arial" w:hAnsi="Arial" w:cs="Arial"/>
          <w:i/>
          <w:iCs/>
        </w:rPr>
        <w:t xml:space="preserve"> </w:t>
      </w:r>
      <w:r w:rsidR="00182EE4">
        <w:rPr>
          <w:rFonts w:ascii="Arial" w:hAnsi="Arial" w:cs="Arial"/>
          <w:i/>
          <w:iCs/>
        </w:rPr>
        <w:t>pri oddanem poročilu</w:t>
      </w:r>
    </w:p>
    <w:p w14:paraId="14C71A16" w14:textId="77777777" w:rsidR="00FC2E03" w:rsidRDefault="00FC2E03" w:rsidP="00056027">
      <w:pPr>
        <w:rPr>
          <w:rFonts w:ascii="Arial" w:hAnsi="Arial" w:cs="Arial"/>
        </w:rPr>
      </w:pPr>
    </w:p>
    <w:p w14:paraId="69CC0FC3" w14:textId="77777777" w:rsidR="00F922D0" w:rsidRDefault="00F922D0" w:rsidP="00056027">
      <w:pPr>
        <w:rPr>
          <w:rFonts w:ascii="Arial" w:hAnsi="Arial" w:cs="Arial"/>
        </w:rPr>
      </w:pPr>
    </w:p>
    <w:p w14:paraId="077CF4C5" w14:textId="77777777" w:rsidR="00BF464D" w:rsidRDefault="00BF464D" w:rsidP="00056027">
      <w:pPr>
        <w:rPr>
          <w:rFonts w:ascii="Arial" w:hAnsi="Arial" w:cs="Arial"/>
        </w:rPr>
      </w:pPr>
    </w:p>
    <w:p w14:paraId="6BCFD885" w14:textId="77777777" w:rsidR="00BF464D" w:rsidRDefault="00BF464D" w:rsidP="00056027">
      <w:pPr>
        <w:rPr>
          <w:rFonts w:ascii="Arial" w:hAnsi="Arial" w:cs="Arial"/>
        </w:rPr>
      </w:pPr>
    </w:p>
    <w:p w14:paraId="1598E198" w14:textId="77777777" w:rsidR="00BF464D" w:rsidRDefault="00BF464D" w:rsidP="00056027">
      <w:pPr>
        <w:rPr>
          <w:rFonts w:ascii="Arial" w:hAnsi="Arial" w:cs="Arial"/>
        </w:rPr>
      </w:pPr>
    </w:p>
    <w:p w14:paraId="6C6F234B" w14:textId="77777777" w:rsidR="00BF464D" w:rsidRDefault="00BF464D" w:rsidP="00056027">
      <w:pPr>
        <w:rPr>
          <w:rFonts w:ascii="Arial" w:hAnsi="Arial" w:cs="Arial"/>
        </w:rPr>
      </w:pPr>
    </w:p>
    <w:p w14:paraId="54D24276" w14:textId="77777777" w:rsidR="00BF464D" w:rsidRDefault="00BF464D" w:rsidP="00056027">
      <w:pPr>
        <w:rPr>
          <w:rFonts w:ascii="Arial" w:hAnsi="Arial" w:cs="Arial"/>
        </w:rPr>
      </w:pPr>
    </w:p>
    <w:p w14:paraId="1349FCDF" w14:textId="77777777" w:rsidR="00BF464D" w:rsidRDefault="00BF464D" w:rsidP="00056027">
      <w:pPr>
        <w:rPr>
          <w:rFonts w:ascii="Arial" w:hAnsi="Arial" w:cs="Arial"/>
        </w:rPr>
      </w:pPr>
    </w:p>
    <w:p w14:paraId="1D48FA22" w14:textId="77777777" w:rsidR="00BF464D" w:rsidRDefault="00BF464D" w:rsidP="00056027">
      <w:pPr>
        <w:rPr>
          <w:rFonts w:ascii="Arial" w:hAnsi="Arial" w:cs="Arial"/>
        </w:rPr>
      </w:pPr>
    </w:p>
    <w:p w14:paraId="7D01F8E3" w14:textId="77777777" w:rsidR="00BF464D" w:rsidRDefault="00BF464D" w:rsidP="00056027">
      <w:pPr>
        <w:rPr>
          <w:rFonts w:ascii="Arial" w:hAnsi="Arial" w:cs="Arial"/>
        </w:rPr>
      </w:pPr>
    </w:p>
    <w:p w14:paraId="1717EDA6" w14:textId="77777777" w:rsidR="00BF464D" w:rsidRDefault="00BF464D" w:rsidP="00056027">
      <w:pPr>
        <w:rPr>
          <w:rFonts w:ascii="Arial" w:hAnsi="Arial" w:cs="Arial"/>
        </w:rPr>
      </w:pPr>
    </w:p>
    <w:p w14:paraId="2BFA9418" w14:textId="77777777" w:rsidR="00BF464D" w:rsidRDefault="00BF464D" w:rsidP="00056027">
      <w:pPr>
        <w:rPr>
          <w:rFonts w:ascii="Arial" w:hAnsi="Arial" w:cs="Arial"/>
        </w:rPr>
      </w:pPr>
    </w:p>
    <w:p w14:paraId="53210818" w14:textId="77777777" w:rsidR="00BF464D" w:rsidRDefault="00BF464D" w:rsidP="00056027">
      <w:pPr>
        <w:rPr>
          <w:rFonts w:ascii="Arial" w:hAnsi="Arial" w:cs="Arial"/>
        </w:rPr>
      </w:pPr>
    </w:p>
    <w:p w14:paraId="23F2B887" w14:textId="77777777" w:rsidR="00F922D0" w:rsidRDefault="00F922D0" w:rsidP="00056027">
      <w:pPr>
        <w:rPr>
          <w:rFonts w:ascii="Arial" w:hAnsi="Arial" w:cs="Arial"/>
        </w:rPr>
      </w:pPr>
    </w:p>
    <w:p w14:paraId="714A9034" w14:textId="77777777" w:rsidR="00056027" w:rsidRPr="00056027" w:rsidRDefault="00056027" w:rsidP="00056027">
      <w:pPr>
        <w:rPr>
          <w:rFonts w:ascii="Arial" w:hAnsi="Arial" w:cs="Arial"/>
        </w:rPr>
      </w:pPr>
    </w:p>
    <w:p w14:paraId="4D8D03D9" w14:textId="77777777" w:rsidR="00056027" w:rsidRPr="00056027" w:rsidRDefault="00056027" w:rsidP="009625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</w:rPr>
      </w:pPr>
      <w:r w:rsidRPr="00056027">
        <w:rPr>
          <w:rFonts w:ascii="Arial" w:hAnsi="Arial" w:cs="Arial"/>
          <w:b/>
        </w:rPr>
        <w:t>4. DELOVANJE DRUŠTVA</w:t>
      </w:r>
    </w:p>
    <w:p w14:paraId="35D977B2" w14:textId="77777777" w:rsidR="00056027" w:rsidRDefault="00056027" w:rsidP="00056027">
      <w:pPr>
        <w:ind w:left="4320"/>
        <w:rPr>
          <w:rFonts w:ascii="Arial" w:hAnsi="Arial" w:cs="Arial"/>
          <w:sz w:val="22"/>
          <w:szCs w:val="22"/>
        </w:rPr>
      </w:pPr>
    </w:p>
    <w:p w14:paraId="36D13659" w14:textId="77777777" w:rsidR="00BF464D" w:rsidRPr="00056027" w:rsidRDefault="00BF464D" w:rsidP="00056027">
      <w:pPr>
        <w:ind w:left="4320"/>
        <w:rPr>
          <w:rFonts w:ascii="Arial" w:hAnsi="Arial" w:cs="Arial"/>
          <w:sz w:val="22"/>
          <w:szCs w:val="22"/>
        </w:rPr>
      </w:pPr>
    </w:p>
    <w:p w14:paraId="72D1B5A9" w14:textId="5246E946" w:rsidR="00056027" w:rsidRPr="00056027" w:rsidRDefault="00BF464D" w:rsidP="00BF464D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  <w:r w:rsidR="00056027" w:rsidRPr="00056027">
        <w:rPr>
          <w:rFonts w:ascii="Arial" w:hAnsi="Arial" w:cs="Arial"/>
          <w:sz w:val="22"/>
          <w:szCs w:val="22"/>
        </w:rPr>
        <w:t>vpiše prijavitelj</w:t>
      </w:r>
      <w:r w:rsidR="00056027" w:rsidRPr="00056027">
        <w:rPr>
          <w:rFonts w:ascii="Arial" w:hAnsi="Arial" w:cs="Arial"/>
          <w:sz w:val="22"/>
          <w:szCs w:val="22"/>
        </w:rPr>
        <w:tab/>
      </w:r>
      <w:r w:rsidR="00056027" w:rsidRPr="00056027">
        <w:rPr>
          <w:rFonts w:ascii="Arial" w:hAnsi="Arial" w:cs="Arial"/>
          <w:sz w:val="22"/>
          <w:szCs w:val="22"/>
        </w:rPr>
        <w:tab/>
        <w:t xml:space="preserve">        vpiše komisija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31"/>
        <w:gridCol w:w="3210"/>
        <w:gridCol w:w="2521"/>
      </w:tblGrid>
      <w:tr w:rsidR="00056027" w:rsidRPr="00056027" w14:paraId="5BA82326" w14:textId="77777777" w:rsidTr="008D5319">
        <w:tc>
          <w:tcPr>
            <w:tcW w:w="3131" w:type="dxa"/>
            <w:vAlign w:val="center"/>
          </w:tcPr>
          <w:p w14:paraId="723317F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027">
              <w:rPr>
                <w:rFonts w:ascii="Arial" w:hAnsi="Arial" w:cs="Arial"/>
                <w:b/>
                <w:sz w:val="22"/>
                <w:szCs w:val="22"/>
              </w:rPr>
              <w:t>DRUŠTVO S SEDEŽEM V OBČINI MUTA</w:t>
            </w:r>
          </w:p>
        </w:tc>
        <w:tc>
          <w:tcPr>
            <w:tcW w:w="3210" w:type="dxa"/>
            <w:vAlign w:val="center"/>
          </w:tcPr>
          <w:p w14:paraId="2D2B5D70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AC4B28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CC2396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________ /_________</w:t>
            </w:r>
          </w:p>
          <w:p w14:paraId="397DF44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(vpišite število članov s stalnim prebivališčem v občini in izven občine)</w:t>
            </w:r>
          </w:p>
          <w:p w14:paraId="30103562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DCCD4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49BC5DC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67A47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1C5F83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8903F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 xml:space="preserve">= 500 </w:t>
            </w:r>
          </w:p>
          <w:p w14:paraId="6F6A4A0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</w:tbl>
    <w:p w14:paraId="5C5952D4" w14:textId="77777777" w:rsidR="00056027" w:rsidRPr="00056027" w:rsidRDefault="00056027" w:rsidP="00056027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31"/>
        <w:gridCol w:w="3210"/>
        <w:gridCol w:w="2521"/>
      </w:tblGrid>
      <w:tr w:rsidR="00056027" w:rsidRPr="00056027" w14:paraId="53D600BA" w14:textId="77777777" w:rsidTr="008D5319">
        <w:tc>
          <w:tcPr>
            <w:tcW w:w="3131" w:type="dxa"/>
            <w:vAlign w:val="center"/>
          </w:tcPr>
          <w:p w14:paraId="69CB69A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027">
              <w:rPr>
                <w:rFonts w:ascii="Arial" w:hAnsi="Arial" w:cs="Arial"/>
                <w:b/>
                <w:sz w:val="22"/>
                <w:szCs w:val="22"/>
              </w:rPr>
              <w:t>DRUŠTVO S SEDEŽEM IZVEN OBČINE MUTA</w:t>
            </w:r>
          </w:p>
        </w:tc>
        <w:tc>
          <w:tcPr>
            <w:tcW w:w="3210" w:type="dxa"/>
            <w:vAlign w:val="center"/>
          </w:tcPr>
          <w:p w14:paraId="3BA209C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5F1C9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D9D21C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_________ /_________</w:t>
            </w:r>
          </w:p>
          <w:p w14:paraId="305E478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(vpišite število članov s stalnim prebivališčem v občini in izven občine)</w:t>
            </w:r>
          </w:p>
          <w:p w14:paraId="2BEBBBB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0D8D7756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27CA8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 xml:space="preserve"> Sorazmerni del števila članov x 500</w:t>
            </w:r>
          </w:p>
          <w:p w14:paraId="1C915DE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0FCD58D8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</w:tbl>
    <w:p w14:paraId="53E6CA7E" w14:textId="77777777" w:rsidR="00056027" w:rsidRPr="00056027" w:rsidRDefault="00056027" w:rsidP="00056027">
      <w:pPr>
        <w:jc w:val="both"/>
        <w:rPr>
          <w:rFonts w:ascii="Arial" w:hAnsi="Arial" w:cs="Arial"/>
          <w:b/>
        </w:rPr>
      </w:pPr>
    </w:p>
    <w:p w14:paraId="5F212DA7" w14:textId="77777777" w:rsidR="00056027" w:rsidRDefault="00056027" w:rsidP="00056027">
      <w:pPr>
        <w:jc w:val="both"/>
        <w:rPr>
          <w:rFonts w:ascii="Arial" w:hAnsi="Arial" w:cs="Arial"/>
        </w:rPr>
      </w:pPr>
    </w:p>
    <w:p w14:paraId="65199220" w14:textId="77777777" w:rsidR="00962610" w:rsidRDefault="00962610" w:rsidP="009C15EE">
      <w:pPr>
        <w:spacing w:line="276" w:lineRule="auto"/>
        <w:rPr>
          <w:rFonts w:ascii="Arial" w:hAnsi="Arial" w:cs="Arial"/>
        </w:rPr>
      </w:pPr>
    </w:p>
    <w:p w14:paraId="290A24EE" w14:textId="77777777" w:rsidR="00962610" w:rsidRDefault="00962610" w:rsidP="009C15EE">
      <w:pPr>
        <w:spacing w:line="276" w:lineRule="auto"/>
        <w:rPr>
          <w:rFonts w:ascii="Arial" w:hAnsi="Arial" w:cs="Arial"/>
        </w:rPr>
      </w:pPr>
    </w:p>
    <w:p w14:paraId="05378C51" w14:textId="77777777" w:rsidR="00962610" w:rsidRDefault="00962610" w:rsidP="00962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Palatino Linotype" w:hAnsi="Palatino Linotype" w:cs="Tahoma"/>
          <w:b/>
        </w:rPr>
      </w:pPr>
      <w:bookmarkStart w:id="0" w:name="_Hlk500413971"/>
    </w:p>
    <w:p w14:paraId="3F0EB5F9" w14:textId="77777777" w:rsidR="00962610" w:rsidRPr="00490DF5" w:rsidRDefault="00962610" w:rsidP="00962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</w:rPr>
      </w:pPr>
      <w:r w:rsidRPr="00490DF5">
        <w:rPr>
          <w:rFonts w:ascii="Arial" w:hAnsi="Arial" w:cs="Arial"/>
          <w:b/>
        </w:rPr>
        <w:t>SEZNAM ČLANOV</w:t>
      </w:r>
    </w:p>
    <w:p w14:paraId="3267F44A" w14:textId="329662F4" w:rsidR="00962610" w:rsidRPr="00490DF5" w:rsidRDefault="00962610" w:rsidP="00962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</w:rPr>
      </w:pPr>
      <w:r w:rsidRPr="00490DF5">
        <w:rPr>
          <w:rFonts w:ascii="Arial" w:hAnsi="Arial" w:cs="Arial"/>
          <w:b/>
        </w:rPr>
        <w:t xml:space="preserve"> s </w:t>
      </w:r>
      <w:r>
        <w:rPr>
          <w:rFonts w:ascii="Arial" w:hAnsi="Arial" w:cs="Arial"/>
          <w:b/>
        </w:rPr>
        <w:t>stalnim prebivališčem v občini in izven občine</w:t>
      </w:r>
    </w:p>
    <w:p w14:paraId="591384C3" w14:textId="77777777" w:rsidR="00962610" w:rsidRPr="002A49C3" w:rsidRDefault="00962610" w:rsidP="00962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Palatino Linotype" w:hAnsi="Palatino Linotype" w:cs="Tahoma"/>
          <w:b/>
        </w:rPr>
      </w:pPr>
    </w:p>
    <w:bookmarkEnd w:id="0"/>
    <w:p w14:paraId="1DD379F6" w14:textId="77777777" w:rsidR="00962610" w:rsidRDefault="00962610" w:rsidP="009C15EE">
      <w:pPr>
        <w:spacing w:line="276" w:lineRule="auto"/>
        <w:rPr>
          <w:rFonts w:ascii="Arial" w:hAnsi="Arial" w:cs="Arial"/>
        </w:rPr>
      </w:pPr>
    </w:p>
    <w:tbl>
      <w:tblPr>
        <w:tblW w:w="939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6"/>
        <w:gridCol w:w="2835"/>
        <w:gridCol w:w="4186"/>
        <w:gridCol w:w="1950"/>
      </w:tblGrid>
      <w:tr w:rsidR="00962610" w:rsidRPr="002A49C3" w14:paraId="5C801414" w14:textId="77777777" w:rsidTr="00F25719">
        <w:tc>
          <w:tcPr>
            <w:tcW w:w="3261" w:type="dxa"/>
            <w:gridSpan w:val="2"/>
            <w:shd w:val="clear" w:color="auto" w:fill="DBE5F1" w:themeFill="accent1" w:themeFillTint="33"/>
          </w:tcPr>
          <w:p w14:paraId="54FAA623" w14:textId="77777777" w:rsidR="00962610" w:rsidRPr="00490DF5" w:rsidRDefault="00962610" w:rsidP="00891EF5">
            <w:pPr>
              <w:jc w:val="center"/>
              <w:rPr>
                <w:rFonts w:ascii="Arial" w:hAnsi="Arial" w:cs="Arial"/>
                <w:b/>
              </w:rPr>
            </w:pPr>
            <w:r w:rsidRPr="00490DF5">
              <w:rPr>
                <w:rFonts w:ascii="Arial" w:hAnsi="Arial" w:cs="Arial"/>
                <w:b/>
              </w:rPr>
              <w:t>IME IN PRIIMEK</w:t>
            </w:r>
          </w:p>
          <w:p w14:paraId="2EC46967" w14:textId="77777777" w:rsidR="00962610" w:rsidRPr="00490DF5" w:rsidRDefault="00962610" w:rsidP="00891EF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86" w:type="dxa"/>
            <w:shd w:val="clear" w:color="auto" w:fill="DBE5F1" w:themeFill="accent1" w:themeFillTint="33"/>
          </w:tcPr>
          <w:p w14:paraId="400C6258" w14:textId="77777777" w:rsidR="00962610" w:rsidRPr="00490DF5" w:rsidRDefault="00962610" w:rsidP="00891EF5">
            <w:pPr>
              <w:jc w:val="center"/>
              <w:rPr>
                <w:rFonts w:ascii="Arial" w:hAnsi="Arial" w:cs="Arial"/>
                <w:b/>
              </w:rPr>
            </w:pPr>
            <w:r w:rsidRPr="00490DF5">
              <w:rPr>
                <w:rFonts w:ascii="Arial" w:hAnsi="Arial" w:cs="Arial"/>
                <w:b/>
              </w:rPr>
              <w:t>NASLOV</w:t>
            </w:r>
          </w:p>
        </w:tc>
        <w:tc>
          <w:tcPr>
            <w:tcW w:w="1950" w:type="dxa"/>
            <w:shd w:val="clear" w:color="auto" w:fill="DBE5F1" w:themeFill="accent1" w:themeFillTint="33"/>
          </w:tcPr>
          <w:p w14:paraId="3625A036" w14:textId="77777777" w:rsidR="00962610" w:rsidRPr="00490DF5" w:rsidRDefault="00962610" w:rsidP="00891EF5">
            <w:pPr>
              <w:jc w:val="center"/>
              <w:rPr>
                <w:rFonts w:ascii="Arial" w:hAnsi="Arial" w:cs="Arial"/>
                <w:b/>
              </w:rPr>
            </w:pPr>
            <w:r w:rsidRPr="00490DF5">
              <w:rPr>
                <w:rFonts w:ascii="Arial" w:hAnsi="Arial" w:cs="Arial"/>
                <w:b/>
              </w:rPr>
              <w:t>OBČINA</w:t>
            </w:r>
          </w:p>
        </w:tc>
      </w:tr>
      <w:tr w:rsidR="00962610" w:rsidRPr="00490DF5" w14:paraId="053F300D" w14:textId="77777777" w:rsidTr="00F25719">
        <w:tc>
          <w:tcPr>
            <w:tcW w:w="426" w:type="dxa"/>
          </w:tcPr>
          <w:p w14:paraId="388F22A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1.</w:t>
            </w:r>
          </w:p>
        </w:tc>
        <w:tc>
          <w:tcPr>
            <w:tcW w:w="2835" w:type="dxa"/>
          </w:tcPr>
          <w:p w14:paraId="66311CE9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86" w:type="dxa"/>
          </w:tcPr>
          <w:p w14:paraId="052EF1F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7506142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40DA8569" w14:textId="77777777" w:rsidTr="00F25719">
        <w:tc>
          <w:tcPr>
            <w:tcW w:w="426" w:type="dxa"/>
          </w:tcPr>
          <w:p w14:paraId="6423122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2.</w:t>
            </w:r>
          </w:p>
        </w:tc>
        <w:tc>
          <w:tcPr>
            <w:tcW w:w="2835" w:type="dxa"/>
          </w:tcPr>
          <w:p w14:paraId="307C3B2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28F74BD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322497A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4D8251E8" w14:textId="77777777" w:rsidTr="00F25719">
        <w:tc>
          <w:tcPr>
            <w:tcW w:w="426" w:type="dxa"/>
          </w:tcPr>
          <w:p w14:paraId="1A3CD94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3.</w:t>
            </w:r>
          </w:p>
        </w:tc>
        <w:tc>
          <w:tcPr>
            <w:tcW w:w="2835" w:type="dxa"/>
          </w:tcPr>
          <w:p w14:paraId="2B681AE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53DC42B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43F9496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4AB592B9" w14:textId="77777777" w:rsidTr="00F25719">
        <w:tc>
          <w:tcPr>
            <w:tcW w:w="426" w:type="dxa"/>
          </w:tcPr>
          <w:p w14:paraId="1B8D086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4.</w:t>
            </w:r>
          </w:p>
        </w:tc>
        <w:tc>
          <w:tcPr>
            <w:tcW w:w="2835" w:type="dxa"/>
          </w:tcPr>
          <w:p w14:paraId="0C88FA9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7E02472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387063E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0E4369B3" w14:textId="77777777" w:rsidTr="00F25719">
        <w:tc>
          <w:tcPr>
            <w:tcW w:w="426" w:type="dxa"/>
          </w:tcPr>
          <w:p w14:paraId="32CA9C1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5.</w:t>
            </w:r>
          </w:p>
        </w:tc>
        <w:tc>
          <w:tcPr>
            <w:tcW w:w="2835" w:type="dxa"/>
          </w:tcPr>
          <w:p w14:paraId="21D248B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1B3C56B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74D79A3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37E87018" w14:textId="77777777" w:rsidTr="00F25719">
        <w:tc>
          <w:tcPr>
            <w:tcW w:w="426" w:type="dxa"/>
          </w:tcPr>
          <w:p w14:paraId="4B3AC37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6.</w:t>
            </w:r>
          </w:p>
        </w:tc>
        <w:tc>
          <w:tcPr>
            <w:tcW w:w="2835" w:type="dxa"/>
          </w:tcPr>
          <w:p w14:paraId="286A1C2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09C6CF2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2B069E0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38EC8C8F" w14:textId="77777777" w:rsidTr="00F25719">
        <w:tc>
          <w:tcPr>
            <w:tcW w:w="426" w:type="dxa"/>
          </w:tcPr>
          <w:p w14:paraId="6B21197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7.</w:t>
            </w:r>
          </w:p>
        </w:tc>
        <w:tc>
          <w:tcPr>
            <w:tcW w:w="2835" w:type="dxa"/>
          </w:tcPr>
          <w:p w14:paraId="6FDBC94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5DC5357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71A097C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3B76E40E" w14:textId="77777777" w:rsidTr="00F25719">
        <w:tc>
          <w:tcPr>
            <w:tcW w:w="426" w:type="dxa"/>
          </w:tcPr>
          <w:p w14:paraId="65D911C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8.</w:t>
            </w:r>
          </w:p>
        </w:tc>
        <w:tc>
          <w:tcPr>
            <w:tcW w:w="2835" w:type="dxa"/>
          </w:tcPr>
          <w:p w14:paraId="538CED1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607082B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57538DE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3830C37" w14:textId="77777777" w:rsidTr="00F25719">
        <w:tc>
          <w:tcPr>
            <w:tcW w:w="426" w:type="dxa"/>
          </w:tcPr>
          <w:p w14:paraId="5B17B57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9.</w:t>
            </w:r>
          </w:p>
        </w:tc>
        <w:tc>
          <w:tcPr>
            <w:tcW w:w="2835" w:type="dxa"/>
          </w:tcPr>
          <w:p w14:paraId="379981E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1719556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41EF46F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6B913A1" w14:textId="77777777" w:rsidTr="00F25719">
        <w:tc>
          <w:tcPr>
            <w:tcW w:w="426" w:type="dxa"/>
          </w:tcPr>
          <w:p w14:paraId="2578453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10.</w:t>
            </w:r>
          </w:p>
        </w:tc>
        <w:tc>
          <w:tcPr>
            <w:tcW w:w="2835" w:type="dxa"/>
          </w:tcPr>
          <w:p w14:paraId="1204216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43823EC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76AEB09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ECF99E0" w14:textId="77777777" w:rsidTr="00F25719">
        <w:tc>
          <w:tcPr>
            <w:tcW w:w="426" w:type="dxa"/>
          </w:tcPr>
          <w:p w14:paraId="2532D6B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11.</w:t>
            </w:r>
          </w:p>
        </w:tc>
        <w:tc>
          <w:tcPr>
            <w:tcW w:w="2835" w:type="dxa"/>
          </w:tcPr>
          <w:p w14:paraId="2A62F78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31BFBF5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241CC57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9B73912" w14:textId="77777777" w:rsidTr="00F25719">
        <w:tc>
          <w:tcPr>
            <w:tcW w:w="426" w:type="dxa"/>
          </w:tcPr>
          <w:p w14:paraId="7D4F230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12.</w:t>
            </w:r>
          </w:p>
        </w:tc>
        <w:tc>
          <w:tcPr>
            <w:tcW w:w="2835" w:type="dxa"/>
          </w:tcPr>
          <w:p w14:paraId="6000B38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15F3AA4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3FD8C2D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DBD2D86" w14:textId="77777777" w:rsidTr="00F25719">
        <w:tc>
          <w:tcPr>
            <w:tcW w:w="426" w:type="dxa"/>
          </w:tcPr>
          <w:p w14:paraId="051563A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13.</w:t>
            </w:r>
          </w:p>
        </w:tc>
        <w:tc>
          <w:tcPr>
            <w:tcW w:w="2835" w:type="dxa"/>
          </w:tcPr>
          <w:p w14:paraId="209B9CC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0CDB871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5CD9772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92B91F5" w14:textId="77777777" w:rsidTr="00F25719">
        <w:tc>
          <w:tcPr>
            <w:tcW w:w="426" w:type="dxa"/>
          </w:tcPr>
          <w:p w14:paraId="7D88280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14.</w:t>
            </w:r>
          </w:p>
        </w:tc>
        <w:tc>
          <w:tcPr>
            <w:tcW w:w="2835" w:type="dxa"/>
          </w:tcPr>
          <w:p w14:paraId="6B75414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0C572B6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0727B3D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432BAD0" w14:textId="77777777" w:rsidTr="00F25719">
        <w:tc>
          <w:tcPr>
            <w:tcW w:w="426" w:type="dxa"/>
          </w:tcPr>
          <w:p w14:paraId="378B1CB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15.</w:t>
            </w:r>
          </w:p>
        </w:tc>
        <w:tc>
          <w:tcPr>
            <w:tcW w:w="2835" w:type="dxa"/>
          </w:tcPr>
          <w:p w14:paraId="6ED9D24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3565BFC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1B7BB74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30FDCD5F" w14:textId="77777777" w:rsidTr="00F25719">
        <w:tc>
          <w:tcPr>
            <w:tcW w:w="426" w:type="dxa"/>
          </w:tcPr>
          <w:p w14:paraId="5935BB3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16.</w:t>
            </w:r>
          </w:p>
        </w:tc>
        <w:tc>
          <w:tcPr>
            <w:tcW w:w="2835" w:type="dxa"/>
          </w:tcPr>
          <w:p w14:paraId="7D5C1E5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52050F5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272AD36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9A01B04" w14:textId="77777777" w:rsidTr="00F25719">
        <w:tc>
          <w:tcPr>
            <w:tcW w:w="426" w:type="dxa"/>
          </w:tcPr>
          <w:p w14:paraId="13BC880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17.</w:t>
            </w:r>
          </w:p>
        </w:tc>
        <w:tc>
          <w:tcPr>
            <w:tcW w:w="2835" w:type="dxa"/>
          </w:tcPr>
          <w:p w14:paraId="42BA8E0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09E8034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24D1A47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42877D08" w14:textId="77777777" w:rsidTr="00F25719">
        <w:tc>
          <w:tcPr>
            <w:tcW w:w="426" w:type="dxa"/>
          </w:tcPr>
          <w:p w14:paraId="2E39267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18.</w:t>
            </w:r>
          </w:p>
        </w:tc>
        <w:tc>
          <w:tcPr>
            <w:tcW w:w="2835" w:type="dxa"/>
          </w:tcPr>
          <w:p w14:paraId="618698E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03A4835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594EE3D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0C5FE6EC" w14:textId="77777777" w:rsidTr="00F25719">
        <w:tc>
          <w:tcPr>
            <w:tcW w:w="426" w:type="dxa"/>
          </w:tcPr>
          <w:p w14:paraId="62D4722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19.</w:t>
            </w:r>
          </w:p>
        </w:tc>
        <w:tc>
          <w:tcPr>
            <w:tcW w:w="2835" w:type="dxa"/>
          </w:tcPr>
          <w:p w14:paraId="0B2BF84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30E0281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226EB69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4203E41E" w14:textId="77777777" w:rsidTr="00F25719">
        <w:tc>
          <w:tcPr>
            <w:tcW w:w="426" w:type="dxa"/>
          </w:tcPr>
          <w:p w14:paraId="562AAF5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20.</w:t>
            </w:r>
          </w:p>
        </w:tc>
        <w:tc>
          <w:tcPr>
            <w:tcW w:w="2835" w:type="dxa"/>
          </w:tcPr>
          <w:p w14:paraId="3E94B07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69435AC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57FDE34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2E0DC41" w14:textId="77777777" w:rsidTr="00F25719">
        <w:tc>
          <w:tcPr>
            <w:tcW w:w="426" w:type="dxa"/>
          </w:tcPr>
          <w:p w14:paraId="2A5332E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21.</w:t>
            </w:r>
          </w:p>
        </w:tc>
        <w:tc>
          <w:tcPr>
            <w:tcW w:w="2835" w:type="dxa"/>
          </w:tcPr>
          <w:p w14:paraId="54D3D5B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5DBB214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6EF973E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507F0B84" w14:textId="77777777" w:rsidTr="00F25719">
        <w:tc>
          <w:tcPr>
            <w:tcW w:w="426" w:type="dxa"/>
          </w:tcPr>
          <w:p w14:paraId="376E9A6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22.</w:t>
            </w:r>
          </w:p>
        </w:tc>
        <w:tc>
          <w:tcPr>
            <w:tcW w:w="2835" w:type="dxa"/>
          </w:tcPr>
          <w:p w14:paraId="2925635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1A5FD95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6A22B4C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6334CA96" w14:textId="77777777" w:rsidTr="00F25719">
        <w:tc>
          <w:tcPr>
            <w:tcW w:w="426" w:type="dxa"/>
          </w:tcPr>
          <w:p w14:paraId="34E9A82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23.</w:t>
            </w:r>
          </w:p>
        </w:tc>
        <w:tc>
          <w:tcPr>
            <w:tcW w:w="2835" w:type="dxa"/>
          </w:tcPr>
          <w:p w14:paraId="02E410C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0263348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32E3AB7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6A5561B" w14:textId="77777777" w:rsidTr="00F25719">
        <w:tc>
          <w:tcPr>
            <w:tcW w:w="426" w:type="dxa"/>
          </w:tcPr>
          <w:p w14:paraId="7B4CCC0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24.</w:t>
            </w:r>
          </w:p>
        </w:tc>
        <w:tc>
          <w:tcPr>
            <w:tcW w:w="2835" w:type="dxa"/>
          </w:tcPr>
          <w:p w14:paraId="4C3D470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65DB6AE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2DA10E1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04035DE" w14:textId="77777777" w:rsidTr="00F25719">
        <w:tc>
          <w:tcPr>
            <w:tcW w:w="426" w:type="dxa"/>
          </w:tcPr>
          <w:p w14:paraId="5FE4F89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25.</w:t>
            </w:r>
          </w:p>
        </w:tc>
        <w:tc>
          <w:tcPr>
            <w:tcW w:w="2835" w:type="dxa"/>
          </w:tcPr>
          <w:p w14:paraId="6E20935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72C1411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7AEA796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034DA1F5" w14:textId="77777777" w:rsidTr="00F25719">
        <w:tc>
          <w:tcPr>
            <w:tcW w:w="426" w:type="dxa"/>
          </w:tcPr>
          <w:p w14:paraId="0A5F4A3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26.</w:t>
            </w:r>
          </w:p>
        </w:tc>
        <w:tc>
          <w:tcPr>
            <w:tcW w:w="2835" w:type="dxa"/>
          </w:tcPr>
          <w:p w14:paraId="04AEB4D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3D5B561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7401C77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69BC297F" w14:textId="77777777" w:rsidTr="00F25719">
        <w:tc>
          <w:tcPr>
            <w:tcW w:w="426" w:type="dxa"/>
          </w:tcPr>
          <w:p w14:paraId="544AEE5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27.</w:t>
            </w:r>
          </w:p>
        </w:tc>
        <w:tc>
          <w:tcPr>
            <w:tcW w:w="2835" w:type="dxa"/>
          </w:tcPr>
          <w:p w14:paraId="59A79F7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0E9D406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41BC23F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8753EDE" w14:textId="77777777" w:rsidTr="00F25719">
        <w:tc>
          <w:tcPr>
            <w:tcW w:w="426" w:type="dxa"/>
          </w:tcPr>
          <w:p w14:paraId="7290CF8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28.</w:t>
            </w:r>
          </w:p>
        </w:tc>
        <w:tc>
          <w:tcPr>
            <w:tcW w:w="2835" w:type="dxa"/>
          </w:tcPr>
          <w:p w14:paraId="3875E7C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1E4880B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5E7E2599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F12FAF0" w14:textId="77777777" w:rsidTr="00F25719">
        <w:tc>
          <w:tcPr>
            <w:tcW w:w="426" w:type="dxa"/>
          </w:tcPr>
          <w:p w14:paraId="34F98DC9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29.</w:t>
            </w:r>
          </w:p>
        </w:tc>
        <w:tc>
          <w:tcPr>
            <w:tcW w:w="2835" w:type="dxa"/>
          </w:tcPr>
          <w:p w14:paraId="64C1284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6132A72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6F432C9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BF229DE" w14:textId="77777777" w:rsidTr="00F25719">
        <w:tc>
          <w:tcPr>
            <w:tcW w:w="426" w:type="dxa"/>
          </w:tcPr>
          <w:p w14:paraId="1631D81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30.</w:t>
            </w:r>
          </w:p>
        </w:tc>
        <w:tc>
          <w:tcPr>
            <w:tcW w:w="2835" w:type="dxa"/>
          </w:tcPr>
          <w:p w14:paraId="113B39B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282272D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4C9C1C3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6F27D7C" w14:textId="77777777" w:rsidTr="00F25719">
        <w:tc>
          <w:tcPr>
            <w:tcW w:w="426" w:type="dxa"/>
          </w:tcPr>
          <w:p w14:paraId="343CE79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31.</w:t>
            </w:r>
          </w:p>
        </w:tc>
        <w:tc>
          <w:tcPr>
            <w:tcW w:w="2835" w:type="dxa"/>
          </w:tcPr>
          <w:p w14:paraId="1F8E543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3240B3B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773A699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4AE2CB02" w14:textId="77777777" w:rsidTr="00F25719">
        <w:tc>
          <w:tcPr>
            <w:tcW w:w="426" w:type="dxa"/>
          </w:tcPr>
          <w:p w14:paraId="6FC4C29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32.</w:t>
            </w:r>
          </w:p>
        </w:tc>
        <w:tc>
          <w:tcPr>
            <w:tcW w:w="2835" w:type="dxa"/>
          </w:tcPr>
          <w:p w14:paraId="6A6A95D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16042C4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3924913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9FA733D" w14:textId="77777777" w:rsidTr="00F25719">
        <w:tc>
          <w:tcPr>
            <w:tcW w:w="426" w:type="dxa"/>
          </w:tcPr>
          <w:p w14:paraId="7992ED2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33.</w:t>
            </w:r>
          </w:p>
        </w:tc>
        <w:tc>
          <w:tcPr>
            <w:tcW w:w="2835" w:type="dxa"/>
          </w:tcPr>
          <w:p w14:paraId="14A0104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5B9D9FC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490683C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06E8DD6C" w14:textId="77777777" w:rsidTr="00F25719">
        <w:tc>
          <w:tcPr>
            <w:tcW w:w="426" w:type="dxa"/>
          </w:tcPr>
          <w:p w14:paraId="3823ADF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34.</w:t>
            </w:r>
          </w:p>
        </w:tc>
        <w:tc>
          <w:tcPr>
            <w:tcW w:w="2835" w:type="dxa"/>
          </w:tcPr>
          <w:p w14:paraId="4BD6EA6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0EEA3D7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4B43E65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0AFA2FAD" w14:textId="77777777" w:rsidTr="00F25719">
        <w:tc>
          <w:tcPr>
            <w:tcW w:w="426" w:type="dxa"/>
          </w:tcPr>
          <w:p w14:paraId="2E8319B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35.</w:t>
            </w:r>
          </w:p>
        </w:tc>
        <w:tc>
          <w:tcPr>
            <w:tcW w:w="2835" w:type="dxa"/>
          </w:tcPr>
          <w:p w14:paraId="767ED5D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7ADDF70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305A159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ADC0D82" w14:textId="77777777" w:rsidTr="00F25719">
        <w:tc>
          <w:tcPr>
            <w:tcW w:w="426" w:type="dxa"/>
          </w:tcPr>
          <w:p w14:paraId="3B03A4B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36.</w:t>
            </w:r>
          </w:p>
        </w:tc>
        <w:tc>
          <w:tcPr>
            <w:tcW w:w="2835" w:type="dxa"/>
          </w:tcPr>
          <w:p w14:paraId="15D2C20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516AF75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0FA07CA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0ECD4B5F" w14:textId="77777777" w:rsidTr="00F25719">
        <w:tc>
          <w:tcPr>
            <w:tcW w:w="426" w:type="dxa"/>
          </w:tcPr>
          <w:p w14:paraId="06FEF61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37.</w:t>
            </w:r>
          </w:p>
        </w:tc>
        <w:tc>
          <w:tcPr>
            <w:tcW w:w="2835" w:type="dxa"/>
          </w:tcPr>
          <w:p w14:paraId="7E339D3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1D23C83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00C4892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337BF13" w14:textId="77777777" w:rsidTr="00F25719">
        <w:tc>
          <w:tcPr>
            <w:tcW w:w="426" w:type="dxa"/>
          </w:tcPr>
          <w:p w14:paraId="74D13E9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38.</w:t>
            </w:r>
          </w:p>
        </w:tc>
        <w:tc>
          <w:tcPr>
            <w:tcW w:w="2835" w:type="dxa"/>
          </w:tcPr>
          <w:p w14:paraId="1A5A623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18757FF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6EBAE6D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E3CF8C4" w14:textId="77777777" w:rsidTr="00F25719">
        <w:tc>
          <w:tcPr>
            <w:tcW w:w="426" w:type="dxa"/>
          </w:tcPr>
          <w:p w14:paraId="5CA9E91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39.</w:t>
            </w:r>
          </w:p>
        </w:tc>
        <w:tc>
          <w:tcPr>
            <w:tcW w:w="2835" w:type="dxa"/>
          </w:tcPr>
          <w:p w14:paraId="7D5FB8C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5C405E3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2C6B5F8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51A74B0A" w14:textId="77777777" w:rsidTr="00F25719">
        <w:tc>
          <w:tcPr>
            <w:tcW w:w="426" w:type="dxa"/>
          </w:tcPr>
          <w:p w14:paraId="7420438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40.</w:t>
            </w:r>
          </w:p>
        </w:tc>
        <w:tc>
          <w:tcPr>
            <w:tcW w:w="2835" w:type="dxa"/>
          </w:tcPr>
          <w:p w14:paraId="14CC7BF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03BBD95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588DC40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8510365" w14:textId="77777777" w:rsidTr="00F25719">
        <w:tc>
          <w:tcPr>
            <w:tcW w:w="426" w:type="dxa"/>
          </w:tcPr>
          <w:p w14:paraId="19F6A57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41.</w:t>
            </w:r>
          </w:p>
        </w:tc>
        <w:tc>
          <w:tcPr>
            <w:tcW w:w="2835" w:type="dxa"/>
          </w:tcPr>
          <w:p w14:paraId="2635754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6BE027F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1169F10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2F110FD" w14:textId="77777777" w:rsidTr="00F25719">
        <w:tc>
          <w:tcPr>
            <w:tcW w:w="426" w:type="dxa"/>
          </w:tcPr>
          <w:p w14:paraId="46FC0FB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42.</w:t>
            </w:r>
          </w:p>
        </w:tc>
        <w:tc>
          <w:tcPr>
            <w:tcW w:w="2835" w:type="dxa"/>
          </w:tcPr>
          <w:p w14:paraId="4EF380A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6E9C323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793FE2E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1E1FC1C" w14:textId="77777777" w:rsidTr="00F25719">
        <w:tc>
          <w:tcPr>
            <w:tcW w:w="426" w:type="dxa"/>
          </w:tcPr>
          <w:p w14:paraId="152575A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43.</w:t>
            </w:r>
          </w:p>
        </w:tc>
        <w:tc>
          <w:tcPr>
            <w:tcW w:w="2835" w:type="dxa"/>
          </w:tcPr>
          <w:p w14:paraId="591E7269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0018069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34C12CD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83C1FE0" w14:textId="77777777" w:rsidTr="00F25719">
        <w:tc>
          <w:tcPr>
            <w:tcW w:w="426" w:type="dxa"/>
          </w:tcPr>
          <w:p w14:paraId="0591BB0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44.</w:t>
            </w:r>
          </w:p>
        </w:tc>
        <w:tc>
          <w:tcPr>
            <w:tcW w:w="2835" w:type="dxa"/>
          </w:tcPr>
          <w:p w14:paraId="42BFE08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561508E9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0003AE2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49096119" w14:textId="77777777" w:rsidTr="00F25719">
        <w:tc>
          <w:tcPr>
            <w:tcW w:w="426" w:type="dxa"/>
          </w:tcPr>
          <w:p w14:paraId="259F9FD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45.</w:t>
            </w:r>
          </w:p>
        </w:tc>
        <w:tc>
          <w:tcPr>
            <w:tcW w:w="2835" w:type="dxa"/>
          </w:tcPr>
          <w:p w14:paraId="77C36C4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</w:tcPr>
          <w:p w14:paraId="1F1EDE3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14:paraId="7E3EC49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8C8B008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E06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46.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FE4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A7D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A599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F48C6F9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E76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47.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C1E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1F0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198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5DE22B61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F5A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48.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791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6E1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BF8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35D211C2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ED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49.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34F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43F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287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3AB80156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FF9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50.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167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59F9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8CA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15AD4D0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1BF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51.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461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DFA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FB3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BA70120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E2E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52.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089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5DF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DA6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1F1F17F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F77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53.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D3E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897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11F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3DA373D2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862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54.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768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116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852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A66C3A5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0C8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55.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EE6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272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DF2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13EA253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8C4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56.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32A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B0C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6FE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09F4A7E3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3D9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57.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CE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E6C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FBA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88A349E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52C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58.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A52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D0B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69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6B0A4605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803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59.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B0B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7A0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1E7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38902BD5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191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60.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B9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F84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A12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11EBEC7B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50B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61.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2BA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094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7BF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0C32D86B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E92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62.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298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0DF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A83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21E7074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283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63.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60F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597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089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46E1745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DA7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64.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2C1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5989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A00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6E6AAEFC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984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65.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5F9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EDF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E89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6667F9B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FA5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66.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0B76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939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07D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7889107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1A6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67.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B02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11B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B17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A59F30A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8F3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68.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EF8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74F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2129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4592614F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BBF8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69.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045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6E7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B42A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3E9475D5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FA6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70.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0290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156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922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C019DDF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352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71.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B167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7CC9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DF9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476C34F7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35F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72.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7F1F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ABEB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202E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2D41FC77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C0AC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73.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514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5BD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5104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7EDCCAA0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3E5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74.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6D85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6B32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3BE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  <w:tr w:rsidR="00962610" w:rsidRPr="00490DF5" w14:paraId="6A3D0BAD" w14:textId="77777777" w:rsidTr="00F2571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5C8D" w14:textId="77777777" w:rsidR="00962610" w:rsidRPr="00490DF5" w:rsidRDefault="00962610" w:rsidP="00891EF5">
            <w:pPr>
              <w:rPr>
                <w:rFonts w:ascii="Arial" w:hAnsi="Arial" w:cs="Arial"/>
              </w:rPr>
            </w:pPr>
            <w:r w:rsidRPr="00490DF5">
              <w:rPr>
                <w:rFonts w:ascii="Arial" w:hAnsi="Arial" w:cs="Arial"/>
              </w:rPr>
              <w:t>75.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73F3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0C5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4D81" w14:textId="77777777" w:rsidR="00962610" w:rsidRPr="00490DF5" w:rsidRDefault="00962610" w:rsidP="00891EF5">
            <w:pPr>
              <w:rPr>
                <w:rFonts w:ascii="Arial" w:hAnsi="Arial" w:cs="Arial"/>
              </w:rPr>
            </w:pPr>
          </w:p>
        </w:tc>
      </w:tr>
    </w:tbl>
    <w:p w14:paraId="741016D5" w14:textId="77777777" w:rsidR="00962610" w:rsidRDefault="00962610" w:rsidP="009C15EE">
      <w:pPr>
        <w:spacing w:line="276" w:lineRule="auto"/>
        <w:rPr>
          <w:rFonts w:ascii="Arial" w:hAnsi="Arial" w:cs="Arial"/>
        </w:rPr>
      </w:pPr>
    </w:p>
    <w:p w14:paraId="0E8F3DD1" w14:textId="77777777" w:rsidR="00962610" w:rsidRDefault="00962610" w:rsidP="009C15EE">
      <w:pPr>
        <w:spacing w:line="276" w:lineRule="auto"/>
        <w:rPr>
          <w:rFonts w:ascii="Arial" w:hAnsi="Arial" w:cs="Arial"/>
        </w:rPr>
      </w:pPr>
    </w:p>
    <w:p w14:paraId="39F334B3" w14:textId="77777777" w:rsidR="00962610" w:rsidRDefault="00962610" w:rsidP="009C15EE">
      <w:pPr>
        <w:spacing w:line="276" w:lineRule="auto"/>
        <w:rPr>
          <w:rFonts w:ascii="Arial" w:hAnsi="Arial" w:cs="Arial"/>
        </w:rPr>
      </w:pPr>
    </w:p>
    <w:p w14:paraId="35801166" w14:textId="77777777" w:rsidR="00962610" w:rsidRDefault="00962610" w:rsidP="009C15EE">
      <w:pPr>
        <w:spacing w:line="276" w:lineRule="auto"/>
        <w:rPr>
          <w:rFonts w:ascii="Arial" w:hAnsi="Arial" w:cs="Arial"/>
        </w:rPr>
      </w:pPr>
    </w:p>
    <w:p w14:paraId="284325F0" w14:textId="77777777" w:rsidR="00962610" w:rsidRDefault="00962610" w:rsidP="00962610">
      <w:pPr>
        <w:jc w:val="both"/>
        <w:rPr>
          <w:rFonts w:ascii="Arial" w:hAnsi="Arial" w:cs="Arial"/>
        </w:rPr>
      </w:pPr>
    </w:p>
    <w:p w14:paraId="331325B4" w14:textId="77777777" w:rsidR="00962610" w:rsidRPr="00056027" w:rsidRDefault="00962610" w:rsidP="00962610">
      <w:pPr>
        <w:jc w:val="both"/>
        <w:rPr>
          <w:rFonts w:ascii="Arial" w:hAnsi="Arial" w:cs="Arial"/>
        </w:rPr>
      </w:pPr>
      <w:r w:rsidRPr="00056027">
        <w:rPr>
          <w:rFonts w:ascii="Arial" w:hAnsi="Arial" w:cs="Arial"/>
        </w:rPr>
        <w:t>Žig in podpis odgovorne osebe: ________________________________</w:t>
      </w:r>
    </w:p>
    <w:p w14:paraId="012D65AA" w14:textId="2848DE92" w:rsidR="00B93240" w:rsidRPr="00A05589" w:rsidRDefault="00B93240" w:rsidP="009C15EE">
      <w:pPr>
        <w:spacing w:line="276" w:lineRule="auto"/>
        <w:rPr>
          <w:rFonts w:ascii="Arial" w:hAnsi="Arial" w:cs="Arial"/>
        </w:rPr>
      </w:pPr>
      <w:r w:rsidRPr="00A05589">
        <w:rPr>
          <w:rFonts w:ascii="Arial" w:hAnsi="Arial" w:cs="Arial"/>
        </w:rPr>
        <w:br w:type="page"/>
      </w:r>
    </w:p>
    <w:p w14:paraId="433C2BDE" w14:textId="7B609DA4" w:rsidR="00B90C73" w:rsidRPr="00A472D5" w:rsidRDefault="00B90C73" w:rsidP="00962571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  <w:sz w:val="24"/>
          <w:szCs w:val="24"/>
        </w:rPr>
      </w:pPr>
      <w:r w:rsidRPr="00A472D5">
        <w:rPr>
          <w:rFonts w:ascii="Arial" w:hAnsi="Arial" w:cs="Arial"/>
          <w:b/>
          <w:sz w:val="24"/>
          <w:szCs w:val="24"/>
        </w:rPr>
        <w:t>FINANČNA KONSTRUKCIJA PLANA ZA LETO 202</w:t>
      </w:r>
      <w:r w:rsidR="00D879F2">
        <w:rPr>
          <w:rFonts w:ascii="Arial" w:hAnsi="Arial" w:cs="Arial"/>
          <w:b/>
          <w:sz w:val="24"/>
          <w:szCs w:val="24"/>
        </w:rPr>
        <w:t>6</w:t>
      </w:r>
    </w:p>
    <w:p w14:paraId="766BAEB9" w14:textId="77777777" w:rsidR="00B90C73" w:rsidRDefault="00B90C73" w:rsidP="00B90C73">
      <w:pPr>
        <w:rPr>
          <w:rFonts w:ascii="Arial" w:hAnsi="Arial" w:cs="Arial"/>
          <w:b/>
        </w:rPr>
      </w:pPr>
    </w:p>
    <w:p w14:paraId="037EAC6B" w14:textId="77777777" w:rsidR="00B90C73" w:rsidRPr="00B90C73" w:rsidRDefault="00B90C73" w:rsidP="00B90C73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2"/>
      </w:tblGrid>
      <w:tr w:rsidR="00B90C73" w:rsidRPr="00B90C73" w14:paraId="47FE4E0B" w14:textId="77777777" w:rsidTr="008D5319">
        <w:tc>
          <w:tcPr>
            <w:tcW w:w="8862" w:type="dxa"/>
          </w:tcPr>
          <w:p w14:paraId="1C1AEF90" w14:textId="77777777" w:rsidR="00B90C73" w:rsidRPr="00B90C73" w:rsidRDefault="00B90C73" w:rsidP="008D5319">
            <w:pPr>
              <w:rPr>
                <w:rFonts w:ascii="Arial" w:hAnsi="Arial" w:cs="Arial"/>
              </w:rPr>
            </w:pPr>
          </w:p>
          <w:p w14:paraId="506520A2" w14:textId="6E0C61CD" w:rsidR="00B90C73" w:rsidRPr="00B90C73" w:rsidRDefault="00B90C73" w:rsidP="008D5319">
            <w:pPr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Naziv društva:</w:t>
            </w:r>
            <w:r>
              <w:rPr>
                <w:rFonts w:ascii="Arial" w:hAnsi="Arial" w:cs="Arial"/>
              </w:rPr>
              <w:t xml:space="preserve"> _________________________________________________________________</w:t>
            </w:r>
          </w:p>
          <w:p w14:paraId="52A1BEF7" w14:textId="77777777" w:rsidR="00B90C73" w:rsidRPr="00B90C73" w:rsidRDefault="00B90C73" w:rsidP="008D5319">
            <w:pPr>
              <w:rPr>
                <w:rFonts w:ascii="Arial" w:hAnsi="Arial" w:cs="Arial"/>
                <w:u w:val="single"/>
              </w:rPr>
            </w:pPr>
          </w:p>
          <w:p w14:paraId="2227FAF3" w14:textId="77777777" w:rsidR="00B90C73" w:rsidRPr="00B90C73" w:rsidRDefault="00B90C73" w:rsidP="009625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BE5F1" w:themeFill="accent1" w:themeFillTint="33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  <w:b/>
              </w:rPr>
              <w:t>ODHODKI:</w:t>
            </w:r>
            <w:r w:rsidRPr="00B90C73">
              <w:rPr>
                <w:rFonts w:ascii="Arial" w:hAnsi="Arial" w:cs="Arial"/>
              </w:rPr>
              <w:t xml:space="preserve"> specifikacija – opredelite vrsto in višino</w:t>
            </w:r>
          </w:p>
          <w:p w14:paraId="72D3015C" w14:textId="77777777" w:rsidR="00B90C73" w:rsidRPr="00B90C73" w:rsidRDefault="00B90C73" w:rsidP="008D5319">
            <w:pPr>
              <w:ind w:left="720"/>
              <w:rPr>
                <w:rFonts w:ascii="Arial" w:hAnsi="Arial" w:cs="Arial"/>
              </w:rPr>
            </w:pPr>
          </w:p>
          <w:p w14:paraId="23E81265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</w:t>
            </w:r>
          </w:p>
          <w:p w14:paraId="19167CCB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0EBE31E5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318CCFDF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</w:t>
            </w:r>
          </w:p>
          <w:p w14:paraId="020F61E7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232B7DC3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56846713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30732E74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4DC9D6DB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53446AAC" w14:textId="77777777" w:rsidR="00B90C73" w:rsidRPr="00B90C73" w:rsidRDefault="00B90C73" w:rsidP="008D5319">
            <w:pPr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                   </w:t>
            </w:r>
          </w:p>
          <w:p w14:paraId="02BD1D88" w14:textId="4F84339D" w:rsidR="00B90C73" w:rsidRPr="00B90C73" w:rsidRDefault="00B90C73" w:rsidP="008D5319">
            <w:pPr>
              <w:rPr>
                <w:rFonts w:ascii="Arial" w:hAnsi="Arial" w:cs="Arial"/>
                <w:b/>
              </w:rPr>
            </w:pPr>
            <w:r w:rsidRPr="00B90C73">
              <w:rPr>
                <w:rFonts w:ascii="Arial" w:hAnsi="Arial" w:cs="Arial"/>
                <w:b/>
              </w:rPr>
              <w:t xml:space="preserve">     Celotna vrednost programa/projekta:……………….……  _</w:t>
            </w:r>
            <w:r w:rsidR="00A933E1">
              <w:rPr>
                <w:rFonts w:ascii="Arial" w:hAnsi="Arial" w:cs="Arial"/>
                <w:b/>
              </w:rPr>
              <w:t>_</w:t>
            </w:r>
            <w:r w:rsidRPr="00B90C73">
              <w:rPr>
                <w:rFonts w:ascii="Arial" w:hAnsi="Arial" w:cs="Arial"/>
                <w:b/>
              </w:rPr>
              <w:t xml:space="preserve">__________EUR                                                         </w:t>
            </w:r>
          </w:p>
          <w:p w14:paraId="2DE0AF3B" w14:textId="77777777" w:rsidR="00B90C73" w:rsidRDefault="00B90C73" w:rsidP="008D5319">
            <w:pPr>
              <w:tabs>
                <w:tab w:val="left" w:pos="6660"/>
              </w:tabs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ab/>
              <w:t xml:space="preserve">  </w:t>
            </w:r>
          </w:p>
          <w:p w14:paraId="2C22A41A" w14:textId="77777777" w:rsidR="0066524F" w:rsidRPr="00B90C73" w:rsidRDefault="0066524F" w:rsidP="008D5319">
            <w:pPr>
              <w:tabs>
                <w:tab w:val="left" w:pos="6660"/>
              </w:tabs>
              <w:rPr>
                <w:rFonts w:ascii="Arial" w:hAnsi="Arial" w:cs="Arial"/>
              </w:rPr>
            </w:pPr>
          </w:p>
        </w:tc>
      </w:tr>
    </w:tbl>
    <w:tbl>
      <w:tblPr>
        <w:tblpPr w:leftFromText="141" w:rightFromText="141" w:vertAnchor="text" w:horzAnchor="margin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2"/>
      </w:tblGrid>
      <w:tr w:rsidR="00B90C73" w:rsidRPr="00B90C73" w14:paraId="6A7C548D" w14:textId="77777777" w:rsidTr="0053658E">
        <w:trPr>
          <w:trHeight w:val="3676"/>
        </w:trPr>
        <w:tc>
          <w:tcPr>
            <w:tcW w:w="8862" w:type="dxa"/>
          </w:tcPr>
          <w:p w14:paraId="0204C940" w14:textId="77777777" w:rsidR="00B90C73" w:rsidRPr="00B90C73" w:rsidRDefault="00B90C73" w:rsidP="008D5319">
            <w:pPr>
              <w:rPr>
                <w:rFonts w:ascii="Arial" w:hAnsi="Arial" w:cs="Arial"/>
              </w:rPr>
            </w:pPr>
          </w:p>
          <w:p w14:paraId="0CA95A25" w14:textId="77777777" w:rsidR="00B90C73" w:rsidRPr="00B90C73" w:rsidRDefault="00B90C73" w:rsidP="009625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BE5F1" w:themeFill="accent1" w:themeFillTint="33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Predvideni </w:t>
            </w:r>
            <w:r w:rsidRPr="00B90C73">
              <w:rPr>
                <w:rFonts w:ascii="Arial" w:hAnsi="Arial" w:cs="Arial"/>
                <w:b/>
              </w:rPr>
              <w:t>FINANČNI VIRI</w:t>
            </w:r>
            <w:r w:rsidRPr="00B90C73">
              <w:rPr>
                <w:rFonts w:ascii="Arial" w:hAnsi="Arial" w:cs="Arial"/>
              </w:rPr>
              <w:t xml:space="preserve"> – vpišite višino:</w:t>
            </w:r>
          </w:p>
          <w:p w14:paraId="57F3F244" w14:textId="77777777" w:rsidR="00B90C73" w:rsidRPr="00B90C73" w:rsidRDefault="00B90C73" w:rsidP="008D5319">
            <w:pPr>
              <w:ind w:left="720"/>
              <w:rPr>
                <w:rFonts w:ascii="Arial" w:hAnsi="Arial" w:cs="Arial"/>
              </w:rPr>
            </w:pPr>
          </w:p>
          <w:p w14:paraId="44A20DB5" w14:textId="77777777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Občinski proračun                                     ………………………….    EUR</w:t>
            </w:r>
          </w:p>
          <w:p w14:paraId="17F4C2B5" w14:textId="77777777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Sponzorji, donatorji,..                                ………………………….    EUR</w:t>
            </w:r>
          </w:p>
          <w:p w14:paraId="23DE4716" w14:textId="77777777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Razpisi ( ministrstvo,..)                             ………………………….    EUR</w:t>
            </w:r>
          </w:p>
          <w:p w14:paraId="2159ECB6" w14:textId="5C97504F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Dohodki od dejavnosti                              ………………………….</w:t>
            </w:r>
            <w:r w:rsidR="00962571">
              <w:rPr>
                <w:rFonts w:ascii="Arial" w:hAnsi="Arial" w:cs="Arial"/>
              </w:rPr>
              <w:t xml:space="preserve">  </w:t>
            </w:r>
            <w:r w:rsidRPr="00B90C73">
              <w:rPr>
                <w:rFonts w:ascii="Arial" w:hAnsi="Arial" w:cs="Arial"/>
              </w:rPr>
              <w:t xml:space="preserve">  EUR</w:t>
            </w:r>
          </w:p>
          <w:p w14:paraId="11DAD42B" w14:textId="36705BCC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Članarina                                                  ………………………….    EUR</w:t>
            </w:r>
          </w:p>
          <w:p w14:paraId="130A2521" w14:textId="6ADBB71F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Drugi viri</w:t>
            </w:r>
            <w:r w:rsidR="00962571">
              <w:rPr>
                <w:rFonts w:ascii="Arial" w:hAnsi="Arial" w:cs="Arial"/>
              </w:rPr>
              <w:t xml:space="preserve">   </w:t>
            </w:r>
            <w:r w:rsidRPr="00B90C73">
              <w:rPr>
                <w:rFonts w:ascii="Arial" w:hAnsi="Arial" w:cs="Arial"/>
              </w:rPr>
              <w:t xml:space="preserve">                                                …………………………</w:t>
            </w:r>
            <w:r w:rsidR="00962571">
              <w:rPr>
                <w:rFonts w:ascii="Arial" w:hAnsi="Arial" w:cs="Arial"/>
              </w:rPr>
              <w:t>.</w:t>
            </w:r>
            <w:r w:rsidRPr="00B90C73">
              <w:rPr>
                <w:rFonts w:ascii="Arial" w:hAnsi="Arial" w:cs="Arial"/>
              </w:rPr>
              <w:t xml:space="preserve">    EUR</w:t>
            </w:r>
          </w:p>
          <w:p w14:paraId="073F1C9D" w14:textId="77777777" w:rsidR="00B90C73" w:rsidRPr="00B90C73" w:rsidRDefault="00B90C73" w:rsidP="008D53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395A4D" w14:textId="5F6AAD5E" w:rsidR="00B90C73" w:rsidRPr="00B90C73" w:rsidRDefault="00B90C73" w:rsidP="008D5319">
            <w:pPr>
              <w:rPr>
                <w:rFonts w:ascii="Arial" w:hAnsi="Arial" w:cs="Arial"/>
                <w:b/>
              </w:rPr>
            </w:pPr>
            <w:r w:rsidRPr="00B90C73">
              <w:rPr>
                <w:rFonts w:ascii="Arial" w:hAnsi="Arial" w:cs="Arial"/>
                <w:b/>
              </w:rPr>
              <w:t xml:space="preserve"> Finančni plan za leto 202</w:t>
            </w:r>
            <w:r w:rsidR="00D879F2">
              <w:rPr>
                <w:rFonts w:ascii="Arial" w:hAnsi="Arial" w:cs="Arial"/>
                <w:b/>
              </w:rPr>
              <w:t>6</w:t>
            </w:r>
            <w:r w:rsidRPr="00B90C73">
              <w:rPr>
                <w:rFonts w:ascii="Arial" w:hAnsi="Arial" w:cs="Arial"/>
                <w:b/>
              </w:rPr>
              <w:t xml:space="preserve">                                 ………………………….  </w:t>
            </w:r>
            <w:r w:rsidR="00962571">
              <w:rPr>
                <w:rFonts w:ascii="Arial" w:hAnsi="Arial" w:cs="Arial"/>
                <w:b/>
              </w:rPr>
              <w:t xml:space="preserve">  </w:t>
            </w:r>
            <w:r w:rsidRPr="00B90C73">
              <w:rPr>
                <w:rFonts w:ascii="Arial" w:hAnsi="Arial" w:cs="Arial"/>
                <w:b/>
              </w:rPr>
              <w:t>EUR</w:t>
            </w:r>
            <w:r w:rsidRPr="00B90C73">
              <w:rPr>
                <w:rFonts w:ascii="Arial" w:hAnsi="Arial" w:cs="Arial"/>
              </w:rPr>
              <w:t xml:space="preserve">                       </w:t>
            </w:r>
          </w:p>
          <w:p w14:paraId="0249F659" w14:textId="77777777" w:rsidR="00A933E1" w:rsidRPr="00B90C73" w:rsidRDefault="00A933E1" w:rsidP="008D5319">
            <w:pPr>
              <w:rPr>
                <w:rFonts w:ascii="Arial" w:hAnsi="Arial" w:cs="Arial"/>
              </w:rPr>
            </w:pPr>
          </w:p>
        </w:tc>
      </w:tr>
    </w:tbl>
    <w:p w14:paraId="45697598" w14:textId="77777777" w:rsidR="0053658E" w:rsidRDefault="0053658E" w:rsidP="00B90C73">
      <w:pPr>
        <w:jc w:val="both"/>
        <w:rPr>
          <w:rFonts w:ascii="Arial" w:hAnsi="Arial" w:cs="Arial"/>
        </w:rPr>
      </w:pPr>
    </w:p>
    <w:p w14:paraId="688FDA0C" w14:textId="77777777" w:rsidR="0053658E" w:rsidRDefault="0053658E" w:rsidP="00B90C73">
      <w:pPr>
        <w:jc w:val="both"/>
        <w:rPr>
          <w:rFonts w:ascii="Arial" w:hAnsi="Arial" w:cs="Arial"/>
        </w:rPr>
      </w:pPr>
    </w:p>
    <w:p w14:paraId="139AB867" w14:textId="77777777" w:rsidR="0053658E" w:rsidRDefault="0053658E" w:rsidP="00B90C73">
      <w:pPr>
        <w:jc w:val="both"/>
        <w:rPr>
          <w:rFonts w:ascii="Arial" w:hAnsi="Arial" w:cs="Arial"/>
        </w:rPr>
      </w:pPr>
    </w:p>
    <w:p w14:paraId="3EC4831C" w14:textId="71ACF75E" w:rsidR="00B90C73" w:rsidRPr="00B90C73" w:rsidRDefault="00B90C73" w:rsidP="00B90C73">
      <w:pPr>
        <w:jc w:val="both"/>
        <w:rPr>
          <w:rFonts w:ascii="Arial" w:hAnsi="Arial" w:cs="Arial"/>
        </w:rPr>
      </w:pPr>
      <w:r w:rsidRPr="00B90C73">
        <w:rPr>
          <w:rFonts w:ascii="Arial" w:hAnsi="Arial" w:cs="Arial"/>
        </w:rPr>
        <w:t>Žig in podpis odgovorne osebe: ________________________________</w:t>
      </w:r>
    </w:p>
    <w:p w14:paraId="78A2FAF7" w14:textId="77777777" w:rsidR="00A933E1" w:rsidRDefault="00A933E1" w:rsidP="00B90C73">
      <w:pPr>
        <w:rPr>
          <w:rFonts w:ascii="Arial" w:hAnsi="Arial" w:cs="Arial"/>
          <w:b/>
        </w:rPr>
      </w:pPr>
    </w:p>
    <w:p w14:paraId="77509AD9" w14:textId="77777777" w:rsidR="00A933E1" w:rsidRDefault="00A933E1" w:rsidP="00B90C73">
      <w:pPr>
        <w:rPr>
          <w:rFonts w:ascii="Arial" w:hAnsi="Arial" w:cs="Arial"/>
          <w:b/>
        </w:rPr>
      </w:pPr>
    </w:p>
    <w:p w14:paraId="76D2A31C" w14:textId="77777777" w:rsidR="00A933E1" w:rsidRDefault="00A933E1" w:rsidP="00B90C73">
      <w:pPr>
        <w:rPr>
          <w:rFonts w:ascii="Arial" w:hAnsi="Arial" w:cs="Arial"/>
          <w:b/>
        </w:rPr>
      </w:pPr>
    </w:p>
    <w:p w14:paraId="13E6AA82" w14:textId="6A516413" w:rsidR="00B90C73" w:rsidRPr="00B90C73" w:rsidRDefault="00B90C73" w:rsidP="00B90C73">
      <w:pPr>
        <w:rPr>
          <w:rFonts w:ascii="Arial" w:hAnsi="Arial" w:cs="Arial"/>
          <w:b/>
        </w:rPr>
      </w:pPr>
      <w:r w:rsidRPr="00B90C73">
        <w:rPr>
          <w:rFonts w:ascii="Arial" w:hAnsi="Arial" w:cs="Arial"/>
          <w:b/>
        </w:rPr>
        <w:t>OBVEZNE PRILOGE:</w:t>
      </w:r>
    </w:p>
    <w:p w14:paraId="095D3523" w14:textId="3509EB66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k</w:t>
      </w:r>
      <w:r w:rsidRPr="00A933E1">
        <w:rPr>
          <w:rFonts w:ascii="Arial" w:hAnsi="Arial" w:cs="Arial"/>
          <w:iCs/>
        </w:rPr>
        <w:t>ratko poročilo o aktivnostih v letu 202</w:t>
      </w:r>
      <w:r w:rsidR="00D879F2">
        <w:rPr>
          <w:rFonts w:ascii="Arial" w:hAnsi="Arial" w:cs="Arial"/>
          <w:iCs/>
        </w:rPr>
        <w:t>5</w:t>
      </w:r>
      <w:r>
        <w:rPr>
          <w:rFonts w:ascii="Arial" w:hAnsi="Arial" w:cs="Arial"/>
          <w:iCs/>
        </w:rPr>
        <w:t>;</w:t>
      </w:r>
    </w:p>
    <w:p w14:paraId="57CC483F" w14:textId="6D296675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r</w:t>
      </w:r>
      <w:r w:rsidRPr="00A933E1">
        <w:rPr>
          <w:rFonts w:ascii="Arial" w:hAnsi="Arial" w:cs="Arial"/>
          <w:iCs/>
        </w:rPr>
        <w:t>ealizacija finančnega načrta za leto 202</w:t>
      </w:r>
      <w:r w:rsidR="00D879F2">
        <w:rPr>
          <w:rFonts w:ascii="Arial" w:hAnsi="Arial" w:cs="Arial"/>
          <w:iCs/>
        </w:rPr>
        <w:t>5</w:t>
      </w:r>
      <w:r>
        <w:rPr>
          <w:rFonts w:ascii="Arial" w:hAnsi="Arial" w:cs="Arial"/>
          <w:iCs/>
        </w:rPr>
        <w:t>;</w:t>
      </w:r>
    </w:p>
    <w:p w14:paraId="52FC6C22" w14:textId="5A2DB2E1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f</w:t>
      </w:r>
      <w:r w:rsidRPr="00A933E1">
        <w:rPr>
          <w:rFonts w:ascii="Arial" w:hAnsi="Arial" w:cs="Arial"/>
          <w:iCs/>
        </w:rPr>
        <w:t>otokopija Zapisnika zbora občanov društva za leto 202</w:t>
      </w:r>
      <w:r w:rsidR="00D879F2">
        <w:rPr>
          <w:rFonts w:ascii="Arial" w:hAnsi="Arial" w:cs="Arial"/>
          <w:iCs/>
        </w:rPr>
        <w:t>5</w:t>
      </w:r>
      <w:r>
        <w:rPr>
          <w:rFonts w:ascii="Arial" w:hAnsi="Arial" w:cs="Arial"/>
          <w:iCs/>
        </w:rPr>
        <w:t>;</w:t>
      </w:r>
    </w:p>
    <w:p w14:paraId="38CD26A0" w14:textId="40C3E190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k</w:t>
      </w:r>
      <w:r w:rsidRPr="00A933E1">
        <w:rPr>
          <w:rFonts w:ascii="Arial" w:hAnsi="Arial" w:cs="Arial"/>
          <w:iCs/>
        </w:rPr>
        <w:t>ratek opis dela za leto 202</w:t>
      </w:r>
      <w:r w:rsidR="00D879F2">
        <w:rPr>
          <w:rFonts w:ascii="Arial" w:hAnsi="Arial" w:cs="Arial"/>
          <w:iCs/>
        </w:rPr>
        <w:t>6</w:t>
      </w:r>
      <w:r w:rsidRPr="00A933E1">
        <w:rPr>
          <w:rFonts w:ascii="Arial" w:hAnsi="Arial" w:cs="Arial"/>
          <w:iCs/>
        </w:rPr>
        <w:t xml:space="preserve"> (plan dela društva), z navedenimi vsebinami iz prijavnega obrazca</w:t>
      </w:r>
      <w:r>
        <w:rPr>
          <w:rFonts w:ascii="Arial" w:hAnsi="Arial" w:cs="Arial"/>
          <w:iCs/>
        </w:rPr>
        <w:t>;</w:t>
      </w:r>
    </w:p>
    <w:p w14:paraId="314F8C89" w14:textId="4CAC7D8E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</w:t>
      </w:r>
      <w:r w:rsidRPr="00A933E1">
        <w:rPr>
          <w:rFonts w:ascii="Arial" w:hAnsi="Arial" w:cs="Arial"/>
          <w:iCs/>
        </w:rPr>
        <w:t xml:space="preserve">eznam članov, s stalnim prebivališčem v </w:t>
      </w:r>
      <w:r>
        <w:rPr>
          <w:rFonts w:ascii="Arial" w:hAnsi="Arial" w:cs="Arial"/>
          <w:iCs/>
        </w:rPr>
        <w:t>O</w:t>
      </w:r>
      <w:r w:rsidRPr="00A933E1">
        <w:rPr>
          <w:rFonts w:ascii="Arial" w:hAnsi="Arial" w:cs="Arial"/>
          <w:iCs/>
        </w:rPr>
        <w:t>bčini Muta z dokazilom o plačilu članarine za leto 202</w:t>
      </w:r>
      <w:r w:rsidR="00D879F2">
        <w:rPr>
          <w:rFonts w:ascii="Arial" w:hAnsi="Arial" w:cs="Arial"/>
          <w:iCs/>
        </w:rPr>
        <w:t>6</w:t>
      </w:r>
      <w:r w:rsidRPr="00A933E1">
        <w:rPr>
          <w:rFonts w:ascii="Arial" w:hAnsi="Arial" w:cs="Arial"/>
          <w:iCs/>
        </w:rPr>
        <w:t>, oziroma 202</w:t>
      </w:r>
      <w:r w:rsidR="00D879F2">
        <w:rPr>
          <w:rFonts w:ascii="Arial" w:hAnsi="Arial" w:cs="Arial"/>
          <w:iCs/>
        </w:rPr>
        <w:t>5</w:t>
      </w:r>
      <w:r>
        <w:rPr>
          <w:rFonts w:ascii="Arial" w:hAnsi="Arial" w:cs="Arial"/>
          <w:iCs/>
        </w:rPr>
        <w:t>;</w:t>
      </w:r>
    </w:p>
    <w:p w14:paraId="53CF3763" w14:textId="506269BC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</w:t>
      </w:r>
      <w:r w:rsidRPr="00A933E1">
        <w:rPr>
          <w:rFonts w:ascii="Arial" w:hAnsi="Arial" w:cs="Arial"/>
          <w:iCs/>
        </w:rPr>
        <w:t>zjava odgovorne osebe, da društvo dejansko obstaja in deluje</w:t>
      </w:r>
      <w:r>
        <w:rPr>
          <w:rFonts w:ascii="Arial" w:hAnsi="Arial" w:cs="Arial"/>
          <w:iCs/>
        </w:rPr>
        <w:t>;</w:t>
      </w:r>
    </w:p>
    <w:p w14:paraId="6BCB403C" w14:textId="286B0307" w:rsidR="00B93240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  <w:sectPr w:rsidR="00B93240" w:rsidRPr="00A933E1" w:rsidSect="003235E2">
          <w:headerReference w:type="default" r:id="rId13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  <w:r>
        <w:rPr>
          <w:rFonts w:ascii="Arial" w:hAnsi="Arial" w:cs="Arial"/>
          <w:iCs/>
        </w:rPr>
        <w:t>i</w:t>
      </w:r>
      <w:r w:rsidRPr="00A933E1">
        <w:rPr>
          <w:rFonts w:ascii="Arial" w:hAnsi="Arial" w:cs="Arial"/>
          <w:iCs/>
        </w:rPr>
        <w:t>zjava odgovorne osebe, o varstvu osebnih podatkov</w:t>
      </w:r>
      <w:r>
        <w:rPr>
          <w:rFonts w:ascii="Arial" w:hAnsi="Arial" w:cs="Arial"/>
          <w:iCs/>
        </w:rPr>
        <w:t>.</w:t>
      </w:r>
    </w:p>
    <w:p w14:paraId="253DC1BC" w14:textId="5DF0FAF8" w:rsidR="00B93240" w:rsidRPr="00A05589" w:rsidRDefault="00B93240" w:rsidP="009C15EE">
      <w:pPr>
        <w:spacing w:line="276" w:lineRule="auto"/>
        <w:rPr>
          <w:rFonts w:ascii="Arial" w:hAnsi="Arial" w:cs="Arial"/>
        </w:rPr>
        <w:sectPr w:rsidR="00B93240" w:rsidRPr="00A05589" w:rsidSect="00B93240">
          <w:footnotePr>
            <w:pos w:val="beneathText"/>
            <w:numStart w:val="116"/>
          </w:footnotePr>
          <w:type w:val="continuous"/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77F23608" w14:textId="56DE00BC" w:rsidR="00A472D5" w:rsidRPr="00A472D5" w:rsidRDefault="00A472D5" w:rsidP="00A472D5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  <w:sz w:val="24"/>
          <w:szCs w:val="24"/>
        </w:rPr>
      </w:pPr>
      <w:r w:rsidRPr="00A472D5">
        <w:rPr>
          <w:rFonts w:ascii="Arial" w:hAnsi="Arial" w:cs="Arial"/>
          <w:b/>
          <w:sz w:val="24"/>
          <w:szCs w:val="24"/>
        </w:rPr>
        <w:t>STROŠKI INFRASTRUKTURE V LETU 202</w:t>
      </w:r>
      <w:r w:rsidR="00D879F2">
        <w:rPr>
          <w:rFonts w:ascii="Arial" w:hAnsi="Arial" w:cs="Arial"/>
          <w:b/>
          <w:sz w:val="24"/>
          <w:szCs w:val="24"/>
        </w:rPr>
        <w:t>6</w:t>
      </w:r>
    </w:p>
    <w:p w14:paraId="0B0B793E" w14:textId="77777777" w:rsidR="00A933E1" w:rsidRDefault="00A933E1" w:rsidP="00A472D5">
      <w:pPr>
        <w:rPr>
          <w:rFonts w:ascii="Arial" w:hAnsi="Arial" w:cs="Arial"/>
        </w:rPr>
      </w:pPr>
    </w:p>
    <w:p w14:paraId="4AE9D568" w14:textId="77777777" w:rsidR="00A472D5" w:rsidRDefault="00A472D5" w:rsidP="00D879F2">
      <w:pPr>
        <w:spacing w:line="276" w:lineRule="auto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/>
          <w:i/>
          <w:iCs/>
        </w:rPr>
        <w:t>Stroški infrastrukture</w:t>
      </w:r>
      <w:r>
        <w:rPr>
          <w:rFonts w:ascii="Arial" w:hAnsi="Arial" w:cs="Arial"/>
          <w:bCs/>
          <w:i/>
          <w:iCs/>
        </w:rPr>
        <w:t>:</w:t>
      </w:r>
    </w:p>
    <w:p w14:paraId="07ACCE73" w14:textId="77777777" w:rsidR="00A472D5" w:rsidRPr="00DC11BF" w:rsidRDefault="00A472D5" w:rsidP="00D879F2">
      <w:pPr>
        <w:pStyle w:val="Odstavekseznama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stroški infrastrukture (najemnine za poslovne prostore) po dejanskih stroških (pavšal).</w:t>
      </w:r>
      <w:r w:rsidRPr="00DC11BF">
        <w:rPr>
          <w:rFonts w:ascii="Arial" w:hAnsi="Arial" w:cs="Arial"/>
          <w:i/>
          <w:iCs/>
        </w:rPr>
        <w:tab/>
      </w:r>
    </w:p>
    <w:p w14:paraId="0B78D930" w14:textId="77777777" w:rsidR="00A472D5" w:rsidRDefault="00A472D5" w:rsidP="00A472D5">
      <w:pPr>
        <w:keepNext/>
        <w:outlineLvl w:val="1"/>
        <w:rPr>
          <w:rFonts w:ascii="Arial" w:hAnsi="Arial" w:cs="Arial"/>
        </w:rPr>
      </w:pPr>
    </w:p>
    <w:p w14:paraId="3630BDE3" w14:textId="77777777" w:rsidR="00A472D5" w:rsidRDefault="00A472D5" w:rsidP="00A472D5">
      <w:pPr>
        <w:keepNext/>
        <w:outlineLvl w:val="1"/>
        <w:rPr>
          <w:rFonts w:ascii="Arial" w:hAnsi="Arial" w:cs="Arial"/>
        </w:rPr>
      </w:pPr>
    </w:p>
    <w:tbl>
      <w:tblPr>
        <w:tblW w:w="9639" w:type="dxa"/>
        <w:jc w:val="center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2407"/>
        <w:gridCol w:w="7232"/>
      </w:tblGrid>
      <w:tr w:rsidR="00A472D5" w:rsidRPr="00DC31DA" w14:paraId="590A47EA" w14:textId="77777777" w:rsidTr="00615457">
        <w:trPr>
          <w:cantSplit/>
          <w:trHeight w:val="403"/>
          <w:jc w:val="center"/>
        </w:trPr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05452E1" w14:textId="77777777" w:rsidR="00D879F2" w:rsidRDefault="00D879F2" w:rsidP="00615457">
            <w:pPr>
              <w:rPr>
                <w:rFonts w:ascii="Arial" w:hAnsi="Arial" w:cs="Arial"/>
                <w:b/>
                <w:bCs/>
              </w:rPr>
            </w:pPr>
          </w:p>
          <w:p w14:paraId="0F9DD024" w14:textId="77777777" w:rsidR="00A472D5" w:rsidRDefault="00A472D5" w:rsidP="00615457">
            <w:pPr>
              <w:rPr>
                <w:rFonts w:ascii="Arial" w:hAnsi="Arial" w:cs="Arial"/>
                <w:b/>
                <w:bCs/>
              </w:rPr>
            </w:pPr>
            <w:r w:rsidRPr="00DC31DA">
              <w:rPr>
                <w:rFonts w:ascii="Arial" w:hAnsi="Arial" w:cs="Arial"/>
                <w:b/>
                <w:bCs/>
              </w:rPr>
              <w:t>DRU</w:t>
            </w:r>
            <w:r w:rsidR="00D879F2">
              <w:rPr>
                <w:rFonts w:ascii="Arial" w:hAnsi="Arial" w:cs="Arial"/>
                <w:b/>
                <w:bCs/>
              </w:rPr>
              <w:t>Š</w:t>
            </w:r>
            <w:r w:rsidRPr="00DC31DA">
              <w:rPr>
                <w:rFonts w:ascii="Arial" w:hAnsi="Arial" w:cs="Arial"/>
                <w:b/>
                <w:bCs/>
              </w:rPr>
              <w:t>TVO</w:t>
            </w:r>
          </w:p>
          <w:p w14:paraId="06F170D4" w14:textId="724FF419" w:rsidR="00D879F2" w:rsidRPr="00DC31DA" w:rsidRDefault="00D879F2" w:rsidP="0061545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233CD" w14:textId="77777777" w:rsidR="00A472D5" w:rsidRPr="00DC31DA" w:rsidRDefault="00A472D5" w:rsidP="00615457">
            <w:pPr>
              <w:rPr>
                <w:rFonts w:ascii="Arial" w:hAnsi="Arial" w:cs="Arial"/>
              </w:rPr>
            </w:pPr>
          </w:p>
        </w:tc>
      </w:tr>
      <w:tr w:rsidR="00A472D5" w:rsidRPr="00DC31DA" w14:paraId="05C7822E" w14:textId="77777777" w:rsidTr="00615457">
        <w:trPr>
          <w:cantSplit/>
          <w:trHeight w:val="403"/>
          <w:jc w:val="center"/>
        </w:trPr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14:paraId="7A75D35E" w14:textId="77777777" w:rsidR="00A472D5" w:rsidRPr="00DC31DA" w:rsidRDefault="00A472D5" w:rsidP="006154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PROSLOVNI PROSTOR DRUŠTVA (točen naslov)</w:t>
            </w:r>
          </w:p>
        </w:tc>
        <w:tc>
          <w:tcPr>
            <w:tcW w:w="723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3AA48D" w14:textId="77777777" w:rsidR="00A472D5" w:rsidRPr="00DC31DA" w:rsidRDefault="00A472D5" w:rsidP="00615457">
            <w:pPr>
              <w:rPr>
                <w:rFonts w:ascii="Arial" w:hAnsi="Arial" w:cs="Arial"/>
              </w:rPr>
            </w:pPr>
          </w:p>
        </w:tc>
      </w:tr>
      <w:tr w:rsidR="00A472D5" w:rsidRPr="00DC31DA" w14:paraId="18BED74C" w14:textId="77777777" w:rsidTr="00615457">
        <w:trPr>
          <w:cantSplit/>
          <w:trHeight w:val="403"/>
          <w:jc w:val="center"/>
        </w:trPr>
        <w:tc>
          <w:tcPr>
            <w:tcW w:w="2407" w:type="dxa"/>
            <w:tcBorders>
              <w:top w:val="single" w:sz="4" w:space="0" w:color="auto"/>
            </w:tcBorders>
          </w:tcPr>
          <w:p w14:paraId="51D9C0BA" w14:textId="77777777" w:rsidR="00A472D5" w:rsidRPr="00DC31DA" w:rsidRDefault="00A472D5" w:rsidP="0061545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32" w:type="dxa"/>
            <w:tcBorders>
              <w:top w:val="single" w:sz="4" w:space="0" w:color="auto"/>
            </w:tcBorders>
          </w:tcPr>
          <w:p w14:paraId="29C38B3E" w14:textId="77777777" w:rsidR="00A472D5" w:rsidRDefault="00A472D5" w:rsidP="00615457">
            <w:pPr>
              <w:rPr>
                <w:rFonts w:ascii="Arial" w:hAnsi="Arial" w:cs="Arial"/>
              </w:rPr>
            </w:pPr>
          </w:p>
          <w:p w14:paraId="4DC1A409" w14:textId="77777777" w:rsidR="00A472D5" w:rsidRPr="00DC31DA" w:rsidRDefault="00A472D5" w:rsidP="00615457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29"/>
        <w:gridCol w:w="4818"/>
        <w:gridCol w:w="3113"/>
      </w:tblGrid>
      <w:tr w:rsidR="00A472D5" w14:paraId="55C9B79B" w14:textId="77777777" w:rsidTr="00615457">
        <w:tc>
          <w:tcPr>
            <w:tcW w:w="1129" w:type="dxa"/>
          </w:tcPr>
          <w:p w14:paraId="6C5632E8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  <w:r>
              <w:rPr>
                <w:rFonts w:ascii="Arial" w:hAnsi="Arial" w:cs="Arial"/>
                <w:b/>
                <w:lang w:eastAsia="sl-SI"/>
              </w:rPr>
              <w:t>Zap. št.</w:t>
            </w:r>
          </w:p>
        </w:tc>
        <w:tc>
          <w:tcPr>
            <w:tcW w:w="4820" w:type="dxa"/>
          </w:tcPr>
          <w:p w14:paraId="41EBE63E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  <w:r>
              <w:rPr>
                <w:rFonts w:ascii="Arial" w:hAnsi="Arial" w:cs="Arial"/>
                <w:b/>
                <w:lang w:eastAsia="sl-SI"/>
              </w:rPr>
              <w:t>OPREDELITEV VRSTE STROŠKA</w:t>
            </w:r>
          </w:p>
        </w:tc>
        <w:tc>
          <w:tcPr>
            <w:tcW w:w="3114" w:type="dxa"/>
          </w:tcPr>
          <w:p w14:paraId="11ECAB06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  <w:r>
              <w:rPr>
                <w:rFonts w:ascii="Arial" w:hAnsi="Arial" w:cs="Arial"/>
                <w:b/>
                <w:lang w:eastAsia="sl-SI"/>
              </w:rPr>
              <w:t>ZNESEK V EUR</w:t>
            </w:r>
          </w:p>
          <w:p w14:paraId="3F69B822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  <w:tr w:rsidR="00A472D5" w14:paraId="5C2A70B9" w14:textId="77777777" w:rsidTr="00615457">
        <w:tc>
          <w:tcPr>
            <w:tcW w:w="1129" w:type="dxa"/>
          </w:tcPr>
          <w:p w14:paraId="3695AB8C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26E2E577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6989C445" w14:textId="77777777" w:rsidR="00A472D5" w:rsidRDefault="00A472D5" w:rsidP="00615457">
            <w:pPr>
              <w:keepNext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4820" w:type="dxa"/>
          </w:tcPr>
          <w:p w14:paraId="653B7430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3114" w:type="dxa"/>
          </w:tcPr>
          <w:p w14:paraId="34E54F92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  <w:tr w:rsidR="00A472D5" w14:paraId="4C381916" w14:textId="77777777" w:rsidTr="00615457">
        <w:tc>
          <w:tcPr>
            <w:tcW w:w="1129" w:type="dxa"/>
          </w:tcPr>
          <w:p w14:paraId="63335D7E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4496A761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62A010B3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4820" w:type="dxa"/>
          </w:tcPr>
          <w:p w14:paraId="31AD826A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3114" w:type="dxa"/>
          </w:tcPr>
          <w:p w14:paraId="6870D8BF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  <w:tr w:rsidR="00A472D5" w14:paraId="638CE8F3" w14:textId="77777777" w:rsidTr="00615457">
        <w:tc>
          <w:tcPr>
            <w:tcW w:w="1129" w:type="dxa"/>
          </w:tcPr>
          <w:p w14:paraId="1F274AF1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4172D33F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6D1EED9A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4820" w:type="dxa"/>
          </w:tcPr>
          <w:p w14:paraId="568E255B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3114" w:type="dxa"/>
          </w:tcPr>
          <w:p w14:paraId="263BEA01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  <w:tr w:rsidR="00A472D5" w14:paraId="05158B47" w14:textId="77777777" w:rsidTr="00615457">
        <w:tc>
          <w:tcPr>
            <w:tcW w:w="1129" w:type="dxa"/>
          </w:tcPr>
          <w:p w14:paraId="2FD1A226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1846468D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5B0D5248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4820" w:type="dxa"/>
          </w:tcPr>
          <w:p w14:paraId="291A83CD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3114" w:type="dxa"/>
          </w:tcPr>
          <w:p w14:paraId="793F1BAC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  <w:tr w:rsidR="00A472D5" w14:paraId="66728D39" w14:textId="77777777" w:rsidTr="00615457">
        <w:tc>
          <w:tcPr>
            <w:tcW w:w="1129" w:type="dxa"/>
          </w:tcPr>
          <w:p w14:paraId="268CC496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015E8543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222B1BDB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4820" w:type="dxa"/>
          </w:tcPr>
          <w:p w14:paraId="6AD86318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3114" w:type="dxa"/>
          </w:tcPr>
          <w:p w14:paraId="0A5E8074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</w:tbl>
    <w:p w14:paraId="53A0AE8E" w14:textId="77777777" w:rsidR="00A472D5" w:rsidRDefault="00A472D5" w:rsidP="00A472D5">
      <w:pPr>
        <w:keepNext/>
        <w:outlineLvl w:val="1"/>
        <w:rPr>
          <w:rFonts w:ascii="Arial" w:hAnsi="Arial" w:cs="Arial"/>
          <w:b/>
          <w:lang w:eastAsia="sl-SI"/>
        </w:rPr>
      </w:pPr>
      <w:r w:rsidRPr="00247F72">
        <w:rPr>
          <w:rFonts w:ascii="Arial" w:hAnsi="Arial" w:cs="Arial"/>
          <w:b/>
          <w:lang w:eastAsia="sl-SI"/>
        </w:rPr>
        <w:tab/>
      </w:r>
    </w:p>
    <w:p w14:paraId="5655582C" w14:textId="77777777" w:rsidR="00A472D5" w:rsidRPr="00247F72" w:rsidRDefault="00A472D5" w:rsidP="00A472D5">
      <w:pPr>
        <w:keepNext/>
        <w:outlineLvl w:val="1"/>
        <w:rPr>
          <w:rFonts w:ascii="Arial" w:hAnsi="Arial" w:cs="Arial"/>
          <w:b/>
          <w:lang w:eastAsia="sl-SI"/>
        </w:rPr>
      </w:pPr>
    </w:p>
    <w:p w14:paraId="232480FA" w14:textId="651254BB" w:rsidR="00A472D5" w:rsidRPr="00701343" w:rsidRDefault="00A472D5" w:rsidP="00A472D5">
      <w:pPr>
        <w:ind w:right="282"/>
        <w:rPr>
          <w:rFonts w:ascii="Arial" w:hAnsi="Arial" w:cs="Arial"/>
          <w:b/>
          <w:bCs/>
          <w:i/>
          <w:iCs/>
        </w:rPr>
      </w:pPr>
      <w:r w:rsidRPr="00701343">
        <w:rPr>
          <w:rFonts w:ascii="Arial" w:hAnsi="Arial" w:cs="Arial"/>
          <w:b/>
          <w:bCs/>
          <w:i/>
          <w:iCs/>
        </w:rPr>
        <w:t>*Obvezna priloga je najemna pogodba za poslovne prostore.</w:t>
      </w:r>
    </w:p>
    <w:p w14:paraId="321895A0" w14:textId="77777777" w:rsidR="00A472D5" w:rsidRPr="00A472D5" w:rsidRDefault="00A472D5" w:rsidP="00A472D5">
      <w:pPr>
        <w:rPr>
          <w:rFonts w:ascii="Arial" w:hAnsi="Arial" w:cs="Arial"/>
          <w:b/>
          <w:bCs/>
        </w:rPr>
      </w:pPr>
    </w:p>
    <w:sectPr w:rsidR="00A472D5" w:rsidRPr="00A472D5" w:rsidSect="003235E2">
      <w:headerReference w:type="default" r:id="rId14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59E98" w14:textId="77777777" w:rsidR="005B4391" w:rsidRDefault="005B4391">
      <w:r>
        <w:separator/>
      </w:r>
    </w:p>
  </w:endnote>
  <w:endnote w:type="continuationSeparator" w:id="0">
    <w:p w14:paraId="4B586730" w14:textId="77777777" w:rsidR="005B4391" w:rsidRDefault="005B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25F9D" w14:textId="77777777" w:rsidR="00077558" w:rsidRPr="007762C5" w:rsidRDefault="00077558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2336" behindDoc="0" locked="0" layoutInCell="1" allowOverlap="1" wp14:anchorId="357D97AA" wp14:editId="2E3029F4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2069713537" name="Slika 2069713537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C63D47" wp14:editId="382972C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213940" id="Raven povezovalnik 1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254005" wp14:editId="1515BFBC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267A9B" id="Raven povezovalnik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9264" behindDoc="0" locked="0" layoutInCell="1" allowOverlap="1" wp14:anchorId="7E694072" wp14:editId="26DA5B9D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2106558928" name="Slika 2106558928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62C5">
      <w:rPr>
        <w:rFonts w:ascii="Arial" w:hAnsi="Arial" w:cs="Arial"/>
        <w:b/>
        <w:sz w:val="14"/>
        <w:szCs w:val="14"/>
      </w:rPr>
      <w:t>T:</w:t>
    </w:r>
    <w:r w:rsidRPr="007762C5">
      <w:rPr>
        <w:rFonts w:ascii="Arial" w:hAnsi="Arial" w:cs="Arial"/>
        <w:bCs/>
        <w:sz w:val="14"/>
        <w:szCs w:val="14"/>
      </w:rPr>
      <w:t xml:space="preserve"> 02 887 96 00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MŠ:</w:t>
    </w:r>
    <w:r w:rsidRPr="007762C5">
      <w:rPr>
        <w:rFonts w:ascii="Arial" w:hAnsi="Arial" w:cs="Arial"/>
        <w:bCs/>
        <w:sz w:val="14"/>
        <w:szCs w:val="14"/>
      </w:rPr>
      <w:t xml:space="preserve"> 5881706000</w:t>
    </w:r>
  </w:p>
  <w:p w14:paraId="761AB604" w14:textId="77777777" w:rsidR="00077558" w:rsidRPr="007762C5" w:rsidRDefault="00077558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79C5A931" w14:textId="77777777" w:rsidR="00077558" w:rsidRPr="007762C5" w:rsidRDefault="00077558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2EF8C09A" w14:textId="77777777" w:rsidR="00077558" w:rsidRDefault="00077558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DA97A" w14:textId="77777777" w:rsidR="005B4391" w:rsidRDefault="005B4391">
      <w:r>
        <w:separator/>
      </w:r>
    </w:p>
  </w:footnote>
  <w:footnote w:type="continuationSeparator" w:id="0">
    <w:p w14:paraId="71F4B2D2" w14:textId="77777777" w:rsidR="005B4391" w:rsidRDefault="005B4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ABA47" w14:textId="77777777" w:rsidR="00077558" w:rsidRPr="001B74F1" w:rsidRDefault="00077558" w:rsidP="0037443F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0A06A49" wp14:editId="751A283D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5D46F0" id="Raven povezovalnik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3360" behindDoc="0" locked="0" layoutInCell="1" allowOverlap="1" wp14:anchorId="0786B56F" wp14:editId="55EB0DCF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33759347" name="Slika 33759347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Pr="00F12557">
      <w:rPr>
        <w:rFonts w:ascii="Arial" w:hAnsi="Arial" w:cs="Arial"/>
        <w:b/>
        <w:szCs w:val="24"/>
      </w:rPr>
      <w:t xml:space="preserve">OBČINA MUTA    </w:t>
    </w:r>
    <w:r w:rsidRPr="00F12557">
      <w:rPr>
        <w:rFonts w:ascii="Arial" w:hAnsi="Arial" w:cs="Arial"/>
        <w:szCs w:val="24"/>
      </w:rPr>
      <w:tab/>
    </w:r>
  </w:p>
  <w:p w14:paraId="56A94368" w14:textId="77777777" w:rsidR="00077558" w:rsidRDefault="00077558" w:rsidP="0037443F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368BD24F" w14:textId="77777777" w:rsidR="00077558" w:rsidRPr="001B74F1" w:rsidRDefault="00077558" w:rsidP="0037443F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Pr="001B74F1">
      <w:rPr>
        <w:rFonts w:ascii="Arial" w:hAnsi="Arial" w:cs="Arial"/>
        <w:sz w:val="16"/>
      </w:rPr>
      <w:t>lavni trg 17</w:t>
    </w:r>
  </w:p>
  <w:p w14:paraId="2D0FFF43" w14:textId="491AEA93" w:rsidR="00077558" w:rsidRPr="001B74F1" w:rsidRDefault="00077558" w:rsidP="0037443F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66130E">
      <w:rPr>
        <w:rFonts w:ascii="Arial" w:hAnsi="Arial" w:cs="Arial"/>
        <w:b/>
        <w:szCs w:val="24"/>
      </w:rPr>
      <w:t xml:space="preserve">                                                                               OBRAZCI</w:t>
    </w:r>
  </w:p>
  <w:p w14:paraId="59C069A8" w14:textId="77777777" w:rsidR="00077558" w:rsidRDefault="00077558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45A23456" w14:textId="77777777" w:rsidR="00077558" w:rsidRPr="00D508AC" w:rsidRDefault="00077558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1B3A9" w14:textId="77777777" w:rsidR="009B0C1B" w:rsidRDefault="009B0C1B" w:rsidP="000F1E41">
    <w:pPr>
      <w:pStyle w:val="Glava"/>
      <w:rPr>
        <w:rFonts w:ascii="France" w:hAnsi="France"/>
        <w:sz w:val="32"/>
      </w:rPr>
    </w:pPr>
  </w:p>
  <w:p w14:paraId="0C9648B1" w14:textId="77777777" w:rsidR="009B0C1B" w:rsidRPr="008037F6" w:rsidRDefault="009B0C1B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7C6F7029" w14:textId="77777777" w:rsidR="009B0C1B" w:rsidRDefault="009B0C1B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D3732" w14:textId="77777777" w:rsidR="0037443F" w:rsidRDefault="0037443F" w:rsidP="000F1E41">
    <w:pPr>
      <w:pStyle w:val="Glava"/>
      <w:rPr>
        <w:rFonts w:ascii="France" w:hAnsi="France"/>
        <w:sz w:val="32"/>
      </w:rPr>
    </w:pPr>
  </w:p>
  <w:p w14:paraId="529B631D" w14:textId="77777777" w:rsidR="0037443F" w:rsidRPr="008037F6" w:rsidRDefault="0037443F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2E36233B" w14:textId="77777777" w:rsidR="0037443F" w:rsidRDefault="0037443F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BB761" w14:textId="77777777" w:rsidR="007810D9" w:rsidRDefault="007810D9" w:rsidP="000F1E41">
    <w:pPr>
      <w:pStyle w:val="Glava"/>
      <w:rPr>
        <w:rFonts w:ascii="France" w:hAnsi="France"/>
        <w:sz w:val="32"/>
      </w:rPr>
    </w:pPr>
  </w:p>
  <w:p w14:paraId="507E9951" w14:textId="77777777" w:rsidR="007810D9" w:rsidRPr="008037F6" w:rsidRDefault="007810D9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23CC9184" w14:textId="77777777" w:rsidR="007810D9" w:rsidRDefault="007810D9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6B07"/>
    <w:multiLevelType w:val="hybridMultilevel"/>
    <w:tmpl w:val="0720A0C0"/>
    <w:lvl w:ilvl="0" w:tplc="5A526A0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E654B"/>
    <w:multiLevelType w:val="hybridMultilevel"/>
    <w:tmpl w:val="142660F4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F0ACF"/>
    <w:multiLevelType w:val="hybridMultilevel"/>
    <w:tmpl w:val="0720A0C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66759"/>
    <w:multiLevelType w:val="hybridMultilevel"/>
    <w:tmpl w:val="E40E7C2C"/>
    <w:lvl w:ilvl="0" w:tplc="5F4ED2B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25CC5"/>
    <w:multiLevelType w:val="hybridMultilevel"/>
    <w:tmpl w:val="8DB6163A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eastAsia="Times New Roman" w:hAnsi="Thorndale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8708B1"/>
    <w:multiLevelType w:val="hybridMultilevel"/>
    <w:tmpl w:val="9B5CB1B2"/>
    <w:lvl w:ilvl="0" w:tplc="8C4A62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11770"/>
    <w:multiLevelType w:val="hybridMultilevel"/>
    <w:tmpl w:val="CBF4E42E"/>
    <w:lvl w:ilvl="0" w:tplc="5F4ED2B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A7835"/>
    <w:multiLevelType w:val="hybridMultilevel"/>
    <w:tmpl w:val="6D5E1CFE"/>
    <w:lvl w:ilvl="0" w:tplc="05A0144E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B660F"/>
    <w:multiLevelType w:val="hybridMultilevel"/>
    <w:tmpl w:val="8F6A5E6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212E1"/>
    <w:multiLevelType w:val="hybridMultilevel"/>
    <w:tmpl w:val="823846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932B4"/>
    <w:multiLevelType w:val="hybridMultilevel"/>
    <w:tmpl w:val="26EA4CDA"/>
    <w:lvl w:ilvl="0" w:tplc="B75A983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E6047"/>
    <w:multiLevelType w:val="hybridMultilevel"/>
    <w:tmpl w:val="9B5CB1B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15DA0"/>
    <w:multiLevelType w:val="hybridMultilevel"/>
    <w:tmpl w:val="B92433E0"/>
    <w:lvl w:ilvl="0" w:tplc="74D8E4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57092"/>
    <w:multiLevelType w:val="hybridMultilevel"/>
    <w:tmpl w:val="35FEBE3E"/>
    <w:lvl w:ilvl="0" w:tplc="08C26A0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227303"/>
    <w:multiLevelType w:val="multilevel"/>
    <w:tmpl w:val="875A1C22"/>
    <w:styleLink w:val="Trenutniseznam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AA74BB"/>
    <w:multiLevelType w:val="hybridMultilevel"/>
    <w:tmpl w:val="C1EE4602"/>
    <w:lvl w:ilvl="0" w:tplc="5F4ED2B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511538">
    <w:abstractNumId w:val="12"/>
  </w:num>
  <w:num w:numId="2" w16cid:durableId="267584928">
    <w:abstractNumId w:val="14"/>
  </w:num>
  <w:num w:numId="3" w16cid:durableId="1773819484">
    <w:abstractNumId w:val="9"/>
  </w:num>
  <w:num w:numId="4" w16cid:durableId="34090314">
    <w:abstractNumId w:val="5"/>
  </w:num>
  <w:num w:numId="5" w16cid:durableId="984238206">
    <w:abstractNumId w:val="8"/>
  </w:num>
  <w:num w:numId="6" w16cid:durableId="1020282969">
    <w:abstractNumId w:val="7"/>
  </w:num>
  <w:num w:numId="7" w16cid:durableId="1047265392">
    <w:abstractNumId w:val="11"/>
  </w:num>
  <w:num w:numId="8" w16cid:durableId="1477796076">
    <w:abstractNumId w:val="1"/>
  </w:num>
  <w:num w:numId="9" w16cid:durableId="1684235299">
    <w:abstractNumId w:val="0"/>
  </w:num>
  <w:num w:numId="10" w16cid:durableId="1926067813">
    <w:abstractNumId w:val="10"/>
  </w:num>
  <w:num w:numId="11" w16cid:durableId="1369528854">
    <w:abstractNumId w:val="2"/>
  </w:num>
  <w:num w:numId="12" w16cid:durableId="598487857">
    <w:abstractNumId w:val="15"/>
  </w:num>
  <w:num w:numId="13" w16cid:durableId="187791844">
    <w:abstractNumId w:val="6"/>
  </w:num>
  <w:num w:numId="14" w16cid:durableId="356397134">
    <w:abstractNumId w:val="3"/>
  </w:num>
  <w:num w:numId="15" w16cid:durableId="880871036">
    <w:abstractNumId w:val="4"/>
  </w:num>
  <w:num w:numId="16" w16cid:durableId="22657041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30CE5"/>
    <w:rsid w:val="00030D38"/>
    <w:rsid w:val="0004614A"/>
    <w:rsid w:val="00056027"/>
    <w:rsid w:val="000574D8"/>
    <w:rsid w:val="000637DA"/>
    <w:rsid w:val="0006755C"/>
    <w:rsid w:val="000748B1"/>
    <w:rsid w:val="00077558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62A44"/>
    <w:rsid w:val="00164AB7"/>
    <w:rsid w:val="00182EE4"/>
    <w:rsid w:val="00197A5E"/>
    <w:rsid w:val="001A6083"/>
    <w:rsid w:val="001B74F1"/>
    <w:rsid w:val="001C1171"/>
    <w:rsid w:val="001C3361"/>
    <w:rsid w:val="001E40D3"/>
    <w:rsid w:val="001E667A"/>
    <w:rsid w:val="001F50EF"/>
    <w:rsid w:val="00201C2C"/>
    <w:rsid w:val="00210545"/>
    <w:rsid w:val="00211281"/>
    <w:rsid w:val="00227D4B"/>
    <w:rsid w:val="00235FB5"/>
    <w:rsid w:val="0024064A"/>
    <w:rsid w:val="00242E0C"/>
    <w:rsid w:val="00243BD6"/>
    <w:rsid w:val="00244A37"/>
    <w:rsid w:val="00253C16"/>
    <w:rsid w:val="00254BBC"/>
    <w:rsid w:val="002571ED"/>
    <w:rsid w:val="00262D2A"/>
    <w:rsid w:val="0026426D"/>
    <w:rsid w:val="0026669A"/>
    <w:rsid w:val="002731CE"/>
    <w:rsid w:val="00274113"/>
    <w:rsid w:val="00287E38"/>
    <w:rsid w:val="002906CE"/>
    <w:rsid w:val="0029304E"/>
    <w:rsid w:val="00295907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304767"/>
    <w:rsid w:val="003078F9"/>
    <w:rsid w:val="003136AB"/>
    <w:rsid w:val="003235E2"/>
    <w:rsid w:val="00324069"/>
    <w:rsid w:val="00337204"/>
    <w:rsid w:val="003427C6"/>
    <w:rsid w:val="00344169"/>
    <w:rsid w:val="00346BA1"/>
    <w:rsid w:val="00347D21"/>
    <w:rsid w:val="00355301"/>
    <w:rsid w:val="00366D0B"/>
    <w:rsid w:val="00372AD1"/>
    <w:rsid w:val="0037443F"/>
    <w:rsid w:val="00374C6A"/>
    <w:rsid w:val="003779C7"/>
    <w:rsid w:val="00377E07"/>
    <w:rsid w:val="00384DB0"/>
    <w:rsid w:val="00385E73"/>
    <w:rsid w:val="003A5519"/>
    <w:rsid w:val="003B2565"/>
    <w:rsid w:val="003B4694"/>
    <w:rsid w:val="003D0070"/>
    <w:rsid w:val="003D5F36"/>
    <w:rsid w:val="003D676F"/>
    <w:rsid w:val="003E18FB"/>
    <w:rsid w:val="003E28DC"/>
    <w:rsid w:val="003E7380"/>
    <w:rsid w:val="00402223"/>
    <w:rsid w:val="0040295F"/>
    <w:rsid w:val="00415BA4"/>
    <w:rsid w:val="004275BB"/>
    <w:rsid w:val="004324F6"/>
    <w:rsid w:val="004375FA"/>
    <w:rsid w:val="00444866"/>
    <w:rsid w:val="00451019"/>
    <w:rsid w:val="004516B7"/>
    <w:rsid w:val="004532AB"/>
    <w:rsid w:val="004559D8"/>
    <w:rsid w:val="00465050"/>
    <w:rsid w:val="00496F7B"/>
    <w:rsid w:val="004A074E"/>
    <w:rsid w:val="004A6616"/>
    <w:rsid w:val="004B10DA"/>
    <w:rsid w:val="004D2C07"/>
    <w:rsid w:val="004E1A48"/>
    <w:rsid w:val="004E1A78"/>
    <w:rsid w:val="00507CE9"/>
    <w:rsid w:val="0051333B"/>
    <w:rsid w:val="005138A5"/>
    <w:rsid w:val="00524800"/>
    <w:rsid w:val="00531191"/>
    <w:rsid w:val="00534D6E"/>
    <w:rsid w:val="0053528D"/>
    <w:rsid w:val="0053658E"/>
    <w:rsid w:val="00553EFA"/>
    <w:rsid w:val="005675BE"/>
    <w:rsid w:val="0057289B"/>
    <w:rsid w:val="005743A5"/>
    <w:rsid w:val="005852DB"/>
    <w:rsid w:val="00591F46"/>
    <w:rsid w:val="00594B5F"/>
    <w:rsid w:val="005A218D"/>
    <w:rsid w:val="005B184F"/>
    <w:rsid w:val="005B1F2E"/>
    <w:rsid w:val="005B4391"/>
    <w:rsid w:val="005C6976"/>
    <w:rsid w:val="005D0044"/>
    <w:rsid w:val="005D0A0C"/>
    <w:rsid w:val="005D56F6"/>
    <w:rsid w:val="005E31D1"/>
    <w:rsid w:val="005F4B6A"/>
    <w:rsid w:val="00607E81"/>
    <w:rsid w:val="006120D3"/>
    <w:rsid w:val="00626C53"/>
    <w:rsid w:val="0064449E"/>
    <w:rsid w:val="006466FA"/>
    <w:rsid w:val="006507C2"/>
    <w:rsid w:val="0066130E"/>
    <w:rsid w:val="0066524F"/>
    <w:rsid w:val="00670BB4"/>
    <w:rsid w:val="0067150C"/>
    <w:rsid w:val="0067217E"/>
    <w:rsid w:val="00675C87"/>
    <w:rsid w:val="0067781E"/>
    <w:rsid w:val="006819BD"/>
    <w:rsid w:val="00687BEF"/>
    <w:rsid w:val="00687FF4"/>
    <w:rsid w:val="006A5005"/>
    <w:rsid w:val="006A5205"/>
    <w:rsid w:val="006A7820"/>
    <w:rsid w:val="006C20CB"/>
    <w:rsid w:val="006C40BF"/>
    <w:rsid w:val="006D0666"/>
    <w:rsid w:val="006F79C7"/>
    <w:rsid w:val="00700E38"/>
    <w:rsid w:val="00707066"/>
    <w:rsid w:val="00712D0D"/>
    <w:rsid w:val="00717B00"/>
    <w:rsid w:val="00721DFD"/>
    <w:rsid w:val="007252FD"/>
    <w:rsid w:val="0072707F"/>
    <w:rsid w:val="00737710"/>
    <w:rsid w:val="00741A8C"/>
    <w:rsid w:val="0075153D"/>
    <w:rsid w:val="007543BA"/>
    <w:rsid w:val="007633C2"/>
    <w:rsid w:val="00772B53"/>
    <w:rsid w:val="00774DF1"/>
    <w:rsid w:val="007762C5"/>
    <w:rsid w:val="007810D9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42B49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8E142A"/>
    <w:rsid w:val="00903E01"/>
    <w:rsid w:val="00904B8F"/>
    <w:rsid w:val="00905C9C"/>
    <w:rsid w:val="009170F5"/>
    <w:rsid w:val="00933845"/>
    <w:rsid w:val="00935FF5"/>
    <w:rsid w:val="00937014"/>
    <w:rsid w:val="00947D49"/>
    <w:rsid w:val="00956C36"/>
    <w:rsid w:val="009575AA"/>
    <w:rsid w:val="00960FE6"/>
    <w:rsid w:val="00962571"/>
    <w:rsid w:val="00962610"/>
    <w:rsid w:val="00967C2A"/>
    <w:rsid w:val="00975A82"/>
    <w:rsid w:val="00976F65"/>
    <w:rsid w:val="00986AF7"/>
    <w:rsid w:val="00995152"/>
    <w:rsid w:val="009A257C"/>
    <w:rsid w:val="009B08D5"/>
    <w:rsid w:val="009B0C1B"/>
    <w:rsid w:val="009B2428"/>
    <w:rsid w:val="009C15EE"/>
    <w:rsid w:val="009C22A4"/>
    <w:rsid w:val="009D49BC"/>
    <w:rsid w:val="009D71A1"/>
    <w:rsid w:val="009E35E6"/>
    <w:rsid w:val="009E518B"/>
    <w:rsid w:val="009F2CBF"/>
    <w:rsid w:val="009F47CC"/>
    <w:rsid w:val="00A01A88"/>
    <w:rsid w:val="00A05589"/>
    <w:rsid w:val="00A05706"/>
    <w:rsid w:val="00A070F8"/>
    <w:rsid w:val="00A206AF"/>
    <w:rsid w:val="00A24BCD"/>
    <w:rsid w:val="00A25A9E"/>
    <w:rsid w:val="00A330F0"/>
    <w:rsid w:val="00A33400"/>
    <w:rsid w:val="00A472D5"/>
    <w:rsid w:val="00A54CC3"/>
    <w:rsid w:val="00A56DA8"/>
    <w:rsid w:val="00A6471A"/>
    <w:rsid w:val="00A71C73"/>
    <w:rsid w:val="00A7231F"/>
    <w:rsid w:val="00A75252"/>
    <w:rsid w:val="00A845C2"/>
    <w:rsid w:val="00A92789"/>
    <w:rsid w:val="00A933E1"/>
    <w:rsid w:val="00A942F0"/>
    <w:rsid w:val="00AA28C3"/>
    <w:rsid w:val="00AA4B4C"/>
    <w:rsid w:val="00AB5D5C"/>
    <w:rsid w:val="00AC1406"/>
    <w:rsid w:val="00AC78D2"/>
    <w:rsid w:val="00AD0C39"/>
    <w:rsid w:val="00AF69F8"/>
    <w:rsid w:val="00B03FA9"/>
    <w:rsid w:val="00B11149"/>
    <w:rsid w:val="00B20F39"/>
    <w:rsid w:val="00B27E58"/>
    <w:rsid w:val="00B51021"/>
    <w:rsid w:val="00B65E65"/>
    <w:rsid w:val="00B6797D"/>
    <w:rsid w:val="00B7626E"/>
    <w:rsid w:val="00B80C27"/>
    <w:rsid w:val="00B90C73"/>
    <w:rsid w:val="00B93240"/>
    <w:rsid w:val="00B9505D"/>
    <w:rsid w:val="00BA4568"/>
    <w:rsid w:val="00BA53F1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BF464D"/>
    <w:rsid w:val="00C005B1"/>
    <w:rsid w:val="00C05E8B"/>
    <w:rsid w:val="00C16375"/>
    <w:rsid w:val="00C32145"/>
    <w:rsid w:val="00C32511"/>
    <w:rsid w:val="00C37D82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CF6A74"/>
    <w:rsid w:val="00D02702"/>
    <w:rsid w:val="00D05111"/>
    <w:rsid w:val="00D1411E"/>
    <w:rsid w:val="00D17D6A"/>
    <w:rsid w:val="00D309CA"/>
    <w:rsid w:val="00D508AC"/>
    <w:rsid w:val="00D56B34"/>
    <w:rsid w:val="00D74B52"/>
    <w:rsid w:val="00D753BA"/>
    <w:rsid w:val="00D7703B"/>
    <w:rsid w:val="00D879F2"/>
    <w:rsid w:val="00D946B6"/>
    <w:rsid w:val="00D95B98"/>
    <w:rsid w:val="00DA281C"/>
    <w:rsid w:val="00DC1679"/>
    <w:rsid w:val="00DC7E1A"/>
    <w:rsid w:val="00DD393A"/>
    <w:rsid w:val="00DD3BA1"/>
    <w:rsid w:val="00DD61F7"/>
    <w:rsid w:val="00DE33C3"/>
    <w:rsid w:val="00DF0AD9"/>
    <w:rsid w:val="00DF2493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67F74"/>
    <w:rsid w:val="00EA7D9A"/>
    <w:rsid w:val="00EB6DFF"/>
    <w:rsid w:val="00EC7094"/>
    <w:rsid w:val="00EE67F1"/>
    <w:rsid w:val="00F11798"/>
    <w:rsid w:val="00F12557"/>
    <w:rsid w:val="00F235C6"/>
    <w:rsid w:val="00F25719"/>
    <w:rsid w:val="00F27C1C"/>
    <w:rsid w:val="00F4467E"/>
    <w:rsid w:val="00F53DA7"/>
    <w:rsid w:val="00F551CD"/>
    <w:rsid w:val="00F56FD0"/>
    <w:rsid w:val="00F7476C"/>
    <w:rsid w:val="00F7690F"/>
    <w:rsid w:val="00F8745C"/>
    <w:rsid w:val="00F922D0"/>
    <w:rsid w:val="00F94EF8"/>
    <w:rsid w:val="00FA1281"/>
    <w:rsid w:val="00FA2F1A"/>
    <w:rsid w:val="00FA3A23"/>
    <w:rsid w:val="00FB29C4"/>
    <w:rsid w:val="00FB395D"/>
    <w:rsid w:val="00FC2E03"/>
    <w:rsid w:val="00FD4050"/>
    <w:rsid w:val="00FD44DD"/>
    <w:rsid w:val="00FE19F2"/>
    <w:rsid w:val="00FE76AB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472D5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styleId="Nerazreenaomemba">
    <w:name w:val="Unresolved Mention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rsid w:val="00BA53F1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BA53F1"/>
    <w:rPr>
      <w:lang w:eastAsia="en-US"/>
    </w:rPr>
  </w:style>
  <w:style w:type="paragraph" w:customStyle="1" w:styleId="Default">
    <w:name w:val="Default"/>
    <w:rsid w:val="00BA53F1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Trenutniseznam1">
    <w:name w:val="Trenutni seznam1"/>
    <w:uiPriority w:val="99"/>
    <w:rsid w:val="00AA28C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muta@muta.s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p.ip@ip-rs.si" TargetMode="Externa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89852B9-2E29-4C28-B7B0-6152A965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36</TotalTime>
  <Pages>13</Pages>
  <Words>1382</Words>
  <Characters>18075</Characters>
  <Application>Microsoft Office Word</Application>
  <DocSecurity>0</DocSecurity>
  <Lines>150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19419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26</cp:revision>
  <cp:lastPrinted>2023-10-03T12:01:00Z</cp:lastPrinted>
  <dcterms:created xsi:type="dcterms:W3CDTF">2025-01-30T07:18:00Z</dcterms:created>
  <dcterms:modified xsi:type="dcterms:W3CDTF">2026-01-21T15:11:00Z</dcterms:modified>
</cp:coreProperties>
</file>